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80" w:type="dxa"/>
          <w:right w:w="80" w:type="dxa"/>
        </w:tblCellMar>
        <w:tblLook w:val="0000" w:firstRow="0" w:lastRow="0" w:firstColumn="0" w:lastColumn="0" w:noHBand="0" w:noVBand="0"/>
      </w:tblPr>
      <w:tblGrid>
        <w:gridCol w:w="2060"/>
        <w:gridCol w:w="6280"/>
      </w:tblGrid>
      <w:tr w:rsidR="00D97774" w14:paraId="3275A63B" w14:textId="77777777">
        <w:tblPrEx>
          <w:tblCellMar>
            <w:top w:w="0" w:type="dxa"/>
            <w:bottom w:w="0" w:type="dxa"/>
          </w:tblCellMar>
        </w:tblPrEx>
        <w:tc>
          <w:tcPr>
            <w:tcW w:w="2060" w:type="dxa"/>
          </w:tcPr>
          <w:p w14:paraId="6CED87CA" w14:textId="77777777" w:rsidR="00D97774" w:rsidRDefault="006C7B2C" w:rsidP="008B10CD">
            <w:pPr>
              <w:tabs>
                <w:tab w:val="left" w:pos="760"/>
              </w:tabs>
              <w:spacing w:after="0"/>
              <w:ind w:right="-20"/>
              <w:jc w:val="center"/>
              <w:rPr>
                <w:b/>
                <w:sz w:val="48"/>
              </w:rPr>
            </w:pPr>
            <w:r>
              <w:rPr>
                <w:noProof/>
              </w:rPr>
              <w:drawing>
                <wp:inline distT="0" distB="0" distL="0" distR="0" wp14:anchorId="69BF9D50" wp14:editId="7702E31F">
                  <wp:extent cx="1130300" cy="73152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30300" cy="731520"/>
                          </a:xfrm>
                          <a:prstGeom prst="rect">
                            <a:avLst/>
                          </a:prstGeom>
                          <a:noFill/>
                          <a:ln>
                            <a:noFill/>
                          </a:ln>
                        </pic:spPr>
                      </pic:pic>
                    </a:graphicData>
                  </a:graphic>
                </wp:inline>
              </w:drawing>
            </w:r>
          </w:p>
        </w:tc>
        <w:tc>
          <w:tcPr>
            <w:tcW w:w="6280" w:type="dxa"/>
          </w:tcPr>
          <w:p w14:paraId="6F7F43FF" w14:textId="77777777" w:rsidR="00D97774" w:rsidRDefault="00D97774" w:rsidP="008B10CD">
            <w:pPr>
              <w:spacing w:after="0"/>
            </w:pPr>
            <w:r>
              <w:t xml:space="preserve">AUSTRALIAN </w:t>
            </w:r>
            <w:r w:rsidRPr="009B6DC1">
              <w:t>ASTRONOMICA</w:t>
            </w:r>
            <w:r>
              <w:t xml:space="preserve">L </w:t>
            </w:r>
            <w:r w:rsidR="00C64CFB">
              <w:t>OPTICS</w:t>
            </w:r>
          </w:p>
          <w:p w14:paraId="006071F8" w14:textId="77777777" w:rsidR="00C64CFB" w:rsidRDefault="00C64CFB" w:rsidP="008B10CD">
            <w:pPr>
              <w:spacing w:after="0"/>
            </w:pPr>
            <w:r w:rsidRPr="00C64CFB">
              <w:t>Facility of Science, Macquarie University.</w:t>
            </w:r>
          </w:p>
          <w:p w14:paraId="0F00F2F7" w14:textId="77777777" w:rsidR="00D97774" w:rsidRDefault="00D97774" w:rsidP="008B10CD">
            <w:pPr>
              <w:spacing w:after="0"/>
            </w:pPr>
            <w:r>
              <w:rPr>
                <w:b/>
              </w:rPr>
              <w:t xml:space="preserve">Version </w:t>
            </w:r>
            <w:r>
              <w:rPr>
                <w:b/>
              </w:rPr>
              <w:fldChar w:fldCharType="begin"/>
            </w:r>
            <w:r>
              <w:rPr>
                <w:b/>
              </w:rPr>
              <w:instrText xml:space="preserve"> DOCPROPERTY "Issue Version"  \* MERGEFORMAT </w:instrText>
            </w:r>
            <w:r>
              <w:rPr>
                <w:b/>
              </w:rPr>
              <w:fldChar w:fldCharType="separate"/>
            </w:r>
            <w:r w:rsidR="00C64CFB">
              <w:rPr>
                <w:b/>
              </w:rPr>
              <w:t>1.0</w:t>
            </w:r>
            <w:r>
              <w:rPr>
                <w:b/>
              </w:rPr>
              <w:fldChar w:fldCharType="end"/>
            </w:r>
          </w:p>
        </w:tc>
      </w:tr>
    </w:tbl>
    <w:p w14:paraId="6676E5A0" w14:textId="77777777" w:rsidR="00D97774" w:rsidRDefault="00D97774" w:rsidP="008B10CD">
      <w:pPr>
        <w:pBdr>
          <w:bottom w:val="single" w:sz="12" w:space="0" w:color="auto"/>
        </w:pBdr>
        <w:spacing w:after="0"/>
        <w:jc w:val="right"/>
      </w:pPr>
      <w:fldSimple w:instr=" AUTHOR  \* MERGEFORMAT ">
        <w:r w:rsidR="00C64CFB">
          <w:rPr>
            <w:noProof/>
          </w:rPr>
          <w:t>Tony Farrell</w:t>
        </w:r>
      </w:fldSimple>
    </w:p>
    <w:p w14:paraId="7A542661" w14:textId="0ECC195F" w:rsidR="00D97774" w:rsidRDefault="00D97774" w:rsidP="008B10CD">
      <w:pPr>
        <w:pBdr>
          <w:bottom w:val="single" w:sz="12" w:space="0" w:color="auto"/>
        </w:pBdr>
        <w:spacing w:after="0"/>
        <w:jc w:val="right"/>
      </w:pPr>
      <w:fldSimple w:instr=" DOCPROPERTY &quot;Issue Date&quot;  \* MERGEFORMAT ">
        <w:r w:rsidR="0020103F">
          <w:t>2/5/2022</w:t>
        </w:r>
      </w:fldSimple>
    </w:p>
    <w:p w14:paraId="09514FBA" w14:textId="77777777" w:rsidR="00D97774" w:rsidRDefault="00D97774">
      <w:pPr>
        <w:jc w:val="center"/>
        <w:rPr>
          <w:sz w:val="36"/>
        </w:rPr>
      </w:pPr>
      <w:r>
        <w:rPr>
          <w:sz w:val="36"/>
        </w:rPr>
        <w:fldChar w:fldCharType="begin"/>
      </w:r>
      <w:r>
        <w:rPr>
          <w:sz w:val="36"/>
        </w:rPr>
        <w:instrText xml:space="preserve"> TITLE  \* MERGEFORMAT </w:instrText>
      </w:r>
      <w:r>
        <w:rPr>
          <w:sz w:val="36"/>
        </w:rPr>
        <w:fldChar w:fldCharType="separate"/>
      </w:r>
      <w:r w:rsidR="00041B35">
        <w:rPr>
          <w:sz w:val="36"/>
        </w:rPr>
        <w:t>Using the DRAMA2 AAO Task Template</w:t>
      </w:r>
      <w:r>
        <w:rPr>
          <w:sz w:val="36"/>
        </w:rPr>
        <w:fldChar w:fldCharType="end"/>
      </w:r>
    </w:p>
    <w:p w14:paraId="0F6C490C" w14:textId="77777777" w:rsidR="00D97774" w:rsidRDefault="00D97774">
      <w:pPr>
        <w:rPr>
          <w:sz w:val="36"/>
        </w:rPr>
      </w:pPr>
    </w:p>
    <w:p w14:paraId="483B06DC" w14:textId="77777777" w:rsidR="00D97774" w:rsidRDefault="00D97774">
      <w:pPr>
        <w:rPr>
          <w:b/>
          <w:sz w:val="28"/>
        </w:rPr>
      </w:pPr>
      <w:r>
        <w:rPr>
          <w:b/>
          <w:sz w:val="28"/>
        </w:rPr>
        <w:t>Contents</w:t>
      </w:r>
    </w:p>
    <w:p w14:paraId="1B82F3ED" w14:textId="77777777" w:rsidR="004C6374" w:rsidRPr="00CD4356" w:rsidRDefault="00D97774">
      <w:pPr>
        <w:pStyle w:val="TOC1"/>
        <w:rPr>
          <w:rFonts w:ascii="Calibri" w:hAnsi="Calibri"/>
          <w:b w:val="0"/>
          <w:szCs w:val="24"/>
          <w:lang w:val="en-AU" w:eastAsia="en-GB"/>
        </w:rPr>
      </w:pPr>
      <w:r>
        <w:rPr>
          <w:sz w:val="28"/>
        </w:rPr>
        <w:fldChar w:fldCharType="begin"/>
      </w:r>
      <w:r>
        <w:rPr>
          <w:sz w:val="28"/>
        </w:rPr>
        <w:instrText xml:space="preserve"> TOC \o "1-5" </w:instrText>
      </w:r>
      <w:r>
        <w:rPr>
          <w:sz w:val="28"/>
        </w:rPr>
        <w:fldChar w:fldCharType="separate"/>
      </w:r>
      <w:r w:rsidR="004C6374">
        <w:t>1</w:t>
      </w:r>
      <w:r w:rsidR="004C6374" w:rsidRPr="00CD4356">
        <w:rPr>
          <w:rFonts w:ascii="Calibri" w:hAnsi="Calibri"/>
          <w:b w:val="0"/>
          <w:szCs w:val="24"/>
          <w:lang w:val="en-AU" w:eastAsia="en-GB"/>
        </w:rPr>
        <w:tab/>
      </w:r>
      <w:r w:rsidR="004C6374">
        <w:t>Introduction</w:t>
      </w:r>
      <w:r w:rsidR="004C6374">
        <w:tab/>
      </w:r>
      <w:r w:rsidR="004C6374">
        <w:fldChar w:fldCharType="begin"/>
      </w:r>
      <w:r w:rsidR="004C6374">
        <w:instrText xml:space="preserve"> PAGEREF _Toc74292954 \h </w:instrText>
      </w:r>
      <w:r w:rsidR="004C6374">
        <w:fldChar w:fldCharType="separate"/>
      </w:r>
      <w:r w:rsidR="004C6374">
        <w:t>2</w:t>
      </w:r>
      <w:r w:rsidR="004C6374">
        <w:fldChar w:fldCharType="end"/>
      </w:r>
    </w:p>
    <w:p w14:paraId="09D481F3" w14:textId="77777777" w:rsidR="004C6374" w:rsidRPr="00CD4356" w:rsidRDefault="004C6374">
      <w:pPr>
        <w:pStyle w:val="TOC2"/>
        <w:rPr>
          <w:rFonts w:ascii="Calibri" w:hAnsi="Calibri"/>
          <w:sz w:val="24"/>
          <w:szCs w:val="24"/>
          <w:lang w:val="en-AU" w:eastAsia="en-GB"/>
        </w:rPr>
      </w:pPr>
      <w:r>
        <w:t>1.1</w:t>
      </w:r>
      <w:r w:rsidRPr="00CD4356">
        <w:rPr>
          <w:rFonts w:ascii="Calibri" w:hAnsi="Calibri"/>
          <w:sz w:val="24"/>
          <w:szCs w:val="24"/>
          <w:lang w:val="en-AU" w:eastAsia="en-GB"/>
        </w:rPr>
        <w:tab/>
      </w:r>
      <w:r>
        <w:t>Other documentation</w:t>
      </w:r>
      <w:r>
        <w:tab/>
      </w:r>
      <w:r>
        <w:fldChar w:fldCharType="begin"/>
      </w:r>
      <w:r>
        <w:instrText xml:space="preserve"> PAGEREF _Toc74292955 \h </w:instrText>
      </w:r>
      <w:r>
        <w:fldChar w:fldCharType="separate"/>
      </w:r>
      <w:r>
        <w:t>2</w:t>
      </w:r>
      <w:r>
        <w:fldChar w:fldCharType="end"/>
      </w:r>
    </w:p>
    <w:p w14:paraId="3889F941" w14:textId="77777777" w:rsidR="004C6374" w:rsidRPr="00CD4356" w:rsidRDefault="004C6374">
      <w:pPr>
        <w:pStyle w:val="TOC2"/>
        <w:rPr>
          <w:rFonts w:ascii="Calibri" w:hAnsi="Calibri"/>
          <w:sz w:val="24"/>
          <w:szCs w:val="24"/>
          <w:lang w:val="en-AU" w:eastAsia="en-GB"/>
        </w:rPr>
      </w:pPr>
      <w:r>
        <w:t>1.2</w:t>
      </w:r>
      <w:r w:rsidRPr="00CD4356">
        <w:rPr>
          <w:rFonts w:ascii="Calibri" w:hAnsi="Calibri"/>
          <w:sz w:val="24"/>
          <w:szCs w:val="24"/>
          <w:lang w:val="en-AU" w:eastAsia="en-GB"/>
        </w:rPr>
        <w:tab/>
      </w:r>
      <w:r>
        <w:t>Using the acmmCreateSubsystem command</w:t>
      </w:r>
      <w:r>
        <w:tab/>
      </w:r>
      <w:r>
        <w:fldChar w:fldCharType="begin"/>
      </w:r>
      <w:r>
        <w:instrText xml:space="preserve"> PAGEREF _Toc74292956 \h </w:instrText>
      </w:r>
      <w:r>
        <w:fldChar w:fldCharType="separate"/>
      </w:r>
      <w:r>
        <w:t>2</w:t>
      </w:r>
      <w:r>
        <w:fldChar w:fldCharType="end"/>
      </w:r>
    </w:p>
    <w:p w14:paraId="202C1260" w14:textId="77777777" w:rsidR="004C6374" w:rsidRPr="00CD4356" w:rsidRDefault="004C6374">
      <w:pPr>
        <w:pStyle w:val="TOC2"/>
        <w:rPr>
          <w:rFonts w:ascii="Calibri" w:hAnsi="Calibri"/>
          <w:sz w:val="24"/>
          <w:szCs w:val="24"/>
          <w:lang w:val="en-AU" w:eastAsia="en-GB"/>
        </w:rPr>
      </w:pPr>
      <w:r>
        <w:t>1.3</w:t>
      </w:r>
      <w:r w:rsidRPr="00CD4356">
        <w:rPr>
          <w:rFonts w:ascii="Calibri" w:hAnsi="Calibri"/>
          <w:sz w:val="24"/>
          <w:szCs w:val="24"/>
          <w:lang w:val="en-AU" w:eastAsia="en-GB"/>
        </w:rPr>
        <w:tab/>
      </w:r>
      <w:r>
        <w:t>Basic build and run of the task.</w:t>
      </w:r>
      <w:r>
        <w:tab/>
      </w:r>
      <w:r>
        <w:fldChar w:fldCharType="begin"/>
      </w:r>
      <w:r>
        <w:instrText xml:space="preserve"> PAGEREF _Toc74292957 \h </w:instrText>
      </w:r>
      <w:r>
        <w:fldChar w:fldCharType="separate"/>
      </w:r>
      <w:r>
        <w:t>2</w:t>
      </w:r>
      <w:r>
        <w:fldChar w:fldCharType="end"/>
      </w:r>
    </w:p>
    <w:p w14:paraId="55C9A598" w14:textId="77777777" w:rsidR="004C6374" w:rsidRPr="00CD4356" w:rsidRDefault="004C6374">
      <w:pPr>
        <w:pStyle w:val="TOC1"/>
        <w:rPr>
          <w:rFonts w:ascii="Calibri" w:hAnsi="Calibri"/>
          <w:b w:val="0"/>
          <w:szCs w:val="24"/>
          <w:lang w:val="en-AU" w:eastAsia="en-GB"/>
        </w:rPr>
      </w:pPr>
      <w:r>
        <w:t>2</w:t>
      </w:r>
      <w:r w:rsidRPr="00CD4356">
        <w:rPr>
          <w:rFonts w:ascii="Calibri" w:hAnsi="Calibri"/>
          <w:b w:val="0"/>
          <w:szCs w:val="24"/>
          <w:lang w:val="en-AU" w:eastAsia="en-GB"/>
        </w:rPr>
        <w:tab/>
      </w:r>
      <w:r>
        <w:t>Modifying the code.</w:t>
      </w:r>
      <w:r>
        <w:tab/>
      </w:r>
      <w:r>
        <w:fldChar w:fldCharType="begin"/>
      </w:r>
      <w:r>
        <w:instrText xml:space="preserve"> PAGEREF _Toc74292958 \h </w:instrText>
      </w:r>
      <w:r>
        <w:fldChar w:fldCharType="separate"/>
      </w:r>
      <w:r>
        <w:t>5</w:t>
      </w:r>
      <w:r>
        <w:fldChar w:fldCharType="end"/>
      </w:r>
    </w:p>
    <w:p w14:paraId="33E2A551" w14:textId="77777777" w:rsidR="004C6374" w:rsidRPr="00CD4356" w:rsidRDefault="004C6374">
      <w:pPr>
        <w:pStyle w:val="TOC2"/>
        <w:rPr>
          <w:rFonts w:ascii="Calibri" w:hAnsi="Calibri"/>
          <w:sz w:val="24"/>
          <w:szCs w:val="24"/>
          <w:lang w:val="en-AU" w:eastAsia="en-GB"/>
        </w:rPr>
      </w:pPr>
      <w:r>
        <w:t>2.1</w:t>
      </w:r>
      <w:r w:rsidRPr="00CD4356">
        <w:rPr>
          <w:rFonts w:ascii="Calibri" w:hAnsi="Calibri"/>
          <w:sz w:val="24"/>
          <w:szCs w:val="24"/>
          <w:lang w:val="en-AU" w:eastAsia="en-GB"/>
        </w:rPr>
        <w:tab/>
      </w:r>
      <w:r>
        <w:t>Include file.</w:t>
      </w:r>
      <w:r>
        <w:tab/>
      </w:r>
      <w:r>
        <w:fldChar w:fldCharType="begin"/>
      </w:r>
      <w:r>
        <w:instrText xml:space="preserve"> PAGEREF _Toc74292959 \h </w:instrText>
      </w:r>
      <w:r>
        <w:fldChar w:fldCharType="separate"/>
      </w:r>
      <w:r>
        <w:t>6</w:t>
      </w:r>
      <w:r>
        <w:fldChar w:fldCharType="end"/>
      </w:r>
    </w:p>
    <w:p w14:paraId="18ECD9E3" w14:textId="77777777" w:rsidR="004C6374" w:rsidRPr="00CD4356" w:rsidRDefault="004C6374">
      <w:pPr>
        <w:pStyle w:val="TOC2"/>
        <w:rPr>
          <w:rFonts w:ascii="Calibri" w:hAnsi="Calibri"/>
          <w:sz w:val="24"/>
          <w:szCs w:val="24"/>
          <w:lang w:val="en-AU" w:eastAsia="en-GB"/>
        </w:rPr>
      </w:pPr>
      <w:r>
        <w:t>2.2</w:t>
      </w:r>
      <w:r w:rsidRPr="00CD4356">
        <w:rPr>
          <w:rFonts w:ascii="Calibri" w:hAnsi="Calibri"/>
          <w:sz w:val="24"/>
          <w:szCs w:val="24"/>
          <w:lang w:val="en-AU" w:eastAsia="en-GB"/>
        </w:rPr>
        <w:tab/>
      </w:r>
      <w:r>
        <w:t>Main .cpp file</w:t>
      </w:r>
      <w:r>
        <w:tab/>
      </w:r>
      <w:r>
        <w:fldChar w:fldCharType="begin"/>
      </w:r>
      <w:r>
        <w:instrText xml:space="preserve"> PAGEREF _Toc74292960 \h </w:instrText>
      </w:r>
      <w:r>
        <w:fldChar w:fldCharType="separate"/>
      </w:r>
      <w:r>
        <w:t>7</w:t>
      </w:r>
      <w:r>
        <w:fldChar w:fldCharType="end"/>
      </w:r>
    </w:p>
    <w:p w14:paraId="516F9B8D" w14:textId="77777777" w:rsidR="004C6374" w:rsidRPr="00CD4356" w:rsidRDefault="004C6374">
      <w:pPr>
        <w:pStyle w:val="TOC2"/>
        <w:rPr>
          <w:rFonts w:ascii="Calibri" w:hAnsi="Calibri"/>
          <w:sz w:val="24"/>
          <w:szCs w:val="24"/>
          <w:lang w:val="en-AU" w:eastAsia="en-GB"/>
        </w:rPr>
      </w:pPr>
      <w:r>
        <w:t>2.3</w:t>
      </w:r>
      <w:r w:rsidRPr="00CD4356">
        <w:rPr>
          <w:rFonts w:ascii="Calibri" w:hAnsi="Calibri"/>
          <w:sz w:val="24"/>
          <w:szCs w:val="24"/>
          <w:lang w:val="en-AU" w:eastAsia="en-GB"/>
        </w:rPr>
        <w:tab/>
      </w:r>
      <w:r>
        <w:t>Implementation .cpp file</w:t>
      </w:r>
      <w:r>
        <w:tab/>
      </w:r>
      <w:r>
        <w:fldChar w:fldCharType="begin"/>
      </w:r>
      <w:r>
        <w:instrText xml:space="preserve"> PAGEREF _Toc74292961 \h </w:instrText>
      </w:r>
      <w:r>
        <w:fldChar w:fldCharType="separate"/>
      </w:r>
      <w:r>
        <w:t>7</w:t>
      </w:r>
      <w:r>
        <w:fldChar w:fldCharType="end"/>
      </w:r>
    </w:p>
    <w:p w14:paraId="41AF5201" w14:textId="77777777" w:rsidR="004C6374" w:rsidRPr="00CD4356" w:rsidRDefault="004C6374">
      <w:pPr>
        <w:pStyle w:val="TOC3"/>
        <w:rPr>
          <w:rFonts w:ascii="Calibri" w:hAnsi="Calibri"/>
          <w:i w:val="0"/>
          <w:sz w:val="24"/>
          <w:szCs w:val="24"/>
          <w:lang w:val="en-AU" w:eastAsia="en-GB"/>
        </w:rPr>
      </w:pPr>
      <w:r>
        <w:t>2.3.1</w:t>
      </w:r>
      <w:r w:rsidRPr="00CD4356">
        <w:rPr>
          <w:rFonts w:ascii="Calibri" w:hAnsi="Calibri"/>
          <w:i w:val="0"/>
          <w:sz w:val="24"/>
          <w:szCs w:val="24"/>
          <w:lang w:val="en-AU" w:eastAsia="en-GB"/>
        </w:rPr>
        <w:tab/>
      </w:r>
      <w:r>
        <w:t>Polling Support</w:t>
      </w:r>
      <w:r>
        <w:tab/>
      </w:r>
      <w:r>
        <w:fldChar w:fldCharType="begin"/>
      </w:r>
      <w:r>
        <w:instrText xml:space="preserve"> PAGEREF _Toc74292962 \h </w:instrText>
      </w:r>
      <w:r>
        <w:fldChar w:fldCharType="separate"/>
      </w:r>
      <w:r>
        <w:t>8</w:t>
      </w:r>
      <w:r>
        <w:fldChar w:fldCharType="end"/>
      </w:r>
    </w:p>
    <w:p w14:paraId="7DE9CBC6" w14:textId="77777777" w:rsidR="004C6374" w:rsidRPr="00CD4356" w:rsidRDefault="004C6374">
      <w:pPr>
        <w:pStyle w:val="TOC2"/>
        <w:rPr>
          <w:rFonts w:ascii="Calibri" w:hAnsi="Calibri"/>
          <w:sz w:val="24"/>
          <w:szCs w:val="24"/>
          <w:lang w:val="en-AU" w:eastAsia="en-GB"/>
        </w:rPr>
      </w:pPr>
      <w:r>
        <w:t>2.4</w:t>
      </w:r>
      <w:r w:rsidRPr="00CD4356">
        <w:rPr>
          <w:rFonts w:ascii="Calibri" w:hAnsi="Calibri"/>
          <w:sz w:val="24"/>
          <w:szCs w:val="24"/>
          <w:lang w:val="en-AU" w:eastAsia="en-GB"/>
        </w:rPr>
        <w:tab/>
      </w:r>
      <w:r>
        <w:t>Fits Header support .cpp file</w:t>
      </w:r>
      <w:r>
        <w:tab/>
      </w:r>
      <w:r>
        <w:fldChar w:fldCharType="begin"/>
      </w:r>
      <w:r>
        <w:instrText xml:space="preserve"> PAGEREF _Toc74292963 \h </w:instrText>
      </w:r>
      <w:r>
        <w:fldChar w:fldCharType="separate"/>
      </w:r>
      <w:r>
        <w:t>9</w:t>
      </w:r>
      <w:r>
        <w:fldChar w:fldCharType="end"/>
      </w:r>
    </w:p>
    <w:p w14:paraId="0D3B5BDA" w14:textId="77777777" w:rsidR="004C6374" w:rsidRPr="00CD4356" w:rsidRDefault="004C6374">
      <w:pPr>
        <w:pStyle w:val="TOC2"/>
        <w:rPr>
          <w:rFonts w:ascii="Calibri" w:hAnsi="Calibri"/>
          <w:sz w:val="24"/>
          <w:szCs w:val="24"/>
          <w:lang w:val="en-AU" w:eastAsia="en-GB"/>
        </w:rPr>
      </w:pPr>
      <w:r>
        <w:t>2.5</w:t>
      </w:r>
      <w:r w:rsidRPr="00CD4356">
        <w:rPr>
          <w:rFonts w:ascii="Calibri" w:hAnsi="Calibri"/>
          <w:sz w:val="24"/>
          <w:szCs w:val="24"/>
          <w:lang w:val="en-AU" w:eastAsia="en-GB"/>
        </w:rPr>
        <w:tab/>
      </w:r>
      <w:r>
        <w:t>dmakefile</w:t>
      </w:r>
      <w:r>
        <w:tab/>
      </w:r>
      <w:r>
        <w:fldChar w:fldCharType="begin"/>
      </w:r>
      <w:r>
        <w:instrText xml:space="preserve"> PAGEREF _Toc74292964 \h </w:instrText>
      </w:r>
      <w:r>
        <w:fldChar w:fldCharType="separate"/>
      </w:r>
      <w:r>
        <w:t>9</w:t>
      </w:r>
      <w:r>
        <w:fldChar w:fldCharType="end"/>
      </w:r>
    </w:p>
    <w:p w14:paraId="393F637B" w14:textId="77777777" w:rsidR="004C6374" w:rsidRPr="00CD4356" w:rsidRDefault="004C6374">
      <w:pPr>
        <w:pStyle w:val="TOC2"/>
        <w:rPr>
          <w:rFonts w:ascii="Calibri" w:hAnsi="Calibri"/>
          <w:sz w:val="24"/>
          <w:szCs w:val="24"/>
          <w:lang w:val="en-AU" w:eastAsia="en-GB"/>
        </w:rPr>
      </w:pPr>
      <w:r>
        <w:t>2.6</w:t>
      </w:r>
      <w:r w:rsidRPr="00CD4356">
        <w:rPr>
          <w:rFonts w:ascii="Calibri" w:hAnsi="Calibri"/>
          <w:sz w:val="24"/>
          <w:szCs w:val="24"/>
          <w:lang w:val="en-AU" w:eastAsia="en-GB"/>
        </w:rPr>
        <w:tab/>
      </w:r>
      <w:r>
        <w:t>Error definition file</w:t>
      </w:r>
      <w:r>
        <w:tab/>
      </w:r>
      <w:r>
        <w:fldChar w:fldCharType="begin"/>
      </w:r>
      <w:r>
        <w:instrText xml:space="preserve"> PAGEREF _Toc74292965 \h </w:instrText>
      </w:r>
      <w:r>
        <w:fldChar w:fldCharType="separate"/>
      </w:r>
      <w:r>
        <w:t>10</w:t>
      </w:r>
      <w:r>
        <w:fldChar w:fldCharType="end"/>
      </w:r>
    </w:p>
    <w:p w14:paraId="4FD842BE" w14:textId="77777777" w:rsidR="004C6374" w:rsidRPr="00CD4356" w:rsidRDefault="004C6374">
      <w:pPr>
        <w:pStyle w:val="TOC2"/>
        <w:rPr>
          <w:rFonts w:ascii="Calibri" w:hAnsi="Calibri"/>
          <w:sz w:val="24"/>
          <w:szCs w:val="24"/>
          <w:lang w:val="en-AU" w:eastAsia="en-GB"/>
        </w:rPr>
      </w:pPr>
      <w:r>
        <w:t>2.7</w:t>
      </w:r>
      <w:r w:rsidRPr="00CD4356">
        <w:rPr>
          <w:rFonts w:ascii="Calibri" w:hAnsi="Calibri"/>
          <w:sz w:val="24"/>
          <w:szCs w:val="24"/>
          <w:lang w:val="en-AU" w:eastAsia="en-GB"/>
        </w:rPr>
        <w:tab/>
      </w:r>
      <w:r>
        <w:t>test.expected</w:t>
      </w:r>
      <w:r>
        <w:tab/>
      </w:r>
      <w:r>
        <w:fldChar w:fldCharType="begin"/>
      </w:r>
      <w:r>
        <w:instrText xml:space="preserve"> PAGEREF _Toc74292966 \h </w:instrText>
      </w:r>
      <w:r>
        <w:fldChar w:fldCharType="separate"/>
      </w:r>
      <w:r>
        <w:t>11</w:t>
      </w:r>
      <w:r>
        <w:fldChar w:fldCharType="end"/>
      </w:r>
    </w:p>
    <w:p w14:paraId="368563CB" w14:textId="77777777" w:rsidR="004C6374" w:rsidRPr="00CD4356" w:rsidRDefault="004C6374">
      <w:pPr>
        <w:pStyle w:val="TOC2"/>
        <w:rPr>
          <w:rFonts w:ascii="Calibri" w:hAnsi="Calibri"/>
          <w:sz w:val="24"/>
          <w:szCs w:val="24"/>
          <w:lang w:val="en-AU" w:eastAsia="en-GB"/>
        </w:rPr>
      </w:pPr>
      <w:r>
        <w:t>2.8</w:t>
      </w:r>
      <w:r w:rsidRPr="00CD4356">
        <w:rPr>
          <w:rFonts w:ascii="Calibri" w:hAnsi="Calibri"/>
          <w:sz w:val="24"/>
          <w:szCs w:val="24"/>
          <w:lang w:val="en-AU" w:eastAsia="en-GB"/>
        </w:rPr>
        <w:tab/>
      </w:r>
      <w:r>
        <w:t>Other files</w:t>
      </w:r>
      <w:r>
        <w:tab/>
      </w:r>
      <w:r>
        <w:fldChar w:fldCharType="begin"/>
      </w:r>
      <w:r>
        <w:instrText xml:space="preserve"> PAGEREF _Toc74292967 \h </w:instrText>
      </w:r>
      <w:r>
        <w:fldChar w:fldCharType="separate"/>
      </w:r>
      <w:r>
        <w:t>11</w:t>
      </w:r>
      <w:r>
        <w:fldChar w:fldCharType="end"/>
      </w:r>
    </w:p>
    <w:p w14:paraId="36522462" w14:textId="77777777" w:rsidR="00D97774" w:rsidRDefault="00D97774">
      <w:pPr>
        <w:rPr>
          <w:b/>
          <w:sz w:val="28"/>
        </w:rPr>
      </w:pPr>
      <w:r>
        <w:rPr>
          <w:b/>
          <w:sz w:val="28"/>
        </w:rPr>
        <w:fldChar w:fldCharType="end"/>
      </w:r>
    </w:p>
    <w:p w14:paraId="084AA1F1" w14:textId="77777777" w:rsidR="00D97774" w:rsidRDefault="00D97774">
      <w:pPr>
        <w:rPr>
          <w:sz w:val="20"/>
        </w:rPr>
      </w:pPr>
      <w:r>
        <w:rPr>
          <w:sz w:val="20"/>
        </w:rPr>
        <w:t>Revisions:</w:t>
      </w:r>
    </w:p>
    <w:p w14:paraId="323341F7" w14:textId="77777777" w:rsidR="00D97774" w:rsidRDefault="00A03334" w:rsidP="007B4EC5">
      <w:pPr>
        <w:pStyle w:val="RevisionList"/>
        <w:spacing w:after="0"/>
      </w:pPr>
      <w:r>
        <w:t>11-Oct</w:t>
      </w:r>
      <w:r w:rsidR="001C1387">
        <w:t>-</w:t>
      </w:r>
      <w:r>
        <w:t>2018</w:t>
      </w:r>
      <w:r w:rsidR="00D97774">
        <w:t>:</w:t>
      </w:r>
      <w:r w:rsidR="00D97774">
        <w:tab/>
        <w:t>TJF, First Version</w:t>
      </w:r>
    </w:p>
    <w:p w14:paraId="73766909" w14:textId="46F6036A" w:rsidR="00700DEE" w:rsidRDefault="00700DEE" w:rsidP="007B4EC5">
      <w:pPr>
        <w:pStyle w:val="RevisionList"/>
        <w:spacing w:after="0"/>
      </w:pPr>
      <w:r>
        <w:t>11-Jun-2021:</w:t>
      </w:r>
      <w:r>
        <w:tab/>
        <w:t xml:space="preserve">TJF, </w:t>
      </w:r>
      <w:proofErr w:type="gramStart"/>
      <w:r>
        <w:t>Fix</w:t>
      </w:r>
      <w:proofErr w:type="gramEnd"/>
      <w:r>
        <w:t xml:space="preserve"> some flaws, add more implementation details.</w:t>
      </w:r>
    </w:p>
    <w:p w14:paraId="66EDD24C" w14:textId="58CDCD39" w:rsidR="0020103F" w:rsidRDefault="0020103F" w:rsidP="007B4EC5">
      <w:pPr>
        <w:pStyle w:val="RevisionList"/>
        <w:spacing w:after="0"/>
      </w:pPr>
      <w:r>
        <w:t>02-May-2022:</w:t>
      </w:r>
      <w:r>
        <w:tab/>
        <w:t xml:space="preserve">TJF, </w:t>
      </w:r>
      <w:proofErr w:type="gramStart"/>
      <w:r>
        <w:t>Updated</w:t>
      </w:r>
      <w:proofErr w:type="gramEnd"/>
      <w:r>
        <w:t xml:space="preserve"> for move to GitLab.</w:t>
      </w:r>
      <w:r w:rsidR="004C393E">
        <w:t xml:space="preserve"> Renamed from .doc to .docx.</w:t>
      </w:r>
    </w:p>
    <w:p w14:paraId="20A862FA" w14:textId="77777777" w:rsidR="00D97774" w:rsidRDefault="00D97774">
      <w:pPr>
        <w:ind w:left="567"/>
        <w:rPr>
          <w:sz w:val="16"/>
        </w:rPr>
      </w:pPr>
    </w:p>
    <w:p w14:paraId="76E9C917" w14:textId="77777777" w:rsidR="00D97774" w:rsidRDefault="00D97774">
      <w:pPr>
        <w:sectPr w:rsidR="00D97774">
          <w:headerReference w:type="even" r:id="rId8"/>
          <w:headerReference w:type="default" r:id="rId9"/>
          <w:footerReference w:type="even" r:id="rId10"/>
          <w:footerReference w:type="default" r:id="rId11"/>
          <w:type w:val="continuous"/>
          <w:pgSz w:w="11880" w:h="16820" w:code="9"/>
          <w:pgMar w:top="1440" w:right="1797" w:bottom="1440" w:left="1797" w:header="720" w:footer="720" w:gutter="0"/>
          <w:cols w:space="720"/>
          <w:titlePg/>
        </w:sectPr>
      </w:pPr>
    </w:p>
    <w:p w14:paraId="01D46102" w14:textId="77777777" w:rsidR="00D97774" w:rsidRDefault="00D97774"/>
    <w:p w14:paraId="4B9A41B3" w14:textId="77777777" w:rsidR="00D97774" w:rsidRDefault="00D97774">
      <w:pPr>
        <w:pStyle w:val="Heading1"/>
      </w:pPr>
      <w:bookmarkStart w:id="0" w:name="_Toc422646383"/>
      <w:bookmarkStart w:id="1" w:name="_Toc74292954"/>
      <w:r>
        <w:t>Introduction</w:t>
      </w:r>
      <w:bookmarkEnd w:id="0"/>
      <w:bookmarkEnd w:id="1"/>
    </w:p>
    <w:p w14:paraId="77D73DCD" w14:textId="27134F33" w:rsidR="00B83EA7" w:rsidRDefault="00824E49" w:rsidP="00B83EA7">
      <w:r>
        <w:t xml:space="preserve">This document describes how to work with the Template AAO DRAMA2 </w:t>
      </w:r>
      <w:r w:rsidR="00041B35">
        <w:t xml:space="preserve">task </w:t>
      </w:r>
      <w:r>
        <w:t xml:space="preserve">obtained </w:t>
      </w:r>
      <w:r w:rsidR="00CC6554">
        <w:t xml:space="preserve">by forking </w:t>
      </w:r>
      <w:hyperlink r:id="rId12" w:history="1">
        <w:r w:rsidR="00CC6554" w:rsidRPr="002A2369">
          <w:rPr>
            <w:rStyle w:val="Hyperlink"/>
          </w:rPr>
          <w:t>https://dev.aao.org.au/rds/templates/drama-2-template.git</w:t>
        </w:r>
      </w:hyperlink>
      <w:r w:rsidR="00CC6554">
        <w:t xml:space="preserve"> (Hope to use it as a template task)</w:t>
      </w:r>
    </w:p>
    <w:p w14:paraId="5483A8B9" w14:textId="77777777" w:rsidR="00500FEF" w:rsidRDefault="00500FEF" w:rsidP="00B83EA7">
      <w:r>
        <w:t xml:space="preserve">The task generated by this will easily load into many of our systems, the 2dF, KOALA, Taipan and Veloce Control tasks can all load it, initialize </w:t>
      </w:r>
      <w:proofErr w:type="gramStart"/>
      <w:r>
        <w:t>it</w:t>
      </w:r>
      <w:proofErr w:type="gramEnd"/>
      <w:r>
        <w:t xml:space="preserve"> and start </w:t>
      </w:r>
      <w:r w:rsidR="00CC2EAA">
        <w:t>getting</w:t>
      </w:r>
      <w:r>
        <w:t xml:space="preserve"> FITS header information from it – it just simply needs to be added to the configuration file</w:t>
      </w:r>
      <w:r w:rsidR="00CC2EAA">
        <w:t xml:space="preserve"> of the relevant control task</w:t>
      </w:r>
      <w:r>
        <w:t>.</w:t>
      </w:r>
    </w:p>
    <w:p w14:paraId="59ECAAEE" w14:textId="77777777" w:rsidR="00500FEF" w:rsidRDefault="00500FEF" w:rsidP="00B83EA7">
      <w:r>
        <w:t xml:space="preserve">But it is a template, it does nothing real.  How do you turn it into your own task which does something </w:t>
      </w:r>
      <w:proofErr w:type="gramStart"/>
      <w:r>
        <w:t>real.</w:t>
      </w:r>
      <w:proofErr w:type="gramEnd"/>
    </w:p>
    <w:p w14:paraId="6766519D" w14:textId="77777777" w:rsidR="00500FEF" w:rsidRDefault="00500FEF" w:rsidP="005154BC">
      <w:pPr>
        <w:pStyle w:val="Heading2"/>
      </w:pPr>
      <w:bookmarkStart w:id="2" w:name="_Toc74292955"/>
      <w:r>
        <w:t>Other documentation</w:t>
      </w:r>
      <w:bookmarkEnd w:id="2"/>
    </w:p>
    <w:p w14:paraId="5B55D61D" w14:textId="2116992F" w:rsidR="00500FEF" w:rsidRDefault="00500FEF" w:rsidP="00B83EA7">
      <w:r>
        <w:t xml:space="preserve">First – please note that this does not replace the DRAMA2 Documentation (E.g. the </w:t>
      </w:r>
      <w:hyperlink r:id="rId13" w:history="1">
        <w:r w:rsidRPr="004A7392">
          <w:rPr>
            <w:rStyle w:val="Hyperlink"/>
          </w:rPr>
          <w:t xml:space="preserve">DRAMA </w:t>
        </w:r>
        <w:r w:rsidRPr="004A7392">
          <w:rPr>
            <w:rStyle w:val="Hyperlink"/>
          </w:rPr>
          <w:t>2</w:t>
        </w:r>
        <w:r w:rsidRPr="004A7392">
          <w:rPr>
            <w:rStyle w:val="Hyperlink"/>
          </w:rPr>
          <w:t xml:space="preserve"> Book</w:t>
        </w:r>
      </w:hyperlink>
      <w:r>
        <w:t xml:space="preserve">, in ACMM sub-system </w:t>
      </w:r>
      <w:r w:rsidRPr="005154BC">
        <w:rPr>
          <w:rFonts w:ascii="Courier New" w:hAnsi="Courier New" w:cs="Courier New"/>
        </w:rPr>
        <w:t>Drama2Examples</w:t>
      </w:r>
      <w:r>
        <w:t xml:space="preserve">, file </w:t>
      </w:r>
      <w:r w:rsidRPr="005154BC">
        <w:rPr>
          <w:rFonts w:ascii="Courier New" w:hAnsi="Courier New" w:cs="Courier New"/>
        </w:rPr>
        <w:t>Drama2.doc</w:t>
      </w:r>
      <w:r>
        <w:t>), DRAMA Web pages (</w:t>
      </w:r>
      <w:hyperlink r:id="rId14" w:history="1">
        <w:r w:rsidR="004A7392" w:rsidRPr="002A2369">
          <w:rPr>
            <w:rStyle w:val="Hyperlink"/>
          </w:rPr>
          <w:t>http://drama.aao.org.au</w:t>
        </w:r>
      </w:hyperlink>
      <w:r>
        <w:t xml:space="preserve">), or our growing set of </w:t>
      </w:r>
      <w:r w:rsidR="00FC6E3F">
        <w:t>Confluence</w:t>
      </w:r>
      <w:r>
        <w:t xml:space="preserve"> pages on DRAMA 2 – (</w:t>
      </w:r>
      <w:hyperlink r:id="rId15" w:history="1">
        <w:r w:rsidR="004A7392" w:rsidRPr="002A2369">
          <w:rPr>
            <w:rStyle w:val="Hyperlink"/>
          </w:rPr>
          <w:t>https://confluence.aao.org.au/displa</w:t>
        </w:r>
        <w:r w:rsidR="004A7392" w:rsidRPr="002A2369">
          <w:rPr>
            <w:rStyle w:val="Hyperlink"/>
          </w:rPr>
          <w:t>y</w:t>
        </w:r>
        <w:r w:rsidR="004A7392" w:rsidRPr="002A2369">
          <w:rPr>
            <w:rStyle w:val="Hyperlink"/>
          </w:rPr>
          <w:t>/AAOSOFT/DRAMA</w:t>
        </w:r>
      </w:hyperlink>
      <w:r>
        <w:t>).  Please refer to those</w:t>
      </w:r>
      <w:proofErr w:type="gramStart"/>
      <w:r>
        <w:t>, in particular, the</w:t>
      </w:r>
      <w:proofErr w:type="gramEnd"/>
      <w:r>
        <w:t xml:space="preserve"> DRAMA 2 </w:t>
      </w:r>
      <w:r w:rsidR="00CC2EAA">
        <w:t>book</w:t>
      </w:r>
      <w:r>
        <w:t xml:space="preserve"> is a </w:t>
      </w:r>
      <w:r w:rsidR="00CC2EAA">
        <w:t>good</w:t>
      </w:r>
      <w:r>
        <w:t xml:space="preserve"> introduction to DRAMA</w:t>
      </w:r>
      <w:r w:rsidR="00CC2EAA">
        <w:t xml:space="preserve"> for C++ programs</w:t>
      </w:r>
      <w:r>
        <w:t>.</w:t>
      </w:r>
      <w:r w:rsidR="00CC2EAA">
        <w:t xml:space="preserve">  </w:t>
      </w:r>
      <w:r w:rsidR="00931B42">
        <w:t xml:space="preserve">But these </w:t>
      </w:r>
      <w:r w:rsidR="00CC2EAA">
        <w:t>are</w:t>
      </w:r>
      <w:r w:rsidR="00931B42">
        <w:t xml:space="preserve"> often general</w:t>
      </w:r>
      <w:r w:rsidR="00CC2EAA">
        <w:t xml:space="preserve"> in nature</w:t>
      </w:r>
      <w:r w:rsidR="00931B42">
        <w:t>, this document and the associated template code gives you a real task to start from</w:t>
      </w:r>
      <w:r w:rsidR="00CC2EAA">
        <w:t>.</w:t>
      </w:r>
    </w:p>
    <w:p w14:paraId="07040DD3" w14:textId="106F357F" w:rsidR="00500FEF" w:rsidRDefault="00FC6E3F" w:rsidP="005154BC">
      <w:pPr>
        <w:pStyle w:val="Heading2"/>
      </w:pPr>
      <w:r>
        <w:t>Creating the task from the template repository.</w:t>
      </w:r>
    </w:p>
    <w:p w14:paraId="15640B3A" w14:textId="07802479" w:rsidR="00FC6E3F" w:rsidRDefault="00FC6E3F" w:rsidP="00FC6E3F">
      <w:r>
        <w:t xml:space="preserve">Having forked </w:t>
      </w:r>
      <w:r w:rsidR="000D444C">
        <w:t xml:space="preserve">the “drama-2-template” repository, you need to clone your fork and then </w:t>
      </w:r>
      <w:r w:rsidR="00AC1E48">
        <w:t xml:space="preserve">you must </w:t>
      </w:r>
      <w:r w:rsidR="000D444C">
        <w:t>run the “</w:t>
      </w:r>
      <w:r w:rsidR="000D444C" w:rsidRPr="00AC1E48">
        <w:rPr>
          <w:rFonts w:ascii="Courier" w:hAnsi="Courier"/>
        </w:rPr>
        <w:t>RUN_ME</w:t>
      </w:r>
      <w:r w:rsidR="000D444C">
        <w:t>” script.</w:t>
      </w:r>
    </w:p>
    <w:p w14:paraId="23C62300" w14:textId="78BF7098" w:rsidR="000D444C" w:rsidRDefault="000D444C" w:rsidP="00FC6E3F">
      <w:r>
        <w:t>This scrip</w:t>
      </w:r>
      <w:r w:rsidR="00E80EA8">
        <w:t>t</w:t>
      </w:r>
      <w:r>
        <w:t xml:space="preserve"> will:</w:t>
      </w:r>
    </w:p>
    <w:p w14:paraId="3B42D690" w14:textId="447365AF" w:rsidR="000D444C" w:rsidRDefault="000D444C" w:rsidP="00E80EA8">
      <w:pPr>
        <w:pStyle w:val="ListParagraph"/>
        <w:numPr>
          <w:ilvl w:val="0"/>
          <w:numId w:val="6"/>
        </w:numPr>
      </w:pPr>
      <w:r>
        <w:t>Properly load a sub-module (</w:t>
      </w:r>
      <w:proofErr w:type="spellStart"/>
      <w:r w:rsidR="00AC1E48">
        <w:fldChar w:fldCharType="begin"/>
      </w:r>
      <w:r w:rsidR="00AC1E48">
        <w:instrText xml:space="preserve"> HYPERLINK "https://dev.aao.org.au/rds/drama/DramaTemplateDriver" </w:instrText>
      </w:r>
      <w:r w:rsidR="00AC1E48">
        <w:fldChar w:fldCharType="separate"/>
      </w:r>
      <w:r w:rsidRPr="00AC1E48">
        <w:rPr>
          <w:rStyle w:val="Hyperlink"/>
        </w:rPr>
        <w:t>DramaTemplateDriver</w:t>
      </w:r>
      <w:proofErr w:type="spellEnd"/>
      <w:r w:rsidR="00AC1E48">
        <w:fldChar w:fldCharType="end"/>
      </w:r>
      <w:r>
        <w:t>) which contains the main script.</w:t>
      </w:r>
    </w:p>
    <w:p w14:paraId="21E28129" w14:textId="0FE74CB6" w:rsidR="000D444C" w:rsidRDefault="000D444C" w:rsidP="00E80EA8">
      <w:pPr>
        <w:pStyle w:val="ListParagraph"/>
        <w:numPr>
          <w:ilvl w:val="0"/>
          <w:numId w:val="6"/>
        </w:numPr>
      </w:pPr>
      <w:r>
        <w:t xml:space="preserve">Run </w:t>
      </w:r>
      <w:proofErr w:type="spellStart"/>
      <w:r>
        <w:t>DramaTemplateDriver</w:t>
      </w:r>
      <w:proofErr w:type="spellEnd"/>
      <w:r>
        <w:t>/</w:t>
      </w:r>
      <w:proofErr w:type="spellStart"/>
      <w:r w:rsidRPr="000D444C">
        <w:t>SetupTemplate</w:t>
      </w:r>
      <w:proofErr w:type="spellEnd"/>
      <w:r>
        <w:t xml:space="preserve"> which does the </w:t>
      </w:r>
      <w:r w:rsidR="00496B81">
        <w:t>remainder</w:t>
      </w:r>
      <w:r>
        <w:t xml:space="preserve"> of the work</w:t>
      </w:r>
    </w:p>
    <w:p w14:paraId="30B32725" w14:textId="633EEECA" w:rsidR="00A81BC5" w:rsidRDefault="00A81BC5" w:rsidP="00E80EA8">
      <w:pPr>
        <w:pStyle w:val="ListParagraph"/>
        <w:numPr>
          <w:ilvl w:val="0"/>
          <w:numId w:val="6"/>
        </w:numPr>
      </w:pPr>
      <w:r>
        <w:t xml:space="preserve">It will prompt you for the name of your task.  This should be a relatively short name that your DRAMA task should be known as.  Keep this short – it is used as the prefix for file names and class names. </w:t>
      </w:r>
    </w:p>
    <w:p w14:paraId="5398E96A" w14:textId="77777777" w:rsidR="000D444C" w:rsidRDefault="00AB1CF9" w:rsidP="00E80EA8">
      <w:pPr>
        <w:pStyle w:val="ListParagraph"/>
        <w:numPr>
          <w:ilvl w:val="0"/>
          <w:numId w:val="6"/>
        </w:numPr>
      </w:pPr>
      <w:r>
        <w:t xml:space="preserve">Any file name in the template is renamed appropriately to match your sub-system.  </w:t>
      </w:r>
    </w:p>
    <w:p w14:paraId="421BB748" w14:textId="2C3F7C3F" w:rsidR="00AB1CF9" w:rsidRDefault="00AB1CF9" w:rsidP="00E80EA8">
      <w:pPr>
        <w:pStyle w:val="ListParagraph"/>
        <w:numPr>
          <w:ilvl w:val="0"/>
          <w:numId w:val="6"/>
        </w:numPr>
      </w:pPr>
      <w:r>
        <w:t>In each of the files, the template string is replaced by your sub-system name, except that case is maintained appropriately.</w:t>
      </w:r>
    </w:p>
    <w:p w14:paraId="1A8E5694" w14:textId="579F8F1B" w:rsidR="000D444C" w:rsidRDefault="000D444C" w:rsidP="00E80EA8">
      <w:pPr>
        <w:pStyle w:val="ListParagraph"/>
        <w:numPr>
          <w:ilvl w:val="0"/>
          <w:numId w:val="6"/>
        </w:numPr>
      </w:pPr>
      <w:r>
        <w:t xml:space="preserve">A DRAMA Error facility code will be allocated and </w:t>
      </w:r>
      <w:r w:rsidR="00496B81">
        <w:t xml:space="preserve">inserted into you task.  This works correctly if you have </w:t>
      </w:r>
      <w:proofErr w:type="gramStart"/>
      <w:r w:rsidR="00496B81">
        <w:t>write</w:t>
      </w:r>
      <w:proofErr w:type="gramEnd"/>
      <w:r w:rsidR="00496B81">
        <w:t xml:space="preserve"> access to the </w:t>
      </w:r>
      <w:hyperlink r:id="rId16" w:history="1">
        <w:proofErr w:type="spellStart"/>
        <w:r w:rsidR="00496B81" w:rsidRPr="00496B81">
          <w:rPr>
            <w:rStyle w:val="Hyperlink"/>
          </w:rPr>
          <w:t>DramaErrorCodes</w:t>
        </w:r>
        <w:proofErr w:type="spellEnd"/>
      </w:hyperlink>
      <w:r w:rsidR="00496B81">
        <w:t xml:space="preserve"> repository.  If not, you will need to talk to an AAO MQ staff member to get a unique error code for your task</w:t>
      </w:r>
    </w:p>
    <w:p w14:paraId="2C3A1C5A" w14:textId="5C4FDC4D" w:rsidR="00E80EA8" w:rsidRDefault="00E80EA8" w:rsidP="00E80EA8">
      <w:pPr>
        <w:pStyle w:val="ListParagraph"/>
        <w:numPr>
          <w:ilvl w:val="0"/>
          <w:numId w:val="6"/>
        </w:numPr>
      </w:pPr>
      <w:r>
        <w:t xml:space="preserve">Delete the </w:t>
      </w:r>
      <w:proofErr w:type="spellStart"/>
      <w:r w:rsidR="00AC1E48">
        <w:t>DramaTemplateDriver</w:t>
      </w:r>
      <w:proofErr w:type="spellEnd"/>
      <w:r w:rsidR="00AC1E48">
        <w:t xml:space="preserve"> sub-module and the RUN_ME script.</w:t>
      </w:r>
    </w:p>
    <w:p w14:paraId="7EC36217" w14:textId="52AA7BAD" w:rsidR="00AC1E48" w:rsidRDefault="00AC1E48" w:rsidP="00E80EA8">
      <w:pPr>
        <w:pStyle w:val="ListParagraph"/>
        <w:numPr>
          <w:ilvl w:val="0"/>
          <w:numId w:val="6"/>
        </w:numPr>
      </w:pPr>
      <w:r>
        <w:t>Add all the changes into Git and commit them.</w:t>
      </w:r>
    </w:p>
    <w:p w14:paraId="5DDB5FD9" w14:textId="77777777" w:rsidR="00496B81" w:rsidRDefault="00496B81" w:rsidP="00B83EA7"/>
    <w:p w14:paraId="5CA8A40E" w14:textId="77777777" w:rsidR="00496B81" w:rsidRDefault="00496B81" w:rsidP="00B83EA7"/>
    <w:p w14:paraId="3C530D2A" w14:textId="77777777" w:rsidR="00A14102" w:rsidRDefault="00A14102" w:rsidP="00B83EA7">
      <w:r>
        <w:lastRenderedPageBreak/>
        <w:t>In in the example above, you will end up with a sub-system named “</w:t>
      </w:r>
      <w:proofErr w:type="spellStart"/>
      <w:r w:rsidRPr="00A14102">
        <w:rPr>
          <w:rFonts w:ascii="Courier New" w:hAnsi="Courier New" w:cs="Courier New"/>
        </w:rPr>
        <w:t>MyTask</w:t>
      </w:r>
      <w:proofErr w:type="spellEnd"/>
      <w:r>
        <w:t>”, the task name will be “</w:t>
      </w:r>
      <w:r w:rsidRPr="00A14102">
        <w:rPr>
          <w:rFonts w:ascii="Courier New" w:hAnsi="Courier New" w:cs="Courier New"/>
        </w:rPr>
        <w:t>MYTASK</w:t>
      </w:r>
      <w:r>
        <w:t xml:space="preserve">”, the files will be named things like </w:t>
      </w:r>
      <w:r w:rsidRPr="00A14102">
        <w:rPr>
          <w:rFonts w:ascii="Courier New" w:hAnsi="Courier New" w:cs="Courier New"/>
        </w:rPr>
        <w:t>mytask.cpp</w:t>
      </w:r>
      <w:r>
        <w:t xml:space="preserve"> and the namespace used will be “</w:t>
      </w:r>
      <w:proofErr w:type="spellStart"/>
      <w:r w:rsidRPr="00A14102">
        <w:rPr>
          <w:rFonts w:ascii="Courier New" w:hAnsi="Courier New" w:cs="Courier New"/>
        </w:rPr>
        <w:t>mytask</w:t>
      </w:r>
      <w:proofErr w:type="spellEnd"/>
      <w:r>
        <w:t>”</w:t>
      </w:r>
      <w:r w:rsidR="00A03EEB">
        <w:t>.  Whilst everything but the sub-system name can be changed, it is best to think through the name properly before starting.</w:t>
      </w:r>
    </w:p>
    <w:p w14:paraId="592CCD16" w14:textId="77777777" w:rsidR="00A03EEB" w:rsidRDefault="00A03EEB" w:rsidP="005154BC">
      <w:pPr>
        <w:pStyle w:val="Heading2"/>
      </w:pPr>
      <w:bookmarkStart w:id="3" w:name="_Toc74292957"/>
      <w:r>
        <w:t>Basic build and run of the task.</w:t>
      </w:r>
      <w:bookmarkEnd w:id="3"/>
    </w:p>
    <w:p w14:paraId="633E7E52" w14:textId="2BCA5C50" w:rsidR="00A03EEB" w:rsidRDefault="00A03EEB" w:rsidP="007918CD">
      <w:r>
        <w:t xml:space="preserve">Having created </w:t>
      </w:r>
      <w:r w:rsidR="007918CD">
        <w:t>repository, clone it if you don’t already have it local.</w:t>
      </w:r>
    </w:p>
    <w:p w14:paraId="6F80FC0F" w14:textId="77777777" w:rsidR="00A03EEB" w:rsidRDefault="00A03EEB" w:rsidP="00B83EA7">
      <w:r>
        <w:t>Then, presuming you have drama enabled (</w:t>
      </w:r>
      <w:proofErr w:type="spellStart"/>
      <w:r w:rsidRPr="00CC2EAA">
        <w:rPr>
          <w:rFonts w:ascii="Courier New" w:hAnsi="Courier New" w:cs="Courier New"/>
        </w:rPr>
        <w:t>dramastart</w:t>
      </w:r>
      <w:proofErr w:type="spellEnd"/>
      <w:r>
        <w:t xml:space="preserve"> has been run), you can </w:t>
      </w:r>
      <w:r w:rsidR="00CC2EAA">
        <w:t>build</w:t>
      </w:r>
      <w:r>
        <w:t xml:space="preserve"> and test your program with</w:t>
      </w:r>
    </w:p>
    <w:p w14:paraId="4252B759" w14:textId="74EA1392" w:rsidR="00A03EEB" w:rsidRDefault="00A03EEB" w:rsidP="00936165">
      <w:pPr>
        <w:pStyle w:val="Example"/>
      </w:pPr>
      <w:r>
        <w:t xml:space="preserve">cd </w:t>
      </w:r>
      <w:proofErr w:type="spellStart"/>
      <w:proofErr w:type="gramStart"/>
      <w:r>
        <w:t>MyTask</w:t>
      </w:r>
      <w:proofErr w:type="spellEnd"/>
      <w:r w:rsidR="007918CD">
        <w:t xml:space="preserve">  #</w:t>
      </w:r>
      <w:proofErr w:type="gramEnd"/>
      <w:r w:rsidR="007918CD">
        <w:t xml:space="preserve"> </w:t>
      </w:r>
      <w:proofErr w:type="spellStart"/>
      <w:r w:rsidR="007918CD">
        <w:t>MyTask</w:t>
      </w:r>
      <w:proofErr w:type="spellEnd"/>
      <w:r w:rsidR="007918CD">
        <w:t xml:space="preserve"> = </w:t>
      </w:r>
      <w:r w:rsidR="00AD40C3">
        <w:t>repository</w:t>
      </w:r>
      <w:r w:rsidR="007918CD">
        <w:t xml:space="preserve"> name</w:t>
      </w:r>
    </w:p>
    <w:p w14:paraId="7A509A62" w14:textId="77777777" w:rsidR="00A03EEB" w:rsidRDefault="00A03EEB" w:rsidP="00936165">
      <w:pPr>
        <w:pStyle w:val="Example"/>
      </w:pPr>
      <w:proofErr w:type="spellStart"/>
      <w:r>
        <w:t>dmkmf</w:t>
      </w:r>
      <w:proofErr w:type="spellEnd"/>
    </w:p>
    <w:p w14:paraId="013FA5A1" w14:textId="77777777" w:rsidR="00A03EEB" w:rsidRDefault="00A03EEB" w:rsidP="00936165">
      <w:pPr>
        <w:pStyle w:val="Example"/>
      </w:pPr>
      <w:r>
        <w:t>make</w:t>
      </w:r>
    </w:p>
    <w:p w14:paraId="01C1C711" w14:textId="77777777" w:rsidR="00A03EEB" w:rsidRDefault="00A03EEB" w:rsidP="00B83EA7">
      <w:r>
        <w:t>The output should be something like</w:t>
      </w:r>
      <w:r w:rsidR="007E0801">
        <w:t>: (don’t bother reading it all)</w:t>
      </w:r>
    </w:p>
    <w:p w14:paraId="01FE85C9" w14:textId="77777777" w:rsidR="00A03EEB" w:rsidRPr="00A03EEB" w:rsidRDefault="00A03EEB" w:rsidP="00936165">
      <w:pPr>
        <w:pStyle w:val="Example"/>
      </w:pPr>
      <w:r w:rsidRPr="00A03EEB">
        <w:t xml:space="preserve">&gt;&gt; </w:t>
      </w:r>
      <w:proofErr w:type="spellStart"/>
      <w:r w:rsidRPr="00A03EEB">
        <w:t>dmkmf</w:t>
      </w:r>
      <w:proofErr w:type="spellEnd"/>
    </w:p>
    <w:p w14:paraId="1C5F2E3F" w14:textId="77777777" w:rsidR="00A03EEB" w:rsidRPr="00A03EEB" w:rsidRDefault="00A03EEB" w:rsidP="00936165">
      <w:pPr>
        <w:pStyle w:val="Example"/>
      </w:pPr>
      <w:r w:rsidRPr="00A03EEB">
        <w:t>Build target is "linux_x86"</w:t>
      </w:r>
    </w:p>
    <w:p w14:paraId="0A7DF743" w14:textId="77777777" w:rsidR="00A03EEB" w:rsidRPr="00A03EEB" w:rsidRDefault="00A03EEB" w:rsidP="00936165">
      <w:pPr>
        <w:pStyle w:val="Example"/>
      </w:pPr>
      <w:r w:rsidRPr="00A03EEB">
        <w:t xml:space="preserve">Running </w:t>
      </w:r>
      <w:proofErr w:type="spellStart"/>
      <w:r w:rsidRPr="00A03EEB">
        <w:t>imake</w:t>
      </w:r>
      <w:proofErr w:type="spellEnd"/>
      <w:r w:rsidRPr="00A03EEB">
        <w:t xml:space="preserve"> to create DRAMA </w:t>
      </w:r>
      <w:proofErr w:type="spellStart"/>
      <w:r w:rsidRPr="00A03EEB">
        <w:t>Makefile</w:t>
      </w:r>
      <w:proofErr w:type="spellEnd"/>
      <w:r w:rsidRPr="00A03EEB">
        <w:t>.</w:t>
      </w:r>
    </w:p>
    <w:p w14:paraId="1D836D94" w14:textId="77777777" w:rsidR="00A03EEB" w:rsidRPr="00A03EEB" w:rsidRDefault="00A03EEB" w:rsidP="00936165">
      <w:pPr>
        <w:pStyle w:val="Example"/>
      </w:pPr>
      <w:r w:rsidRPr="00A03EEB">
        <w:t>&gt;&gt; make</w:t>
      </w:r>
    </w:p>
    <w:p w14:paraId="560F8EFF" w14:textId="77777777" w:rsidR="00A03EEB" w:rsidRPr="00A03EEB" w:rsidRDefault="00A03EEB" w:rsidP="00936165">
      <w:pPr>
        <w:pStyle w:val="Example"/>
      </w:pPr>
      <w:r w:rsidRPr="00A03EEB">
        <w:t xml:space="preserve">Running </w:t>
      </w:r>
      <w:proofErr w:type="spellStart"/>
      <w:r w:rsidRPr="00A03EEB">
        <w:t>messgen</w:t>
      </w:r>
      <w:proofErr w:type="spellEnd"/>
      <w:r w:rsidRPr="00A03EEB">
        <w:t xml:space="preserve"> on mytask_err.msg:                                 </w:t>
      </w:r>
      <w:proofErr w:type="gramStart"/>
      <w:r w:rsidRPr="00A03EEB">
        <w:t xml:space="preserve">   [</w:t>
      </w:r>
      <w:proofErr w:type="gramEnd"/>
      <w:r w:rsidRPr="00A03EEB">
        <w:t>OK]</w:t>
      </w:r>
    </w:p>
    <w:p w14:paraId="2DEDAA60" w14:textId="77777777" w:rsidR="00A03EEB" w:rsidRPr="00A03EEB" w:rsidRDefault="00A03EEB" w:rsidP="00936165">
      <w:pPr>
        <w:pStyle w:val="Example"/>
      </w:pPr>
      <w:r w:rsidRPr="00A03EEB">
        <w:t xml:space="preserve">Compiling mytask.cpp:                                              </w:t>
      </w:r>
      <w:proofErr w:type="gramStart"/>
      <w:r w:rsidRPr="00A03EEB">
        <w:t xml:space="preserve">   [</w:t>
      </w:r>
      <w:proofErr w:type="gramEnd"/>
      <w:r w:rsidRPr="00A03EEB">
        <w:t>WARNING]</w:t>
      </w:r>
    </w:p>
    <w:p w14:paraId="11ADE145" w14:textId="77777777" w:rsidR="00A03EEB" w:rsidRPr="00A03EEB" w:rsidRDefault="00A03EEB" w:rsidP="00936165">
      <w:pPr>
        <w:pStyle w:val="Example"/>
      </w:pPr>
      <w:r w:rsidRPr="00A03EEB">
        <w:t xml:space="preserve">  mytask.cpp: In member function 'void </w:t>
      </w:r>
      <w:proofErr w:type="spellStart"/>
      <w:proofErr w:type="gramStart"/>
      <w:r w:rsidRPr="00A03EEB">
        <w:t>mytask</w:t>
      </w:r>
      <w:proofErr w:type="spellEnd"/>
      <w:r w:rsidRPr="00A03EEB">
        <w:t>::</w:t>
      </w:r>
      <w:proofErr w:type="gramEnd"/>
      <w:r w:rsidRPr="00A03EEB">
        <w:t>Task::</w:t>
      </w:r>
      <w:proofErr w:type="spellStart"/>
      <w:r w:rsidRPr="00A03EEB">
        <w:t>InitialiseAction</w:t>
      </w:r>
      <w:proofErr w:type="spellEnd"/>
      <w:r w:rsidRPr="00A03EEB">
        <w:t>(drama::thread::</w:t>
      </w:r>
      <w:proofErr w:type="spellStart"/>
      <w:r w:rsidRPr="00A03EEB">
        <w:t>TAction</w:t>
      </w:r>
      <w:proofErr w:type="spellEnd"/>
      <w:r w:rsidRPr="00A03EEB">
        <w:t>*, const drama::</w:t>
      </w:r>
      <w:proofErr w:type="spellStart"/>
      <w:r w:rsidRPr="00A03EEB">
        <w:t>sds</w:t>
      </w:r>
      <w:proofErr w:type="spellEnd"/>
      <w:r w:rsidRPr="00A03EEB">
        <w:t>::Id&amp;)':</w:t>
      </w:r>
    </w:p>
    <w:p w14:paraId="56A7D6FA" w14:textId="77777777" w:rsidR="00A03EEB" w:rsidRPr="00A03EEB" w:rsidRDefault="00A03EEB" w:rsidP="00936165">
      <w:pPr>
        <w:pStyle w:val="Example"/>
      </w:pPr>
      <w:r w:rsidRPr="00A03EEB">
        <w:t xml:space="preserve">  </w:t>
      </w:r>
      <w:proofErr w:type="gramStart"/>
      <w:r w:rsidRPr="00A03EEB">
        <w:t>mytask.cpp:262:10</w:t>
      </w:r>
      <w:proofErr w:type="gramEnd"/>
      <w:r w:rsidRPr="00A03EEB">
        <w:t>: warning: variable '</w:t>
      </w:r>
      <w:proofErr w:type="spellStart"/>
      <w:r w:rsidRPr="00A03EEB">
        <w:t>resetHard</w:t>
      </w:r>
      <w:proofErr w:type="spellEnd"/>
      <w:r w:rsidRPr="00A03EEB">
        <w:t>' set but not used [-</w:t>
      </w:r>
      <w:proofErr w:type="spellStart"/>
      <w:r w:rsidRPr="00A03EEB">
        <w:t>Wunused</w:t>
      </w:r>
      <w:proofErr w:type="spellEnd"/>
      <w:r w:rsidRPr="00A03EEB">
        <w:t>-but-set-variable]</w:t>
      </w:r>
    </w:p>
    <w:p w14:paraId="7FEF1686" w14:textId="77777777" w:rsidR="00A03EEB" w:rsidRPr="00A03EEB" w:rsidRDefault="00A03EEB" w:rsidP="00936165">
      <w:pPr>
        <w:pStyle w:val="Example"/>
      </w:pPr>
      <w:r w:rsidRPr="00A03EEB">
        <w:t xml:space="preserve">       bool </w:t>
      </w:r>
      <w:proofErr w:type="spellStart"/>
      <w:r w:rsidRPr="00A03EEB">
        <w:t>resetHard</w:t>
      </w:r>
      <w:proofErr w:type="spellEnd"/>
      <w:r w:rsidRPr="00A03EEB">
        <w:t xml:space="preserve"> = </w:t>
      </w:r>
      <w:proofErr w:type="gramStart"/>
      <w:r w:rsidRPr="00A03EEB">
        <w:t>false;</w:t>
      </w:r>
      <w:proofErr w:type="gramEnd"/>
    </w:p>
    <w:p w14:paraId="12400D7E" w14:textId="77777777" w:rsidR="00A03EEB" w:rsidRPr="00A03EEB" w:rsidRDefault="00A03EEB" w:rsidP="00936165">
      <w:pPr>
        <w:pStyle w:val="Example"/>
      </w:pPr>
      <w:r w:rsidRPr="00A03EEB">
        <w:t xml:space="preserve">            ^</w:t>
      </w:r>
    </w:p>
    <w:p w14:paraId="3E524329" w14:textId="77777777" w:rsidR="00A03EEB" w:rsidRPr="00A03EEB" w:rsidRDefault="00A03EEB" w:rsidP="00936165">
      <w:pPr>
        <w:pStyle w:val="Example"/>
      </w:pPr>
      <w:r w:rsidRPr="00A03EEB">
        <w:t xml:space="preserve">Creating C++ dependency </w:t>
      </w:r>
      <w:proofErr w:type="spellStart"/>
      <w:r w:rsidRPr="00A03EEB">
        <w:t>Makefile</w:t>
      </w:r>
      <w:proofErr w:type="spellEnd"/>
      <w:r w:rsidRPr="00A03EEB">
        <w:t xml:space="preserve"> </w:t>
      </w:r>
      <w:proofErr w:type="spellStart"/>
      <w:proofErr w:type="gramStart"/>
      <w:r w:rsidRPr="00A03EEB">
        <w:t>mytask.d</w:t>
      </w:r>
      <w:proofErr w:type="spellEnd"/>
      <w:proofErr w:type="gramEnd"/>
      <w:r w:rsidRPr="00A03EEB">
        <w:t xml:space="preserve"> from mytask.cpp</w:t>
      </w:r>
    </w:p>
    <w:p w14:paraId="74E7520F" w14:textId="77777777" w:rsidR="00A03EEB" w:rsidRPr="00A03EEB" w:rsidRDefault="00A03EEB" w:rsidP="00936165">
      <w:pPr>
        <w:pStyle w:val="Example"/>
      </w:pPr>
      <w:r w:rsidRPr="00A03EEB">
        <w:t xml:space="preserve">Compiling mytaskfits.cpp:                                          </w:t>
      </w:r>
      <w:proofErr w:type="gramStart"/>
      <w:r w:rsidRPr="00A03EEB">
        <w:t xml:space="preserve">   [</w:t>
      </w:r>
      <w:proofErr w:type="gramEnd"/>
      <w:r w:rsidRPr="00A03EEB">
        <w:t>OK]</w:t>
      </w:r>
    </w:p>
    <w:p w14:paraId="6944054E" w14:textId="77777777" w:rsidR="00A03EEB" w:rsidRPr="00A03EEB" w:rsidRDefault="00A03EEB" w:rsidP="00936165">
      <w:pPr>
        <w:pStyle w:val="Example"/>
      </w:pPr>
      <w:r w:rsidRPr="00A03EEB">
        <w:t xml:space="preserve">Creating C++ dependency </w:t>
      </w:r>
      <w:proofErr w:type="spellStart"/>
      <w:r w:rsidRPr="00A03EEB">
        <w:t>Makefile</w:t>
      </w:r>
      <w:proofErr w:type="spellEnd"/>
      <w:r w:rsidRPr="00A03EEB">
        <w:t xml:space="preserve"> </w:t>
      </w:r>
      <w:proofErr w:type="spellStart"/>
      <w:proofErr w:type="gramStart"/>
      <w:r w:rsidRPr="00A03EEB">
        <w:t>mytaskfits.d</w:t>
      </w:r>
      <w:proofErr w:type="spellEnd"/>
      <w:proofErr w:type="gramEnd"/>
      <w:r w:rsidRPr="00A03EEB">
        <w:t xml:space="preserve"> from mytaskfits.cpp</w:t>
      </w:r>
    </w:p>
    <w:p w14:paraId="718C64EA" w14:textId="77777777" w:rsidR="00A03EEB" w:rsidRPr="00A03EEB" w:rsidRDefault="00A03EEB" w:rsidP="00936165">
      <w:pPr>
        <w:pStyle w:val="Example"/>
      </w:pPr>
      <w:r w:rsidRPr="00A03EEB">
        <w:t>Compiling mytaskversion.cpp to mytask_r1_</w:t>
      </w:r>
      <w:proofErr w:type="gramStart"/>
      <w:r w:rsidRPr="00A03EEB">
        <w:t>1.o</w:t>
      </w:r>
      <w:proofErr w:type="gramEnd"/>
    </w:p>
    <w:p w14:paraId="32084E35" w14:textId="77777777" w:rsidR="00A03EEB" w:rsidRPr="00A03EEB" w:rsidRDefault="00A03EEB" w:rsidP="00936165">
      <w:pPr>
        <w:pStyle w:val="Example"/>
      </w:pPr>
      <w:proofErr w:type="spellStart"/>
      <w:r w:rsidRPr="00A03EEB">
        <w:t>gcc</w:t>
      </w:r>
      <w:proofErr w:type="spellEnd"/>
      <w:r w:rsidRPr="00A03EEB">
        <w:t xml:space="preserve"> -c    -pipe -</w:t>
      </w:r>
      <w:proofErr w:type="spellStart"/>
      <w:r w:rsidRPr="00A03EEB">
        <w:t>fpic</w:t>
      </w:r>
      <w:proofErr w:type="spellEnd"/>
      <w:r w:rsidRPr="00A03EEB">
        <w:t xml:space="preserve"> `$DUL_LIB/</w:t>
      </w:r>
      <w:proofErr w:type="spellStart"/>
      <w:r w:rsidRPr="00A03EEB">
        <w:t>dul_cc</w:t>
      </w:r>
      <w:proofErr w:type="spellEnd"/>
      <w:r w:rsidRPr="00A03EEB">
        <w:t>` -I$DRAMA2_DIR -I$DRTF_DIR   -</w:t>
      </w:r>
      <w:proofErr w:type="spellStart"/>
      <w:r w:rsidRPr="00A03EEB">
        <w:t>Dunix</w:t>
      </w:r>
      <w:proofErr w:type="spellEnd"/>
      <w:r w:rsidRPr="00A03EEB">
        <w:t xml:space="preserve"> -DDPOSIX_1 -D_GNU_SOURCE -DDHAS_XINERAMA -D_FILE_OFFSET_BITS=64   -m32 '-DMYTASK_VER="r1_1"' -DMYTASK_DATE=\"`date +%d-%b-%Y`\" mytaskversion.cpp</w:t>
      </w:r>
    </w:p>
    <w:p w14:paraId="03AD21FF" w14:textId="77777777" w:rsidR="00A03EEB" w:rsidRPr="00A03EEB" w:rsidRDefault="00A03EEB" w:rsidP="00936165">
      <w:pPr>
        <w:pStyle w:val="Example"/>
      </w:pPr>
      <w:r w:rsidRPr="00A03EEB">
        <w:t xml:space="preserve">mv </w:t>
      </w:r>
      <w:proofErr w:type="spellStart"/>
      <w:proofErr w:type="gramStart"/>
      <w:r w:rsidRPr="00A03EEB">
        <w:t>mytaskversion.o</w:t>
      </w:r>
      <w:proofErr w:type="spellEnd"/>
      <w:proofErr w:type="gramEnd"/>
      <w:r w:rsidRPr="00A03EEB">
        <w:t xml:space="preserve"> mytask_r1_1.o</w:t>
      </w:r>
    </w:p>
    <w:p w14:paraId="23FDE5D7" w14:textId="77777777" w:rsidR="00A03EEB" w:rsidRPr="00A03EEB" w:rsidRDefault="00A03EEB" w:rsidP="00936165">
      <w:pPr>
        <w:pStyle w:val="Example"/>
      </w:pPr>
      <w:r w:rsidRPr="00A03EEB">
        <w:t xml:space="preserve">rm -f </w:t>
      </w:r>
      <w:proofErr w:type="spellStart"/>
      <w:proofErr w:type="gramStart"/>
      <w:r w:rsidRPr="00A03EEB">
        <w:t>libmytask.a</w:t>
      </w:r>
      <w:proofErr w:type="spellEnd"/>
      <w:proofErr w:type="gramEnd"/>
    </w:p>
    <w:p w14:paraId="5E673767" w14:textId="77777777" w:rsidR="00A03EEB" w:rsidRPr="00A03EEB" w:rsidRDefault="00A03EEB" w:rsidP="00936165">
      <w:pPr>
        <w:pStyle w:val="Example"/>
      </w:pPr>
      <w:proofErr w:type="spellStart"/>
      <w:r w:rsidRPr="00A03EEB">
        <w:t>ar</w:t>
      </w:r>
      <w:proofErr w:type="spellEnd"/>
      <w:r w:rsidRPr="00A03EEB">
        <w:t xml:space="preserve"> </w:t>
      </w:r>
      <w:proofErr w:type="spellStart"/>
      <w:r w:rsidRPr="00A03EEB">
        <w:t>cq</w:t>
      </w:r>
      <w:proofErr w:type="spellEnd"/>
      <w:r w:rsidRPr="00A03EEB">
        <w:t xml:space="preserve"> </w:t>
      </w:r>
      <w:proofErr w:type="spellStart"/>
      <w:proofErr w:type="gramStart"/>
      <w:r w:rsidRPr="00A03EEB">
        <w:t>libmytask.a</w:t>
      </w:r>
      <w:proofErr w:type="spellEnd"/>
      <w:proofErr w:type="gramEnd"/>
      <w:r w:rsidRPr="00A03EEB">
        <w:t xml:space="preserve">  </w:t>
      </w:r>
      <w:proofErr w:type="spellStart"/>
      <w:r w:rsidRPr="00A03EEB">
        <w:t>mytask.o</w:t>
      </w:r>
      <w:proofErr w:type="spellEnd"/>
      <w:r w:rsidRPr="00A03EEB">
        <w:t xml:space="preserve"> </w:t>
      </w:r>
      <w:proofErr w:type="spellStart"/>
      <w:r w:rsidRPr="00A03EEB">
        <w:t>mytaskfits.o</w:t>
      </w:r>
      <w:proofErr w:type="spellEnd"/>
      <w:r w:rsidRPr="00A03EEB">
        <w:t xml:space="preserve"> mytask_r1_1.o</w:t>
      </w:r>
    </w:p>
    <w:p w14:paraId="38C56381" w14:textId="77777777" w:rsidR="00A03EEB" w:rsidRPr="00A03EEB" w:rsidRDefault="00A03EEB" w:rsidP="00936165">
      <w:pPr>
        <w:pStyle w:val="Example"/>
      </w:pPr>
      <w:proofErr w:type="spellStart"/>
      <w:r w:rsidRPr="00A03EEB">
        <w:t>ranlib</w:t>
      </w:r>
      <w:proofErr w:type="spellEnd"/>
      <w:r w:rsidRPr="00A03EEB">
        <w:t xml:space="preserve"> </w:t>
      </w:r>
      <w:proofErr w:type="spellStart"/>
      <w:proofErr w:type="gramStart"/>
      <w:r w:rsidRPr="00A03EEB">
        <w:t>libmytask.a</w:t>
      </w:r>
      <w:proofErr w:type="spellEnd"/>
      <w:proofErr w:type="gramEnd"/>
    </w:p>
    <w:p w14:paraId="078713B9" w14:textId="77777777" w:rsidR="00A03EEB" w:rsidRPr="00A03EEB" w:rsidRDefault="00A03EEB" w:rsidP="00936165">
      <w:pPr>
        <w:pStyle w:val="Example"/>
      </w:pPr>
      <w:r w:rsidRPr="00A03EEB">
        <w:t xml:space="preserve">Compiling mytaskmain.cpp:                                          </w:t>
      </w:r>
      <w:proofErr w:type="gramStart"/>
      <w:r w:rsidRPr="00A03EEB">
        <w:t xml:space="preserve">   [</w:t>
      </w:r>
      <w:proofErr w:type="gramEnd"/>
      <w:r w:rsidRPr="00A03EEB">
        <w:t>OK]</w:t>
      </w:r>
    </w:p>
    <w:p w14:paraId="640C5B19" w14:textId="77777777" w:rsidR="00A03EEB" w:rsidRPr="00A03EEB" w:rsidRDefault="00A03EEB" w:rsidP="00936165">
      <w:pPr>
        <w:pStyle w:val="Example"/>
      </w:pPr>
      <w:r w:rsidRPr="00A03EEB">
        <w:t xml:space="preserve">Creating C++ dependency </w:t>
      </w:r>
      <w:proofErr w:type="spellStart"/>
      <w:r w:rsidRPr="00A03EEB">
        <w:t>Makefile</w:t>
      </w:r>
      <w:proofErr w:type="spellEnd"/>
      <w:r w:rsidRPr="00A03EEB">
        <w:t xml:space="preserve"> </w:t>
      </w:r>
      <w:proofErr w:type="spellStart"/>
      <w:proofErr w:type="gramStart"/>
      <w:r w:rsidRPr="00A03EEB">
        <w:t>mytaskmain.d</w:t>
      </w:r>
      <w:proofErr w:type="spellEnd"/>
      <w:proofErr w:type="gramEnd"/>
      <w:r w:rsidRPr="00A03EEB">
        <w:t xml:space="preserve"> from mytaskmain.cpp</w:t>
      </w:r>
    </w:p>
    <w:p w14:paraId="490FC571" w14:textId="77777777" w:rsidR="00A03EEB" w:rsidRPr="00A03EEB" w:rsidRDefault="00A03EEB" w:rsidP="00936165">
      <w:pPr>
        <w:pStyle w:val="Example"/>
      </w:pPr>
      <w:r w:rsidRPr="00A03EEB">
        <w:t xml:space="preserve">rm -f </w:t>
      </w:r>
      <w:proofErr w:type="spellStart"/>
      <w:r w:rsidRPr="00A03EEB">
        <w:t>mytask</w:t>
      </w:r>
      <w:proofErr w:type="spellEnd"/>
    </w:p>
    <w:p w14:paraId="7D166773" w14:textId="77777777" w:rsidR="00A03EEB" w:rsidRPr="00A03EEB" w:rsidRDefault="00A03EEB" w:rsidP="00936165">
      <w:pPr>
        <w:pStyle w:val="Example"/>
      </w:pPr>
      <w:r w:rsidRPr="00A03EEB">
        <w:t xml:space="preserve">Linking </w:t>
      </w:r>
      <w:proofErr w:type="spellStart"/>
      <w:r w:rsidRPr="00A03EEB">
        <w:t>mytask</w:t>
      </w:r>
      <w:proofErr w:type="spellEnd"/>
      <w:r w:rsidRPr="00A03EEB">
        <w:t xml:space="preserve">:                                                    </w:t>
      </w:r>
      <w:proofErr w:type="gramStart"/>
      <w:r w:rsidRPr="00A03EEB">
        <w:t xml:space="preserve">   [</w:t>
      </w:r>
      <w:proofErr w:type="gramEnd"/>
      <w:r w:rsidRPr="00A03EEB">
        <w:t>OK]</w:t>
      </w:r>
    </w:p>
    <w:p w14:paraId="5F8B9A17" w14:textId="77777777" w:rsidR="00A03EEB" w:rsidRPr="00A03EEB" w:rsidRDefault="00A03EEB" w:rsidP="00936165">
      <w:pPr>
        <w:pStyle w:val="Example"/>
      </w:pPr>
      <w:r w:rsidRPr="00A03EEB">
        <w:t xml:space="preserve">rm -f </w:t>
      </w:r>
      <w:proofErr w:type="spellStart"/>
      <w:r w:rsidRPr="00A03EEB">
        <w:t>test.out</w:t>
      </w:r>
      <w:proofErr w:type="spellEnd"/>
      <w:r w:rsidRPr="00A03EEB">
        <w:t xml:space="preserve"> </w:t>
      </w:r>
      <w:proofErr w:type="spellStart"/>
      <w:r w:rsidRPr="00A03EEB">
        <w:t>test.out.tmp</w:t>
      </w:r>
      <w:proofErr w:type="spellEnd"/>
    </w:p>
    <w:p w14:paraId="09A3532E" w14:textId="77777777" w:rsidR="00A03EEB" w:rsidRPr="00A03EEB" w:rsidRDefault="00A03EEB" w:rsidP="00936165">
      <w:pPr>
        <w:pStyle w:val="Example"/>
      </w:pPr>
      <w:r w:rsidRPr="00A03EEB">
        <w:t>IMP_SCRATCH=`</w:t>
      </w:r>
      <w:proofErr w:type="spellStart"/>
      <w:r w:rsidRPr="00A03EEB">
        <w:t>pwd</w:t>
      </w:r>
      <w:proofErr w:type="spellEnd"/>
      <w:proofErr w:type="gramStart"/>
      <w:r w:rsidRPr="00A03EEB">
        <w:t>` ;</w:t>
      </w:r>
      <w:proofErr w:type="gramEnd"/>
      <w:r w:rsidRPr="00A03EEB">
        <w:t xml:space="preserve"> export IMP_SCRATCH ; if [ "`$DITS_DEV/tasks`" != "" ]; then   ($IMP_DEV/cleanup &gt;/dev/null 2&gt;&amp;1 ; sleep 1) ; fi</w:t>
      </w:r>
    </w:p>
    <w:p w14:paraId="59BAB1A0" w14:textId="77777777" w:rsidR="00A03EEB" w:rsidRPr="00A03EEB" w:rsidRDefault="00A03EEB" w:rsidP="00936165">
      <w:pPr>
        <w:pStyle w:val="Example"/>
      </w:pPr>
      <w:r w:rsidRPr="00A03EEB">
        <w:t>IMP_SCRATCH=`</w:t>
      </w:r>
      <w:proofErr w:type="spellStart"/>
      <w:r w:rsidRPr="00A03EEB">
        <w:t>pwd</w:t>
      </w:r>
      <w:proofErr w:type="spellEnd"/>
      <w:proofErr w:type="gramStart"/>
      <w:r w:rsidRPr="00A03EEB">
        <w:t>` ;</w:t>
      </w:r>
      <w:proofErr w:type="gramEnd"/>
      <w:r w:rsidRPr="00A03EEB">
        <w:t xml:space="preserve"> export IMP_SCRATCH ; IMP_MASTER_NO_NET=1 ; export IMP_MASTER_NO_NET ; $IMP_DEV/master 2&gt;/dev/null 1&gt;/dev/null &amp;     IMP_SCRATCH=`</w:t>
      </w:r>
      <w:proofErr w:type="spellStart"/>
      <w:r w:rsidRPr="00A03EEB">
        <w:t>pwd</w:t>
      </w:r>
      <w:proofErr w:type="spellEnd"/>
      <w:r w:rsidRPr="00A03EEB">
        <w:t>` ; export IMP_SCRATCH ; $IMP_DEV/cleanup &gt;/dev/null 2&gt;&amp;1 ; sleep 2</w:t>
      </w:r>
    </w:p>
    <w:p w14:paraId="6A3D1D84" w14:textId="77777777" w:rsidR="00A03EEB" w:rsidRPr="00A03EEB" w:rsidRDefault="00A03EEB" w:rsidP="00936165">
      <w:pPr>
        <w:pStyle w:val="Example"/>
      </w:pPr>
      <w:r w:rsidRPr="00A03EEB">
        <w:t>/bin/</w:t>
      </w:r>
      <w:proofErr w:type="spellStart"/>
      <w:r w:rsidRPr="00A03EEB">
        <w:t>sh</w:t>
      </w:r>
      <w:proofErr w:type="spellEnd"/>
      <w:r w:rsidRPr="00A03EEB">
        <w:t>: line 1: 24797 Killed                  $IMP_DEV/master 2&gt; /dev/null &gt; /dev/null</w:t>
      </w:r>
    </w:p>
    <w:p w14:paraId="45A23B5A" w14:textId="77777777" w:rsidR="00A03EEB" w:rsidRPr="00A03EEB" w:rsidRDefault="00A03EEB" w:rsidP="00936165">
      <w:pPr>
        <w:pStyle w:val="Example"/>
      </w:pPr>
      <w:r w:rsidRPr="00A03EEB">
        <w:lastRenderedPageBreak/>
        <w:t>IMP_SCRATCH=`</w:t>
      </w:r>
      <w:proofErr w:type="spellStart"/>
      <w:r w:rsidRPr="00A03EEB">
        <w:t>pwd</w:t>
      </w:r>
      <w:proofErr w:type="spellEnd"/>
      <w:proofErr w:type="gramStart"/>
      <w:r w:rsidRPr="00A03EEB">
        <w:t>` ;</w:t>
      </w:r>
      <w:proofErr w:type="gramEnd"/>
      <w:r w:rsidRPr="00A03EEB">
        <w:t xml:space="preserve"> export IMP_SCRATCH ; $DITS_DEV/</w:t>
      </w:r>
      <w:proofErr w:type="spellStart"/>
      <w:r w:rsidRPr="00A03EEB">
        <w:t>ditsloadcmd</w:t>
      </w:r>
      <w:proofErr w:type="spellEnd"/>
      <w:r w:rsidRPr="00A03EEB">
        <w:t xml:space="preserve"> -</w:t>
      </w:r>
      <w:proofErr w:type="spellStart"/>
      <w:r w:rsidRPr="00A03EEB">
        <w:t>mayload</w:t>
      </w:r>
      <w:proofErr w:type="spellEnd"/>
      <w:r w:rsidRPr="00A03EEB">
        <w:t xml:space="preserve"> ./</w:t>
      </w:r>
      <w:proofErr w:type="spellStart"/>
      <w:r w:rsidRPr="00A03EEB">
        <w:t>mytask</w:t>
      </w:r>
      <w:proofErr w:type="spellEnd"/>
    </w:p>
    <w:p w14:paraId="7BCBC2D5" w14:textId="77777777" w:rsidR="00A03EEB" w:rsidRPr="00A03EEB" w:rsidRDefault="00A03EEB" w:rsidP="00936165">
      <w:pPr>
        <w:pStyle w:val="Example"/>
      </w:pPr>
      <w:r w:rsidRPr="00A03EEB">
        <w:t>IMP_SCRATCH=`</w:t>
      </w:r>
      <w:proofErr w:type="spellStart"/>
      <w:r w:rsidRPr="00A03EEB">
        <w:t>pwd</w:t>
      </w:r>
      <w:proofErr w:type="spellEnd"/>
      <w:proofErr w:type="gramStart"/>
      <w:r w:rsidRPr="00A03EEB">
        <w:t>` ;</w:t>
      </w:r>
      <w:proofErr w:type="gramEnd"/>
      <w:r w:rsidRPr="00A03EEB">
        <w:t xml:space="preserve"> export IMP_SCRATCH ;  $DITS_DEV/</w:t>
      </w:r>
      <w:proofErr w:type="spellStart"/>
      <w:r w:rsidRPr="00A03EEB">
        <w:t>ditscmd</w:t>
      </w:r>
      <w:proofErr w:type="spellEnd"/>
      <w:r w:rsidRPr="00A03EEB">
        <w:t xml:space="preserve"> -n DITSCMD MYTASK SIMULATE_LEVEL FULL                      &gt; </w:t>
      </w:r>
      <w:proofErr w:type="spellStart"/>
      <w:r w:rsidRPr="00A03EEB">
        <w:t>test.out.tmp</w:t>
      </w:r>
      <w:proofErr w:type="spellEnd"/>
    </w:p>
    <w:p w14:paraId="52FE6F19" w14:textId="77777777" w:rsidR="00A03EEB" w:rsidRPr="00A03EEB" w:rsidRDefault="00A03EEB" w:rsidP="00936165">
      <w:pPr>
        <w:pStyle w:val="Example"/>
      </w:pPr>
      <w:r w:rsidRPr="00A03EEB">
        <w:t>IMP_SCRATCH=`</w:t>
      </w:r>
      <w:proofErr w:type="spellStart"/>
      <w:r w:rsidRPr="00A03EEB">
        <w:t>pwd</w:t>
      </w:r>
      <w:proofErr w:type="spellEnd"/>
      <w:proofErr w:type="gramStart"/>
      <w:r w:rsidRPr="00A03EEB">
        <w:t>` ;</w:t>
      </w:r>
      <w:proofErr w:type="gramEnd"/>
      <w:r w:rsidRPr="00A03EEB">
        <w:t xml:space="preserve"> export IMP_SCRATCH ;  $DITS_DEV/</w:t>
      </w:r>
      <w:proofErr w:type="spellStart"/>
      <w:r w:rsidRPr="00A03EEB">
        <w:t>ditscmd</w:t>
      </w:r>
      <w:proofErr w:type="spellEnd"/>
      <w:r w:rsidRPr="00A03EEB">
        <w:t xml:space="preserve"> -n DITSCMD MYTASK INITIALISE | grep -v "Opened log file"  &gt;&gt; </w:t>
      </w:r>
      <w:proofErr w:type="spellStart"/>
      <w:r w:rsidRPr="00A03EEB">
        <w:t>test.out.tmp</w:t>
      </w:r>
      <w:proofErr w:type="spellEnd"/>
    </w:p>
    <w:p w14:paraId="05F8E688" w14:textId="77777777" w:rsidR="00A03EEB" w:rsidRPr="00A03EEB" w:rsidRDefault="00A03EEB" w:rsidP="00936165">
      <w:pPr>
        <w:pStyle w:val="Example"/>
      </w:pPr>
      <w:r w:rsidRPr="00A03EEB">
        <w:t>IMP_SCRATCH=`</w:t>
      </w:r>
      <w:proofErr w:type="spellStart"/>
      <w:r w:rsidRPr="00A03EEB">
        <w:t>pwd</w:t>
      </w:r>
      <w:proofErr w:type="spellEnd"/>
      <w:proofErr w:type="gramStart"/>
      <w:r w:rsidRPr="00A03EEB">
        <w:t>` ;</w:t>
      </w:r>
      <w:proofErr w:type="gramEnd"/>
      <w:r w:rsidRPr="00A03EEB">
        <w:t xml:space="preserve"> export IMP_SCRATCH ;  $DITS_DEV/</w:t>
      </w:r>
      <w:proofErr w:type="spellStart"/>
      <w:r w:rsidRPr="00A03EEB">
        <w:t>ditscmd</w:t>
      </w:r>
      <w:proofErr w:type="spellEnd"/>
      <w:r w:rsidRPr="00A03EEB">
        <w:t xml:space="preserve"> -n DITSCMD MYTASK SIMULATE_LEVEL REPORT                   &gt;&gt; </w:t>
      </w:r>
      <w:proofErr w:type="spellStart"/>
      <w:r w:rsidRPr="00A03EEB">
        <w:t>test.out.tmp</w:t>
      </w:r>
      <w:proofErr w:type="spellEnd"/>
    </w:p>
    <w:p w14:paraId="38B097B8" w14:textId="77777777" w:rsidR="00A03EEB" w:rsidRPr="00A03EEB" w:rsidRDefault="00A03EEB" w:rsidP="00936165">
      <w:pPr>
        <w:pStyle w:val="Example"/>
      </w:pPr>
      <w:r w:rsidRPr="00A03EEB">
        <w:t>IMP_SCRATCH=`</w:t>
      </w:r>
      <w:proofErr w:type="spellStart"/>
      <w:r w:rsidRPr="00A03EEB">
        <w:t>pwd</w:t>
      </w:r>
      <w:proofErr w:type="spellEnd"/>
      <w:proofErr w:type="gramStart"/>
      <w:r w:rsidRPr="00A03EEB">
        <w:t>` ;</w:t>
      </w:r>
      <w:proofErr w:type="gramEnd"/>
      <w:r w:rsidRPr="00A03EEB">
        <w:t xml:space="preserve"> export IMP_SCRATCH ;  $DITS_DEV/</w:t>
      </w:r>
      <w:proofErr w:type="spellStart"/>
      <w:r w:rsidRPr="00A03EEB">
        <w:t>ditscmd</w:t>
      </w:r>
      <w:proofErr w:type="spellEnd"/>
      <w:r w:rsidRPr="00A03EEB">
        <w:t xml:space="preserve"> -n DITSCMD -x MYTASK EXIT                                 &gt;&gt; </w:t>
      </w:r>
      <w:proofErr w:type="spellStart"/>
      <w:r w:rsidRPr="00A03EEB">
        <w:t>test.out.tmp</w:t>
      </w:r>
      <w:proofErr w:type="spellEnd"/>
    </w:p>
    <w:p w14:paraId="69B93D0A" w14:textId="77777777" w:rsidR="00A03EEB" w:rsidRPr="00A03EEB" w:rsidRDefault="00A03EEB" w:rsidP="00936165">
      <w:pPr>
        <w:pStyle w:val="Example"/>
      </w:pPr>
      <w:r w:rsidRPr="00A03EEB">
        <w:t>IMP_SCRATCH=`</w:t>
      </w:r>
      <w:proofErr w:type="spellStart"/>
      <w:r w:rsidRPr="00A03EEB">
        <w:t>pwd</w:t>
      </w:r>
      <w:proofErr w:type="spellEnd"/>
      <w:proofErr w:type="gramStart"/>
      <w:r w:rsidRPr="00A03EEB">
        <w:t>` ;</w:t>
      </w:r>
      <w:proofErr w:type="gramEnd"/>
      <w:r w:rsidRPr="00A03EEB">
        <w:t xml:space="preserve"> export IMP_SCRATCH ; if [ "`$DITS_DEV/tasks`" != "" ]; then   ($IMP_DEV/cleanup &gt;/dev/null 2&gt;&amp;1 ; sleep 1) ; fi</w:t>
      </w:r>
    </w:p>
    <w:p w14:paraId="0267A89D" w14:textId="77777777" w:rsidR="00A03EEB" w:rsidRPr="00A03EEB" w:rsidRDefault="00A03EEB" w:rsidP="00936165">
      <w:pPr>
        <w:pStyle w:val="Example"/>
      </w:pPr>
      <w:r w:rsidRPr="00A03EEB">
        <w:t xml:space="preserve">diff </w:t>
      </w:r>
      <w:proofErr w:type="spellStart"/>
      <w:r w:rsidRPr="00A03EEB">
        <w:t>test.out.tmp</w:t>
      </w:r>
      <w:proofErr w:type="spellEnd"/>
      <w:r w:rsidRPr="00A03EEB">
        <w:t xml:space="preserve"> </w:t>
      </w:r>
      <w:proofErr w:type="spellStart"/>
      <w:proofErr w:type="gramStart"/>
      <w:r w:rsidRPr="00A03EEB">
        <w:t>test.expected</w:t>
      </w:r>
      <w:proofErr w:type="spellEnd"/>
      <w:proofErr w:type="gramEnd"/>
    </w:p>
    <w:p w14:paraId="5DBC4BCD" w14:textId="77777777" w:rsidR="00A03EEB" w:rsidRPr="00A03EEB" w:rsidRDefault="00A03EEB" w:rsidP="00936165">
      <w:pPr>
        <w:pStyle w:val="Example"/>
      </w:pPr>
      <w:r w:rsidRPr="00A03EEB">
        <w:t xml:space="preserve">mv </w:t>
      </w:r>
      <w:proofErr w:type="spellStart"/>
      <w:r w:rsidRPr="00A03EEB">
        <w:t>test.out.tmp</w:t>
      </w:r>
      <w:proofErr w:type="spellEnd"/>
      <w:r w:rsidRPr="00A03EEB">
        <w:t xml:space="preserve"> </w:t>
      </w:r>
      <w:proofErr w:type="spellStart"/>
      <w:r w:rsidRPr="00A03EEB">
        <w:t>test.out</w:t>
      </w:r>
      <w:proofErr w:type="spellEnd"/>
    </w:p>
    <w:p w14:paraId="1BB4DD3B" w14:textId="77777777" w:rsidR="00A03EEB" w:rsidRPr="00A03EEB" w:rsidRDefault="00A03EEB" w:rsidP="00936165">
      <w:pPr>
        <w:pStyle w:val="Example"/>
      </w:pPr>
      <w:proofErr w:type="spellStart"/>
      <w:r w:rsidRPr="00A03EEB">
        <w:t>mytask</w:t>
      </w:r>
      <w:proofErr w:type="spellEnd"/>
      <w:r w:rsidRPr="00A03EEB">
        <w:t xml:space="preserve"> test complete.</w:t>
      </w:r>
    </w:p>
    <w:p w14:paraId="0497DE2E" w14:textId="77777777" w:rsidR="00A03EEB" w:rsidRDefault="00A03EEB" w:rsidP="00A03EEB">
      <w:r>
        <w:t xml:space="preserve">The last set of lines in the above log are all around regression testing.  The program is started, set to simulation </w:t>
      </w:r>
      <w:proofErr w:type="gramStart"/>
      <w:r>
        <w:t>mode</w:t>
      </w:r>
      <w:proofErr w:type="gramEnd"/>
      <w:r>
        <w:t xml:space="preserve"> and initialized.  The “REPORT” action is sent to it and then it is shutdown.  After all of that, the results are compared to those in the file “</w:t>
      </w:r>
      <w:proofErr w:type="spellStart"/>
      <w:proofErr w:type="gramStart"/>
      <w:r w:rsidRPr="005154BC">
        <w:rPr>
          <w:rFonts w:ascii="Courier New" w:hAnsi="Courier New" w:cs="Courier New"/>
        </w:rPr>
        <w:t>test.expected</w:t>
      </w:r>
      <w:proofErr w:type="spellEnd"/>
      <w:proofErr w:type="gramEnd"/>
      <w:r>
        <w:t xml:space="preserve">”.  If they didn’t match, the build would fail.  Since </w:t>
      </w:r>
      <w:r w:rsidR="007E0801">
        <w:t>they</w:t>
      </w:r>
      <w:r>
        <w:t xml:space="preserve"> match, all is ok.</w:t>
      </w:r>
    </w:p>
    <w:p w14:paraId="51333199" w14:textId="77777777" w:rsidR="00A03EEB" w:rsidRDefault="00A03EEB" w:rsidP="00A03EEB">
      <w:r>
        <w:t>You can even release it with “make release”, enable the sub-system with “make enable”.  This will make it available to others using the same DRAMA build.</w:t>
      </w:r>
    </w:p>
    <w:p w14:paraId="34029ED6" w14:textId="77777777" w:rsidR="001941EE" w:rsidRDefault="001941EE" w:rsidP="00A03EEB">
      <w:r>
        <w:t>But at this stage, it is more interesting to run the task by hand.  For example</w:t>
      </w:r>
    </w:p>
    <w:p w14:paraId="639452EE" w14:textId="77777777" w:rsidR="001941EE" w:rsidRDefault="00DE3E2C" w:rsidP="00936165">
      <w:pPr>
        <w:pStyle w:val="Example"/>
      </w:pPr>
      <w:proofErr w:type="gramStart"/>
      <w:r>
        <w:t>./</w:t>
      </w:r>
      <w:proofErr w:type="spellStart"/>
      <w:proofErr w:type="gramEnd"/>
      <w:r>
        <w:t>myt</w:t>
      </w:r>
      <w:r w:rsidR="001941EE">
        <w:t>ask</w:t>
      </w:r>
      <w:proofErr w:type="spellEnd"/>
      <w:r w:rsidR="001941EE">
        <w:t xml:space="preserve"> &amp;</w:t>
      </w:r>
    </w:p>
    <w:p w14:paraId="4C3E5079" w14:textId="77777777" w:rsidR="001941EE" w:rsidRDefault="001941EE" w:rsidP="00936165">
      <w:pPr>
        <w:pStyle w:val="Example"/>
      </w:pPr>
      <w:proofErr w:type="spellStart"/>
      <w:r>
        <w:t>ditscmd</w:t>
      </w:r>
      <w:proofErr w:type="spellEnd"/>
      <w:r>
        <w:t xml:space="preserve"> MYTASK SIMULATE_LEVEL FULL</w:t>
      </w:r>
    </w:p>
    <w:p w14:paraId="0DA20DE6" w14:textId="77777777" w:rsidR="001941EE" w:rsidRDefault="00DE3E2C" w:rsidP="00936165">
      <w:pPr>
        <w:pStyle w:val="Example"/>
      </w:pPr>
      <w:proofErr w:type="spellStart"/>
      <w:r>
        <w:t>ditscmd</w:t>
      </w:r>
      <w:proofErr w:type="spellEnd"/>
      <w:r>
        <w:t xml:space="preserve"> MYTASK INITIALISE</w:t>
      </w:r>
    </w:p>
    <w:p w14:paraId="1CFBDF2A" w14:textId="77777777" w:rsidR="00DE3E2C" w:rsidRDefault="00DE3E2C" w:rsidP="00936165">
      <w:pPr>
        <w:pStyle w:val="Example"/>
      </w:pPr>
      <w:proofErr w:type="spellStart"/>
      <w:r>
        <w:t>ditscmd</w:t>
      </w:r>
      <w:proofErr w:type="spellEnd"/>
      <w:r>
        <w:t xml:space="preserve"> MYTASK REPORT</w:t>
      </w:r>
    </w:p>
    <w:p w14:paraId="05AD00FD" w14:textId="77777777" w:rsidR="00DE3E2C" w:rsidRDefault="00DE3E2C" w:rsidP="00A03EEB">
      <w:r>
        <w:t xml:space="preserve">Note that when you to the INITIALISE, one of the things it does is open a log file. It will output the name of the log file.  The location is set by your </w:t>
      </w:r>
      <w:r w:rsidRPr="00C95091">
        <w:rPr>
          <w:rFonts w:ascii="Courier New" w:hAnsi="Courier New" w:cs="Courier New"/>
        </w:rPr>
        <w:t>DRAMA_LOGDIR</w:t>
      </w:r>
      <w:r>
        <w:t xml:space="preserve"> environment variable value.</w:t>
      </w:r>
    </w:p>
    <w:p w14:paraId="590B9C43" w14:textId="77777777" w:rsidR="00DE3E2C" w:rsidRDefault="003C30A4" w:rsidP="00A03EEB">
      <w:r>
        <w:t xml:space="preserve">At this point (before exiting the task) you may be interested in looking which actions and parameters the task already has </w:t>
      </w:r>
    </w:p>
    <w:p w14:paraId="2D769294" w14:textId="77777777" w:rsidR="00DE3E2C" w:rsidRDefault="003C30A4" w:rsidP="00A03EEB">
      <w:r>
        <w:t>A DRAMA control message can be used to list all the actions supported</w:t>
      </w:r>
      <w:r w:rsidR="00C95091">
        <w:t>:</w:t>
      </w:r>
    </w:p>
    <w:p w14:paraId="38E2023F" w14:textId="77777777" w:rsidR="003C30A4" w:rsidRDefault="003C30A4" w:rsidP="00936165">
      <w:pPr>
        <w:pStyle w:val="Example"/>
      </w:pPr>
      <w:r>
        <w:t xml:space="preserve">&gt;&gt; </w:t>
      </w:r>
      <w:proofErr w:type="spellStart"/>
      <w:r>
        <w:t>ditscmd</w:t>
      </w:r>
      <w:proofErr w:type="spellEnd"/>
      <w:r>
        <w:t xml:space="preserve"> -c MYTASK LISTACTALL</w:t>
      </w:r>
    </w:p>
    <w:p w14:paraId="517CF37E" w14:textId="77777777" w:rsidR="005154BC" w:rsidRPr="00377CBE" w:rsidRDefault="005154BC" w:rsidP="00936165">
      <w:pPr>
        <w:pStyle w:val="Example"/>
      </w:pPr>
      <w:r w:rsidRPr="00377CBE">
        <w:t>DITSCMD_b9</w:t>
      </w:r>
      <w:proofErr w:type="gramStart"/>
      <w:r w:rsidRPr="00377CBE">
        <w:t>be:</w:t>
      </w:r>
      <w:r w:rsidR="00346712">
        <w:t>MYTASK</w:t>
      </w:r>
      <w:proofErr w:type="gramEnd"/>
      <w:r w:rsidRPr="00377CBE">
        <w:t>:All supported actions of this task</w:t>
      </w:r>
    </w:p>
    <w:p w14:paraId="419602FD" w14:textId="77777777" w:rsidR="005154BC" w:rsidRPr="00377CBE" w:rsidRDefault="005154BC" w:rsidP="00936165">
      <w:pPr>
        <w:pStyle w:val="Example"/>
      </w:pPr>
      <w:r w:rsidRPr="00377CBE">
        <w:t>DITSCMD_b9</w:t>
      </w:r>
      <w:proofErr w:type="gramStart"/>
      <w:r w:rsidRPr="00377CBE">
        <w:t>be:</w:t>
      </w:r>
      <w:r w:rsidR="00346712">
        <w:t>MYTASK</w:t>
      </w:r>
      <w:proofErr w:type="gramEnd"/>
      <w:r w:rsidRPr="00377CBE">
        <w:t>:REPORT               (Report on task status)</w:t>
      </w:r>
    </w:p>
    <w:p w14:paraId="32FD7210" w14:textId="77777777" w:rsidR="005154BC" w:rsidRPr="00377CBE" w:rsidRDefault="005154BC" w:rsidP="00936165">
      <w:pPr>
        <w:pStyle w:val="Example"/>
      </w:pPr>
      <w:r w:rsidRPr="00377CBE">
        <w:t>DITSCMD_b9</w:t>
      </w:r>
      <w:proofErr w:type="gramStart"/>
      <w:r w:rsidRPr="00377CBE">
        <w:t>be:</w:t>
      </w:r>
      <w:r w:rsidR="00346712">
        <w:t>MYTASK</w:t>
      </w:r>
      <w:proofErr w:type="gramEnd"/>
      <w:r w:rsidRPr="00377CBE">
        <w:t>:EXIT                 (Shutdown the task)</w:t>
      </w:r>
    </w:p>
    <w:p w14:paraId="400D9499" w14:textId="77777777" w:rsidR="005154BC" w:rsidRPr="00377CBE" w:rsidRDefault="005154BC" w:rsidP="00936165">
      <w:pPr>
        <w:pStyle w:val="Example"/>
      </w:pPr>
      <w:r w:rsidRPr="00377CBE">
        <w:t>DITSCMD_b9</w:t>
      </w:r>
      <w:proofErr w:type="gramStart"/>
      <w:r w:rsidRPr="00377CBE">
        <w:t>be:</w:t>
      </w:r>
      <w:r w:rsidR="00346712">
        <w:t>MYTASK</w:t>
      </w:r>
      <w:proofErr w:type="gramEnd"/>
      <w:r w:rsidRPr="00377CBE">
        <w:t>:RESET                (Reset task)</w:t>
      </w:r>
    </w:p>
    <w:p w14:paraId="640A81AE" w14:textId="77777777" w:rsidR="005154BC" w:rsidRPr="00377CBE" w:rsidRDefault="005154BC" w:rsidP="00936165">
      <w:pPr>
        <w:pStyle w:val="Example"/>
      </w:pPr>
      <w:r w:rsidRPr="00377CBE">
        <w:t>DITSCMD_b9</w:t>
      </w:r>
      <w:proofErr w:type="gramStart"/>
      <w:r w:rsidRPr="00377CBE">
        <w:t>be:</w:t>
      </w:r>
      <w:r w:rsidR="00346712">
        <w:t>MYTASK</w:t>
      </w:r>
      <w:proofErr w:type="gramEnd"/>
      <w:r w:rsidRPr="00377CBE">
        <w:t>:INITIALISE           (</w:t>
      </w:r>
      <w:proofErr w:type="spellStart"/>
      <w:r w:rsidRPr="00377CBE">
        <w:t>Initialise</w:t>
      </w:r>
      <w:proofErr w:type="spellEnd"/>
      <w:r w:rsidRPr="00377CBE">
        <w:t xml:space="preserve"> task)</w:t>
      </w:r>
    </w:p>
    <w:p w14:paraId="021DD0B9" w14:textId="77777777" w:rsidR="005154BC" w:rsidRPr="00377CBE" w:rsidRDefault="005154BC" w:rsidP="00936165">
      <w:pPr>
        <w:pStyle w:val="Example"/>
      </w:pPr>
      <w:r w:rsidRPr="00377CBE">
        <w:t>DITSCMD_b9</w:t>
      </w:r>
      <w:proofErr w:type="gramStart"/>
      <w:r w:rsidRPr="00377CBE">
        <w:t>be:</w:t>
      </w:r>
      <w:r w:rsidR="00346712">
        <w:t>MYTASK</w:t>
      </w:r>
      <w:proofErr w:type="gramEnd"/>
      <w:r w:rsidRPr="00377CBE">
        <w:t>:UPDATE_DRT</w:t>
      </w:r>
    </w:p>
    <w:p w14:paraId="4CDCFAE2" w14:textId="77777777" w:rsidR="005154BC" w:rsidRPr="00377CBE" w:rsidRDefault="005154BC" w:rsidP="00936165">
      <w:pPr>
        <w:pStyle w:val="Example"/>
      </w:pPr>
      <w:r w:rsidRPr="00377CBE">
        <w:t>DITSCMD_b9</w:t>
      </w:r>
      <w:proofErr w:type="gramStart"/>
      <w:r w:rsidRPr="00377CBE">
        <w:t>be:</w:t>
      </w:r>
      <w:r w:rsidR="00346712">
        <w:t>MYTASK</w:t>
      </w:r>
      <w:proofErr w:type="gramEnd"/>
      <w:r w:rsidRPr="00377CBE">
        <w:t>:UMONITOR             (DRAMA2 GIT default action implementation)</w:t>
      </w:r>
    </w:p>
    <w:p w14:paraId="54919A5A" w14:textId="77777777" w:rsidR="005154BC" w:rsidRPr="00377CBE" w:rsidRDefault="005154BC" w:rsidP="00936165">
      <w:pPr>
        <w:pStyle w:val="Example"/>
      </w:pPr>
      <w:r w:rsidRPr="00377CBE">
        <w:t>DITSCMD_b9</w:t>
      </w:r>
      <w:proofErr w:type="gramStart"/>
      <w:r w:rsidRPr="00377CBE">
        <w:t>be:</w:t>
      </w:r>
      <w:r w:rsidR="00346712">
        <w:t>MYTASK</w:t>
      </w:r>
      <w:proofErr w:type="gramEnd"/>
      <w:r w:rsidRPr="00377CBE">
        <w:t>:UPDATE_NBD           (DRAMA2 GIT default action implementation)</w:t>
      </w:r>
    </w:p>
    <w:p w14:paraId="70DB4EE7" w14:textId="77777777" w:rsidR="005154BC" w:rsidRPr="00377CBE" w:rsidRDefault="005154BC" w:rsidP="00936165">
      <w:pPr>
        <w:pStyle w:val="Example"/>
      </w:pPr>
      <w:r w:rsidRPr="00377CBE">
        <w:t>DITSCMD_b9</w:t>
      </w:r>
      <w:proofErr w:type="gramStart"/>
      <w:r w:rsidRPr="00377CBE">
        <w:t>be:</w:t>
      </w:r>
      <w:r w:rsidR="00346712">
        <w:t>MYTASK</w:t>
      </w:r>
      <w:proofErr w:type="gramEnd"/>
      <w:r w:rsidRPr="00377CBE">
        <w:t>:STATUS               (DRAMA2 GIT default action implementation)</w:t>
      </w:r>
    </w:p>
    <w:p w14:paraId="286ED673" w14:textId="77777777" w:rsidR="005154BC" w:rsidRPr="00377CBE" w:rsidRDefault="005154BC" w:rsidP="00936165">
      <w:pPr>
        <w:pStyle w:val="Example"/>
      </w:pPr>
      <w:r w:rsidRPr="00377CBE">
        <w:t>DITSCMD_b9</w:t>
      </w:r>
      <w:proofErr w:type="gramStart"/>
      <w:r w:rsidRPr="00377CBE">
        <w:t>be:</w:t>
      </w:r>
      <w:r w:rsidR="00346712">
        <w:t>MYTASK</w:t>
      </w:r>
      <w:proofErr w:type="gramEnd"/>
      <w:r w:rsidRPr="00377CBE">
        <w:t>:POLL_PARAMETER       (DRAMA2 GIT default action implementation)</w:t>
      </w:r>
    </w:p>
    <w:p w14:paraId="3F25CE39" w14:textId="77777777" w:rsidR="005154BC" w:rsidRPr="00377CBE" w:rsidRDefault="005154BC" w:rsidP="00936165">
      <w:pPr>
        <w:pStyle w:val="Example"/>
      </w:pPr>
      <w:r w:rsidRPr="00377CBE">
        <w:lastRenderedPageBreak/>
        <w:t>DITSCMD_b9</w:t>
      </w:r>
      <w:proofErr w:type="gramStart"/>
      <w:r w:rsidRPr="00377CBE">
        <w:t>be:</w:t>
      </w:r>
      <w:r w:rsidR="00346712">
        <w:t>MYTASK</w:t>
      </w:r>
      <w:proofErr w:type="gramEnd"/>
      <w:r w:rsidRPr="00377CBE">
        <w:t>:DUMP_LOG             (DRAMA2 GIT default action implementation)</w:t>
      </w:r>
    </w:p>
    <w:p w14:paraId="28652F62" w14:textId="77777777" w:rsidR="005154BC" w:rsidRPr="00377CBE" w:rsidRDefault="005154BC" w:rsidP="00936165">
      <w:pPr>
        <w:pStyle w:val="Example"/>
      </w:pPr>
      <w:r w:rsidRPr="00377CBE">
        <w:t>DITSCMD_b9</w:t>
      </w:r>
      <w:proofErr w:type="gramStart"/>
      <w:r w:rsidRPr="00377CBE">
        <w:t>be:</w:t>
      </w:r>
      <w:r w:rsidR="00346712">
        <w:t>MYTASK</w:t>
      </w:r>
      <w:proofErr w:type="gramEnd"/>
      <w:r w:rsidRPr="00377CBE">
        <w:t>:CTRLC                (DRAMA2 GIT default action implementation)</w:t>
      </w:r>
    </w:p>
    <w:p w14:paraId="4CD791CD" w14:textId="77777777" w:rsidR="005154BC" w:rsidRPr="00377CBE" w:rsidRDefault="005154BC" w:rsidP="00936165">
      <w:pPr>
        <w:pStyle w:val="Example"/>
      </w:pPr>
      <w:r w:rsidRPr="00377CBE">
        <w:t>DITSCMD_b9</w:t>
      </w:r>
      <w:proofErr w:type="gramStart"/>
      <w:r w:rsidRPr="00377CBE">
        <w:t>be:</w:t>
      </w:r>
      <w:r w:rsidR="00346712">
        <w:t>MYTASK</w:t>
      </w:r>
      <w:proofErr w:type="gramEnd"/>
      <w:r w:rsidRPr="00377CBE">
        <w:t>:SIMULATE_LEVEL       (DRAMA2 GIT default SIMULATE_LEVEL action implementation)</w:t>
      </w:r>
    </w:p>
    <w:p w14:paraId="05013F17" w14:textId="77777777" w:rsidR="005154BC" w:rsidRPr="00377CBE" w:rsidRDefault="005154BC" w:rsidP="00936165">
      <w:pPr>
        <w:pStyle w:val="Example"/>
      </w:pPr>
      <w:r w:rsidRPr="00377CBE">
        <w:t>DITSCMD_b9</w:t>
      </w:r>
      <w:proofErr w:type="gramStart"/>
      <w:r w:rsidRPr="00377CBE">
        <w:t>be:</w:t>
      </w:r>
      <w:r w:rsidR="00346712">
        <w:t>MYTASK</w:t>
      </w:r>
      <w:proofErr w:type="gramEnd"/>
      <w:r w:rsidRPr="00377CBE">
        <w:t>:POLL                 (DRAMA2 GIT default POLL action implementation)</w:t>
      </w:r>
    </w:p>
    <w:p w14:paraId="1BDE1220" w14:textId="77777777" w:rsidR="003C30A4" w:rsidRPr="00377CBE" w:rsidRDefault="005154BC" w:rsidP="00936165">
      <w:pPr>
        <w:pStyle w:val="Example"/>
      </w:pPr>
      <w:r w:rsidRPr="00377CBE">
        <w:t>DITSCMD_b9</w:t>
      </w:r>
      <w:proofErr w:type="gramStart"/>
      <w:r w:rsidRPr="00377CBE">
        <w:t>be:</w:t>
      </w:r>
      <w:r w:rsidR="00346712">
        <w:t>MYTASK</w:t>
      </w:r>
      <w:proofErr w:type="gramEnd"/>
      <w:r w:rsidRPr="00377CBE">
        <w:t xml:space="preserve">:LOG_LEVEL            (Change task logging level - DRAMA 2 action) </w:t>
      </w:r>
    </w:p>
    <w:p w14:paraId="316A1504" w14:textId="77777777" w:rsidR="003C30A4" w:rsidRDefault="006C2DFD" w:rsidP="003C30A4">
      <w:proofErr w:type="gramStart"/>
      <w:r>
        <w:t>So</w:t>
      </w:r>
      <w:proofErr w:type="gramEnd"/>
      <w:r>
        <w:t xml:space="preserve"> there are quite a lot</w:t>
      </w:r>
      <w:r w:rsidR="00C95091">
        <w:t xml:space="preserve"> alread</w:t>
      </w:r>
      <w:r w:rsidR="0061698E">
        <w:t>y</w:t>
      </w:r>
      <w:r>
        <w:t xml:space="preserve">.  See the GIT documentation for details, but your real interest is in </w:t>
      </w:r>
      <w:r w:rsidRPr="00A1411F">
        <w:rPr>
          <w:rFonts w:ascii="Courier New" w:hAnsi="Courier New" w:cs="Courier New"/>
        </w:rPr>
        <w:t>INITIALISE</w:t>
      </w:r>
      <w:r>
        <w:t xml:space="preserve">, </w:t>
      </w:r>
      <w:r w:rsidRPr="00A1411F">
        <w:rPr>
          <w:rFonts w:ascii="Courier New" w:hAnsi="Courier New" w:cs="Courier New"/>
        </w:rPr>
        <w:t>RESET</w:t>
      </w:r>
      <w:r>
        <w:t xml:space="preserve">, </w:t>
      </w:r>
      <w:r w:rsidRPr="00A1411F">
        <w:rPr>
          <w:rFonts w:ascii="Courier New" w:hAnsi="Courier New" w:cs="Courier New"/>
        </w:rPr>
        <w:t>EXIT</w:t>
      </w:r>
      <w:r>
        <w:t xml:space="preserve">, </w:t>
      </w:r>
      <w:r w:rsidRPr="00A1411F">
        <w:rPr>
          <w:rFonts w:ascii="Courier New" w:hAnsi="Courier New" w:cs="Courier New"/>
        </w:rPr>
        <w:t>REPORT</w:t>
      </w:r>
      <w:r>
        <w:t xml:space="preserve"> and </w:t>
      </w:r>
      <w:r w:rsidRPr="00A1411F">
        <w:rPr>
          <w:rFonts w:ascii="Courier New" w:hAnsi="Courier New" w:cs="Courier New"/>
        </w:rPr>
        <w:t>POLL</w:t>
      </w:r>
      <w:r>
        <w:t>.  The others can be ignored.</w:t>
      </w:r>
      <w:r w:rsidR="00C95091">
        <w:t xml:space="preserve">  I</w:t>
      </w:r>
      <w:r w:rsidR="009F2B7A">
        <w:t xml:space="preserve">n the current AAO DRAMA style, </w:t>
      </w:r>
      <w:r w:rsidR="009F2B7A" w:rsidRPr="00A1411F">
        <w:rPr>
          <w:rFonts w:ascii="Courier New" w:hAnsi="Courier New" w:cs="Courier New"/>
        </w:rPr>
        <w:t>INITIALISE</w:t>
      </w:r>
      <w:r w:rsidR="009F2B7A">
        <w:t xml:space="preserve"> and </w:t>
      </w:r>
      <w:r w:rsidR="009F2B7A" w:rsidRPr="00A1411F">
        <w:rPr>
          <w:rFonts w:ascii="Courier New" w:hAnsi="Courier New" w:cs="Courier New"/>
        </w:rPr>
        <w:t>RESET</w:t>
      </w:r>
      <w:r w:rsidR="009F2B7A">
        <w:t xml:space="preserve"> are almost </w:t>
      </w:r>
      <w:r w:rsidR="00024C06">
        <w:t>identical,</w:t>
      </w:r>
      <w:r w:rsidR="009F2B7A">
        <w:t xml:space="preserve"> </w:t>
      </w:r>
      <w:r w:rsidR="0091271A">
        <w:t>and, in the template</w:t>
      </w:r>
      <w:r w:rsidR="009F2B7A">
        <w:t xml:space="preserve">, </w:t>
      </w:r>
      <w:r w:rsidR="00A1411F">
        <w:t xml:space="preserve">these </w:t>
      </w:r>
      <w:r w:rsidR="009F2B7A">
        <w:t>are implemented with the same code.</w:t>
      </w:r>
    </w:p>
    <w:p w14:paraId="4DB5078E" w14:textId="77777777" w:rsidR="009F2B7A" w:rsidRDefault="00A1411F" w:rsidP="003C30A4">
      <w:r>
        <w:t>To see all the parameters, you might fetch the special parameter _NAMES_ or _</w:t>
      </w:r>
      <w:r w:rsidRPr="0091271A">
        <w:rPr>
          <w:rFonts w:ascii="Courier New" w:hAnsi="Courier New" w:cs="Courier New"/>
        </w:rPr>
        <w:t>ALL_</w:t>
      </w:r>
      <w:r>
        <w:t>.  The later brings back the values as well.  E.g.</w:t>
      </w:r>
    </w:p>
    <w:p w14:paraId="34EFA8E8" w14:textId="77777777" w:rsidR="00A1411F" w:rsidRDefault="00A1411F" w:rsidP="00936165">
      <w:pPr>
        <w:pStyle w:val="Example"/>
      </w:pPr>
      <w:r>
        <w:t xml:space="preserve">&gt;&gt; </w:t>
      </w:r>
      <w:proofErr w:type="spellStart"/>
      <w:r>
        <w:t>ditscmd</w:t>
      </w:r>
      <w:proofErr w:type="spellEnd"/>
      <w:r>
        <w:t xml:space="preserve"> -</w:t>
      </w:r>
      <w:proofErr w:type="spellStart"/>
      <w:r>
        <w:t>gv</w:t>
      </w:r>
      <w:proofErr w:type="spellEnd"/>
      <w:r>
        <w:t xml:space="preserve"> MYTASK _ALL_</w:t>
      </w:r>
    </w:p>
    <w:p w14:paraId="692F8958" w14:textId="77777777" w:rsidR="00A1411F" w:rsidRDefault="00A1411F" w:rsidP="00936165">
      <w:pPr>
        <w:pStyle w:val="Example"/>
      </w:pPr>
      <w:r>
        <w:t>DITSCMD_6fe</w:t>
      </w:r>
      <w:proofErr w:type="gramStart"/>
      <w:r>
        <w:t>8:SdpStructure</w:t>
      </w:r>
      <w:proofErr w:type="gramEnd"/>
      <w:r>
        <w:t xml:space="preserve">         Struct</w:t>
      </w:r>
    </w:p>
    <w:p w14:paraId="5FB4F698" w14:textId="77777777" w:rsidR="00A1411F" w:rsidRDefault="00A1411F" w:rsidP="00936165">
      <w:pPr>
        <w:pStyle w:val="Example"/>
      </w:pPr>
      <w:r>
        <w:t>DITSCMD_6fe8:  LOG_LEVEL            Char</w:t>
      </w:r>
      <w:proofErr w:type="gramStart"/>
      <w:r>
        <w:t xml:space="preserve">   [</w:t>
      </w:r>
      <w:proofErr w:type="gramEnd"/>
      <w:r>
        <w:t>16] "ERRORS,INST,MSG"</w:t>
      </w:r>
    </w:p>
    <w:p w14:paraId="3C650833" w14:textId="77777777" w:rsidR="00A1411F" w:rsidRDefault="00A1411F" w:rsidP="00936165">
      <w:pPr>
        <w:pStyle w:val="Example"/>
      </w:pPr>
      <w:r>
        <w:t>DITSCMD_6fe8:  GITLOG_FILENAME      Char</w:t>
      </w:r>
      <w:proofErr w:type="gramStart"/>
      <w:r>
        <w:t xml:space="preserve">   [</w:t>
      </w:r>
      <w:proofErr w:type="gramEnd"/>
      <w:r>
        <w:t>48] "/home/</w:t>
      </w:r>
      <w:proofErr w:type="spellStart"/>
      <w:r>
        <w:t>tjf</w:t>
      </w:r>
      <w:proofErr w:type="spellEnd"/>
      <w:r>
        <w:t>/scratch/logs/MYTASK-2018-10-10.02.log"</w:t>
      </w:r>
    </w:p>
    <w:p w14:paraId="0AF86459" w14:textId="77777777" w:rsidR="00A1411F" w:rsidRDefault="00A1411F" w:rsidP="00936165">
      <w:pPr>
        <w:pStyle w:val="Example"/>
      </w:pPr>
      <w:r>
        <w:t>DITSCMD_6fe8:  SIMULATE_LEVEL       Char</w:t>
      </w:r>
      <w:proofErr w:type="gramStart"/>
      <w:r>
        <w:t xml:space="preserve">   [</w:t>
      </w:r>
      <w:proofErr w:type="gramEnd"/>
      <w:r>
        <w:t>5] "FULL"</w:t>
      </w:r>
    </w:p>
    <w:p w14:paraId="762E594F" w14:textId="77777777" w:rsidR="00A1411F" w:rsidRDefault="00A1411F" w:rsidP="00936165">
      <w:pPr>
        <w:pStyle w:val="Example"/>
      </w:pPr>
      <w:r>
        <w:t>DITSCMD_6fe8:  TIME_BASE            Float   1</w:t>
      </w:r>
    </w:p>
    <w:p w14:paraId="6B2527A1" w14:textId="77777777" w:rsidR="00A1411F" w:rsidRDefault="00A1411F" w:rsidP="00936165">
      <w:pPr>
        <w:pStyle w:val="Example"/>
      </w:pPr>
      <w:r>
        <w:t>DITSCMD_6fe8:  ENQ_DEV_TYPE         Char</w:t>
      </w:r>
      <w:proofErr w:type="gramStart"/>
      <w:r>
        <w:t xml:space="preserve">   [</w:t>
      </w:r>
      <w:proofErr w:type="gramEnd"/>
      <w:r>
        <w:t>4] "IDT"</w:t>
      </w:r>
    </w:p>
    <w:p w14:paraId="0B6E361D" w14:textId="77777777" w:rsidR="00A1411F" w:rsidRDefault="00A1411F" w:rsidP="00936165">
      <w:pPr>
        <w:pStyle w:val="Example"/>
      </w:pPr>
      <w:r>
        <w:t>DITSCMD_6fe8:  ENQ_DEV_DESCR        Char</w:t>
      </w:r>
      <w:proofErr w:type="gramStart"/>
      <w:r>
        <w:t xml:space="preserve">   [</w:t>
      </w:r>
      <w:proofErr w:type="gramEnd"/>
      <w:r>
        <w:t>21] "MYTASK template task"</w:t>
      </w:r>
    </w:p>
    <w:p w14:paraId="1E1EBC4C" w14:textId="77777777" w:rsidR="00A1411F" w:rsidRDefault="00A1411F" w:rsidP="00936165">
      <w:pPr>
        <w:pStyle w:val="Example"/>
      </w:pPr>
      <w:r>
        <w:t>DITSCMD_6fe8:  ENQ_VER_NUM          Char</w:t>
      </w:r>
      <w:proofErr w:type="gramStart"/>
      <w:r>
        <w:t xml:space="preserve">   [</w:t>
      </w:r>
      <w:proofErr w:type="gramEnd"/>
      <w:r>
        <w:t>5] "r1_1"</w:t>
      </w:r>
    </w:p>
    <w:p w14:paraId="1C2A6735" w14:textId="77777777" w:rsidR="00A1411F" w:rsidRDefault="00A1411F" w:rsidP="00936165">
      <w:pPr>
        <w:pStyle w:val="Example"/>
      </w:pPr>
      <w:r>
        <w:t>DITSCMD_6fe8:  ENQ_VER_DATE         Char</w:t>
      </w:r>
      <w:proofErr w:type="gramStart"/>
      <w:r>
        <w:t xml:space="preserve">   [</w:t>
      </w:r>
      <w:proofErr w:type="gramEnd"/>
      <w:r>
        <w:t>12] "11-Oct-2018"</w:t>
      </w:r>
    </w:p>
    <w:p w14:paraId="21C62D8E" w14:textId="77777777" w:rsidR="00A1411F" w:rsidRDefault="00A1411F" w:rsidP="00936165">
      <w:pPr>
        <w:pStyle w:val="Example"/>
      </w:pPr>
      <w:r>
        <w:t>DITSCMD_6fe8:  ENQ_DEV_NUMITEM      Int     0</w:t>
      </w:r>
    </w:p>
    <w:p w14:paraId="4ACE5722" w14:textId="77777777" w:rsidR="00A1411F" w:rsidRDefault="00A1411F" w:rsidP="00936165">
      <w:pPr>
        <w:pStyle w:val="Example"/>
      </w:pPr>
      <w:r>
        <w:t>DITSCMD_6fe8:  INITIALISED          Int     1</w:t>
      </w:r>
    </w:p>
    <w:p w14:paraId="68F1962E" w14:textId="77777777" w:rsidR="00A1411F" w:rsidRDefault="00A1411F" w:rsidP="00936165">
      <w:pPr>
        <w:pStyle w:val="Example"/>
      </w:pPr>
      <w:r>
        <w:t>DITSCMD_6fe8:  POLL_PARAMETER       Float   2</w:t>
      </w:r>
    </w:p>
    <w:p w14:paraId="171B52F5" w14:textId="77777777" w:rsidR="00A1411F" w:rsidRDefault="00A1411F" w:rsidP="00936165">
      <w:pPr>
        <w:pStyle w:val="Example"/>
      </w:pPr>
      <w:r>
        <w:t>DITSCMD_6fe8:  FITS_SETUP           Struct</w:t>
      </w:r>
    </w:p>
    <w:p w14:paraId="0E4A383B" w14:textId="77777777" w:rsidR="00A1411F" w:rsidRDefault="00A1411F" w:rsidP="00936165">
      <w:pPr>
        <w:pStyle w:val="Example"/>
      </w:pPr>
      <w:r>
        <w:t>DITSCMD_6fe8:    TASKNAME             Char</w:t>
      </w:r>
      <w:proofErr w:type="gramStart"/>
      <w:r>
        <w:t xml:space="preserve">   [</w:t>
      </w:r>
      <w:proofErr w:type="gramEnd"/>
      <w:r>
        <w:t>7] "MYTASK"</w:t>
      </w:r>
    </w:p>
    <w:p w14:paraId="505BDDE3" w14:textId="77777777" w:rsidR="00A1411F" w:rsidRDefault="00A1411F" w:rsidP="00936165">
      <w:pPr>
        <w:pStyle w:val="Example"/>
      </w:pPr>
      <w:r>
        <w:t>DITSCMD_6fe8:    RUN_ID               Int     0</w:t>
      </w:r>
    </w:p>
    <w:p w14:paraId="6F5C3EFB" w14:textId="77777777" w:rsidR="00A1411F" w:rsidRDefault="00A1411F" w:rsidP="00936165">
      <w:pPr>
        <w:pStyle w:val="Example"/>
      </w:pPr>
      <w:r>
        <w:t>DITSCMD_6fe8:    FITS_KEYWORDS        Struct</w:t>
      </w:r>
    </w:p>
    <w:p w14:paraId="40E90424" w14:textId="77777777" w:rsidR="00A1411F" w:rsidRDefault="00A1411F" w:rsidP="00936165">
      <w:pPr>
        <w:pStyle w:val="Example"/>
      </w:pPr>
      <w:r>
        <w:t>DITSCMD_6fe8:  FITS_START           Struct</w:t>
      </w:r>
    </w:p>
    <w:p w14:paraId="4650B4B7" w14:textId="77777777" w:rsidR="00A1411F" w:rsidRDefault="00A1411F" w:rsidP="00936165">
      <w:pPr>
        <w:pStyle w:val="Example"/>
      </w:pPr>
      <w:r>
        <w:t>DITSCMD_6fe8:    TASKNAME             Char</w:t>
      </w:r>
      <w:proofErr w:type="gramStart"/>
      <w:r>
        <w:t xml:space="preserve">   [</w:t>
      </w:r>
      <w:proofErr w:type="gramEnd"/>
      <w:r>
        <w:t>7] "MYTASK"</w:t>
      </w:r>
    </w:p>
    <w:p w14:paraId="2131AFF1" w14:textId="77777777" w:rsidR="00A1411F" w:rsidRDefault="00A1411F" w:rsidP="00936165">
      <w:pPr>
        <w:pStyle w:val="Example"/>
      </w:pPr>
      <w:r>
        <w:t>DITSCMD_6fe8:    RUN_ID               Int     0</w:t>
      </w:r>
    </w:p>
    <w:p w14:paraId="0A3773C4" w14:textId="77777777" w:rsidR="00A1411F" w:rsidRDefault="00A1411F" w:rsidP="00936165">
      <w:pPr>
        <w:pStyle w:val="Example"/>
      </w:pPr>
      <w:r>
        <w:t>DITSCMD_6fe8:    FITS_KEYWORDS        Struct</w:t>
      </w:r>
    </w:p>
    <w:p w14:paraId="0C60D70F" w14:textId="77777777" w:rsidR="00A1411F" w:rsidRDefault="00A1411F" w:rsidP="00936165">
      <w:pPr>
        <w:pStyle w:val="Example"/>
      </w:pPr>
      <w:r>
        <w:t>DITSCMD_6fe8:  FITS_END             Struct</w:t>
      </w:r>
    </w:p>
    <w:p w14:paraId="7A271E68" w14:textId="77777777" w:rsidR="00A1411F" w:rsidRDefault="00A1411F" w:rsidP="00936165">
      <w:pPr>
        <w:pStyle w:val="Example"/>
      </w:pPr>
      <w:r>
        <w:t>DITSCMD_6fe8:    TASKNAME             Char</w:t>
      </w:r>
      <w:proofErr w:type="gramStart"/>
      <w:r>
        <w:t xml:space="preserve">   [</w:t>
      </w:r>
      <w:proofErr w:type="gramEnd"/>
      <w:r>
        <w:t>7] "MYTASK"</w:t>
      </w:r>
    </w:p>
    <w:p w14:paraId="49C67251" w14:textId="77777777" w:rsidR="00A1411F" w:rsidRDefault="00A1411F" w:rsidP="00936165">
      <w:pPr>
        <w:pStyle w:val="Example"/>
      </w:pPr>
      <w:r>
        <w:t>DITSCMD_6fe8:    RUN_ID               Int     0</w:t>
      </w:r>
    </w:p>
    <w:p w14:paraId="5D1C750D" w14:textId="77777777" w:rsidR="00A1411F" w:rsidRDefault="00A1411F" w:rsidP="00936165">
      <w:pPr>
        <w:pStyle w:val="Example"/>
      </w:pPr>
      <w:r>
        <w:t>DITSCMD_6fe8:    FITS_KEYWORDS        Struct</w:t>
      </w:r>
    </w:p>
    <w:p w14:paraId="27C35595" w14:textId="77777777" w:rsidR="00A1411F" w:rsidRDefault="00A1411F" w:rsidP="00936165">
      <w:pPr>
        <w:pStyle w:val="Example"/>
      </w:pPr>
      <w:r>
        <w:t>DITSCMD_6fe8:  DRT_FINISHED         Struct</w:t>
      </w:r>
    </w:p>
    <w:p w14:paraId="0BB6F126" w14:textId="77777777" w:rsidR="00A1411F" w:rsidRDefault="00A1411F" w:rsidP="00936165">
      <w:pPr>
        <w:pStyle w:val="Example"/>
      </w:pPr>
      <w:r>
        <w:t>DITSCMD_6fe8:    TASKNAME             Char</w:t>
      </w:r>
      <w:proofErr w:type="gramStart"/>
      <w:r>
        <w:t xml:space="preserve">   [</w:t>
      </w:r>
      <w:proofErr w:type="gramEnd"/>
      <w:r>
        <w:t>7] "MYTASK"</w:t>
      </w:r>
    </w:p>
    <w:p w14:paraId="044E053E" w14:textId="77777777" w:rsidR="00A1411F" w:rsidRDefault="00A1411F" w:rsidP="00936165">
      <w:pPr>
        <w:pStyle w:val="Example"/>
      </w:pPr>
      <w:r>
        <w:t>DITSCMD_6fe8:    RUN_ID               Int     0</w:t>
      </w:r>
    </w:p>
    <w:p w14:paraId="402BC51C" w14:textId="77777777" w:rsidR="00A1411F" w:rsidRDefault="00A1411F" w:rsidP="00936165">
      <w:pPr>
        <w:pStyle w:val="Example"/>
      </w:pPr>
      <w:r>
        <w:t>DITSCMD_6fe8:  DRT_STRUCTURES       Char</w:t>
      </w:r>
      <w:proofErr w:type="gramStart"/>
      <w:r>
        <w:t xml:space="preserve">   [</w:t>
      </w:r>
      <w:proofErr w:type="gramEnd"/>
      <w:r>
        <w:t>31] "FITS_SETUP,FITS_START,FITS_END"</w:t>
      </w:r>
    </w:p>
    <w:p w14:paraId="6A3595BE" w14:textId="77777777" w:rsidR="00A1411F" w:rsidRDefault="00A1411F" w:rsidP="00936165">
      <w:pPr>
        <w:pStyle w:val="Example"/>
      </w:pPr>
      <w:r>
        <w:t>DITSCMD_6fe8:  STRING_PARAM         Char</w:t>
      </w:r>
      <w:proofErr w:type="gramStart"/>
      <w:r>
        <w:t xml:space="preserve">   [</w:t>
      </w:r>
      <w:proofErr w:type="gramEnd"/>
      <w:r>
        <w:t>9] "A String"</w:t>
      </w:r>
    </w:p>
    <w:p w14:paraId="24BE7A4F" w14:textId="77777777" w:rsidR="00A1411F" w:rsidRDefault="00A1411F" w:rsidP="00936165">
      <w:pPr>
        <w:pStyle w:val="Example"/>
      </w:pPr>
      <w:r>
        <w:t>DITSCMD_6fe8:  INT_PARAM            Int     23</w:t>
      </w:r>
    </w:p>
    <w:p w14:paraId="3A66EBD6" w14:textId="77777777" w:rsidR="00A1411F" w:rsidRDefault="00A1411F" w:rsidP="00936165">
      <w:pPr>
        <w:pStyle w:val="Example"/>
      </w:pPr>
      <w:r>
        <w:t>DITSCMD_6fe8:  SHORT_PARAM          Short   0</w:t>
      </w:r>
    </w:p>
    <w:p w14:paraId="197240FE" w14:textId="77777777" w:rsidR="00A1411F" w:rsidRDefault="00A1411F" w:rsidP="00936165">
      <w:pPr>
        <w:pStyle w:val="Example"/>
      </w:pPr>
      <w:r>
        <w:t xml:space="preserve">DITSCMD_6fe8:  DOUBLE_PARAM         </w:t>
      </w:r>
      <w:proofErr w:type="gramStart"/>
      <w:r>
        <w:t>Double  0</w:t>
      </w:r>
      <w:proofErr w:type="gramEnd"/>
    </w:p>
    <w:p w14:paraId="4F34185B" w14:textId="77777777" w:rsidR="00A1411F" w:rsidRDefault="00A1411F" w:rsidP="00936165">
      <w:pPr>
        <w:pStyle w:val="Example"/>
      </w:pPr>
      <w:r>
        <w:t>DITSCMD_6fe8:  STRUCT_PARAM         Struct</w:t>
      </w:r>
    </w:p>
    <w:p w14:paraId="1C972ADC" w14:textId="77777777" w:rsidR="00A1411F" w:rsidRDefault="00A1411F" w:rsidP="00936165">
      <w:pPr>
        <w:pStyle w:val="Example"/>
      </w:pPr>
      <w:r>
        <w:t xml:space="preserve">DITSCMD_6fe8:    RA                   </w:t>
      </w:r>
      <w:proofErr w:type="gramStart"/>
      <w:r>
        <w:t>Double  0</w:t>
      </w:r>
      <w:proofErr w:type="gramEnd"/>
    </w:p>
    <w:p w14:paraId="6E53FE8E" w14:textId="77777777" w:rsidR="00A1411F" w:rsidRDefault="00A1411F" w:rsidP="00936165">
      <w:pPr>
        <w:pStyle w:val="Example"/>
      </w:pPr>
      <w:r>
        <w:t xml:space="preserve">DITSCMD_6fe8:    DEC                  </w:t>
      </w:r>
      <w:proofErr w:type="gramStart"/>
      <w:r>
        <w:t>Double  0</w:t>
      </w:r>
      <w:proofErr w:type="gramEnd"/>
    </w:p>
    <w:p w14:paraId="2759761D" w14:textId="77777777" w:rsidR="00A1411F" w:rsidRDefault="00A1411F" w:rsidP="00936165">
      <w:pPr>
        <w:pStyle w:val="Example"/>
      </w:pPr>
      <w:r>
        <w:t xml:space="preserve">DITSCMD_6fe8:    AZIMUTH              </w:t>
      </w:r>
      <w:proofErr w:type="gramStart"/>
      <w:r>
        <w:t>Double  0</w:t>
      </w:r>
      <w:proofErr w:type="gramEnd"/>
    </w:p>
    <w:p w14:paraId="2E14F8FF" w14:textId="77777777" w:rsidR="00A1411F" w:rsidRDefault="00A1411F" w:rsidP="00936165">
      <w:pPr>
        <w:pStyle w:val="Example"/>
      </w:pPr>
      <w:r>
        <w:t xml:space="preserve">DITSCMD_6fe8:    ELEVATION            </w:t>
      </w:r>
      <w:proofErr w:type="gramStart"/>
      <w:r>
        <w:t>Double  0</w:t>
      </w:r>
      <w:proofErr w:type="gramEnd"/>
    </w:p>
    <w:p w14:paraId="75A12CE5" w14:textId="77777777" w:rsidR="00A1411F" w:rsidRDefault="00A1411F" w:rsidP="00936165">
      <w:pPr>
        <w:pStyle w:val="Example"/>
      </w:pPr>
      <w:r>
        <w:t xml:space="preserve">DITSCMD_6fe8:    HA                   </w:t>
      </w:r>
      <w:proofErr w:type="gramStart"/>
      <w:r>
        <w:t>Double  0</w:t>
      </w:r>
      <w:proofErr w:type="gramEnd"/>
    </w:p>
    <w:p w14:paraId="43443A5D" w14:textId="77777777" w:rsidR="00A1411F" w:rsidRDefault="00A1411F" w:rsidP="00936165">
      <w:pPr>
        <w:pStyle w:val="Example"/>
      </w:pPr>
      <w:r>
        <w:lastRenderedPageBreak/>
        <w:t xml:space="preserve">DITSCMD_6fe8:    ZD                   </w:t>
      </w:r>
      <w:proofErr w:type="gramStart"/>
      <w:r>
        <w:t>Double  0</w:t>
      </w:r>
      <w:proofErr w:type="gramEnd"/>
    </w:p>
    <w:p w14:paraId="2B7FCE4A" w14:textId="77777777" w:rsidR="00A1411F" w:rsidRDefault="00A1411F" w:rsidP="00936165">
      <w:pPr>
        <w:pStyle w:val="Example"/>
      </w:pPr>
      <w:r>
        <w:t xml:space="preserve">DITSCMD_6fe8:    AIRMASS              </w:t>
      </w:r>
      <w:proofErr w:type="gramStart"/>
      <w:r>
        <w:t>Double  0</w:t>
      </w:r>
      <w:proofErr w:type="gramEnd"/>
    </w:p>
    <w:p w14:paraId="6119B1D1" w14:textId="77777777" w:rsidR="00A1411F" w:rsidRDefault="00A1411F" w:rsidP="00936165">
      <w:pPr>
        <w:pStyle w:val="Example"/>
      </w:pPr>
      <w:r>
        <w:t xml:space="preserve">DITSCMD_6fe8:    VIGNETTED            </w:t>
      </w:r>
      <w:proofErr w:type="spellStart"/>
      <w:proofErr w:type="gramStart"/>
      <w:r>
        <w:t>Ushort</w:t>
      </w:r>
      <w:proofErr w:type="spellEnd"/>
      <w:r>
        <w:t xml:space="preserve">  1</w:t>
      </w:r>
      <w:proofErr w:type="gramEnd"/>
    </w:p>
    <w:p w14:paraId="31C77CF6" w14:textId="77777777" w:rsidR="00A1411F" w:rsidRDefault="00A1411F" w:rsidP="00936165">
      <w:pPr>
        <w:pStyle w:val="Example"/>
      </w:pPr>
      <w:r>
        <w:t>DITSCMD_6fe8:    RA_STR               Char</w:t>
      </w:r>
      <w:proofErr w:type="gramStart"/>
      <w:r>
        <w:t xml:space="preserve">   [</w:t>
      </w:r>
      <w:proofErr w:type="gramEnd"/>
      <w:r>
        <w:t>1] ""</w:t>
      </w:r>
    </w:p>
    <w:p w14:paraId="4D11C1A2" w14:textId="77777777" w:rsidR="00A1411F" w:rsidRDefault="00A1411F" w:rsidP="00936165">
      <w:pPr>
        <w:pStyle w:val="Example"/>
      </w:pPr>
      <w:r>
        <w:t>DITSCMD_6fe8:    HA_STR               Char</w:t>
      </w:r>
      <w:proofErr w:type="gramStart"/>
      <w:r>
        <w:t xml:space="preserve">   [</w:t>
      </w:r>
      <w:proofErr w:type="gramEnd"/>
      <w:r>
        <w:t>1] ""</w:t>
      </w:r>
    </w:p>
    <w:p w14:paraId="3D3E3CA4" w14:textId="77777777" w:rsidR="00A1411F" w:rsidRDefault="00A1411F" w:rsidP="00936165">
      <w:pPr>
        <w:pStyle w:val="Example"/>
      </w:pPr>
      <w:r>
        <w:t>DITSCMD_6fe8:    DEC_STR              Char</w:t>
      </w:r>
      <w:proofErr w:type="gramStart"/>
      <w:r>
        <w:t xml:space="preserve">   [</w:t>
      </w:r>
      <w:proofErr w:type="gramEnd"/>
      <w:r>
        <w:t>1] ""</w:t>
      </w:r>
    </w:p>
    <w:p w14:paraId="17A942C9" w14:textId="77777777" w:rsidR="00A1411F" w:rsidRDefault="00A1411F" w:rsidP="00936165">
      <w:pPr>
        <w:pStyle w:val="Example"/>
      </w:pPr>
      <w:r>
        <w:t>DITSCMD_6fe8:    TEL_STATE            Char</w:t>
      </w:r>
      <w:proofErr w:type="gramStart"/>
      <w:r>
        <w:t xml:space="preserve">   [</w:t>
      </w:r>
      <w:proofErr w:type="gramEnd"/>
      <w:r>
        <w:t>8] "INITIAL"</w:t>
      </w:r>
    </w:p>
    <w:p w14:paraId="5373DF60" w14:textId="77777777" w:rsidR="00A1411F" w:rsidRDefault="00A1411F" w:rsidP="00A1411F">
      <w:r>
        <w:t xml:space="preserve">In the above, the parameters </w:t>
      </w:r>
      <w:r w:rsidRPr="0043254D">
        <w:rPr>
          <w:rFonts w:ascii="Courier New" w:hAnsi="Courier New" w:cs="Courier New"/>
        </w:rPr>
        <w:t>STRING_PARAM</w:t>
      </w:r>
      <w:r>
        <w:t xml:space="preserve">, </w:t>
      </w:r>
      <w:r w:rsidRPr="0043254D">
        <w:rPr>
          <w:rFonts w:ascii="Courier New" w:hAnsi="Courier New" w:cs="Courier New"/>
        </w:rPr>
        <w:t>INT_PARAM</w:t>
      </w:r>
      <w:r>
        <w:t xml:space="preserve">, </w:t>
      </w:r>
      <w:r w:rsidRPr="0043254D">
        <w:rPr>
          <w:rFonts w:ascii="Courier New" w:hAnsi="Courier New" w:cs="Courier New"/>
        </w:rPr>
        <w:t>SHORT_PARAM</w:t>
      </w:r>
      <w:r>
        <w:t xml:space="preserve">, </w:t>
      </w:r>
      <w:r w:rsidRPr="0043254D">
        <w:rPr>
          <w:rFonts w:ascii="Courier New" w:hAnsi="Courier New" w:cs="Courier New"/>
        </w:rPr>
        <w:t>DOUBLE_PARAM</w:t>
      </w:r>
      <w:r>
        <w:t xml:space="preserve"> and </w:t>
      </w:r>
      <w:r w:rsidRPr="0043254D">
        <w:rPr>
          <w:rFonts w:ascii="Courier New" w:hAnsi="Courier New" w:cs="Courier New"/>
        </w:rPr>
        <w:t>STRUCT_PARAM</w:t>
      </w:r>
      <w:r>
        <w:t xml:space="preserve"> are examples.  You should remove those.  The others are all defined by GIT.</w:t>
      </w:r>
      <w:r w:rsidR="0043254D">
        <w:t xml:space="preserve"> You can see that some, </w:t>
      </w:r>
      <w:proofErr w:type="gramStart"/>
      <w:r w:rsidR="0043254D">
        <w:t>e.g.</w:t>
      </w:r>
      <w:proofErr w:type="gramEnd"/>
      <w:r w:rsidR="0043254D">
        <w:t xml:space="preserve"> </w:t>
      </w:r>
      <w:r w:rsidR="0043254D" w:rsidRPr="0043254D">
        <w:rPr>
          <w:rFonts w:ascii="Courier New" w:hAnsi="Courier New" w:cs="Courier New"/>
        </w:rPr>
        <w:t>ENQ_DEV_DESCR</w:t>
      </w:r>
      <w:r w:rsidR="0043254D">
        <w:t>, have values you will want to change.  We will get to this later.</w:t>
      </w:r>
    </w:p>
    <w:p w14:paraId="1F4D5539" w14:textId="77777777" w:rsidR="00075D3B" w:rsidRDefault="00075D3B" w:rsidP="00075D3B">
      <w:pPr>
        <w:pStyle w:val="Heading1"/>
      </w:pPr>
      <w:bookmarkStart w:id="4" w:name="_Toc74292958"/>
      <w:r>
        <w:t>Modifying the code.</w:t>
      </w:r>
      <w:bookmarkEnd w:id="4"/>
    </w:p>
    <w:p w14:paraId="74CB1C08" w14:textId="77777777" w:rsidR="00075D3B" w:rsidRDefault="00075D3B" w:rsidP="00A1411F">
      <w:proofErr w:type="gramStart"/>
      <w:r>
        <w:t>So</w:t>
      </w:r>
      <w:proofErr w:type="gramEnd"/>
      <w:r>
        <w:t xml:space="preserve"> whilst this example is a great bit of DRAMA2 code </w:t>
      </w:r>
      <w:r w:rsidR="007B329E">
        <w:rPr>
          <w:rFonts w:ascii="Apple Color Emoji" w:eastAsia="Apple Color Emoji" w:hAnsi="Apple Color Emoji" w:cs="Apple Color Emoji"/>
        </w:rPr>
        <w:t>😉</w:t>
      </w:r>
      <w:r w:rsidR="005B38A5">
        <w:t>, and meets the AAO s</w:t>
      </w:r>
      <w:r w:rsidR="00535250">
        <w:t>tandards, it probably does little else of interest to you.</w:t>
      </w:r>
    </w:p>
    <w:p w14:paraId="2EFF652E" w14:textId="1051D457" w:rsidR="00535250" w:rsidRDefault="005B38A5" w:rsidP="00A1411F">
      <w:r>
        <w:t>Let</w:t>
      </w:r>
      <w:r w:rsidR="00AD40C3">
        <w:t xml:space="preserve"> us</w:t>
      </w:r>
      <w:r>
        <w:t xml:space="preserve"> work through the files and where you might want to modify them.</w:t>
      </w:r>
      <w:r w:rsidR="002B7546">
        <w:t xml:space="preserve">  </w:t>
      </w:r>
    </w:p>
    <w:p w14:paraId="16D95C5F" w14:textId="77777777" w:rsidR="005B38A5" w:rsidRDefault="005B38A5" w:rsidP="005154BC">
      <w:pPr>
        <w:pStyle w:val="Heading2"/>
      </w:pPr>
      <w:bookmarkStart w:id="5" w:name="_Toc74292959"/>
      <w:r>
        <w:t>Include file.</w:t>
      </w:r>
      <w:bookmarkEnd w:id="5"/>
    </w:p>
    <w:p w14:paraId="2BB96701" w14:textId="77777777" w:rsidR="00EC208C" w:rsidRDefault="00EC208C" w:rsidP="00EC208C">
      <w:r>
        <w:t>In the above example, this is named “</w:t>
      </w:r>
      <w:proofErr w:type="spellStart"/>
      <w:proofErr w:type="gramStart"/>
      <w:r w:rsidRPr="0091271A">
        <w:rPr>
          <w:rFonts w:ascii="Courier New" w:hAnsi="Courier New" w:cs="Courier New"/>
        </w:rPr>
        <w:t>mytask.hh</w:t>
      </w:r>
      <w:proofErr w:type="spellEnd"/>
      <w:proofErr w:type="gramEnd"/>
      <w:r>
        <w:t>”</w:t>
      </w:r>
      <w:r w:rsidR="00B34D9F">
        <w:t xml:space="preserve">  It </w:t>
      </w:r>
      <w:r w:rsidR="00A570E2">
        <w:t>declares</w:t>
      </w:r>
      <w:r w:rsidR="00B34D9F">
        <w:t xml:space="preserve"> the C++ namespace “</w:t>
      </w:r>
      <w:proofErr w:type="spellStart"/>
      <w:r w:rsidR="00B34D9F" w:rsidRPr="00B34D9F">
        <w:rPr>
          <w:rFonts w:ascii="Courier New" w:hAnsi="Courier New" w:cs="Courier New"/>
        </w:rPr>
        <w:t>mytask</w:t>
      </w:r>
      <w:proofErr w:type="spellEnd"/>
      <w:r w:rsidR="00B34D9F">
        <w:t>”, and all C++ names declared in this source will be found in that namespace.</w:t>
      </w:r>
    </w:p>
    <w:p w14:paraId="02B15793" w14:textId="77777777" w:rsidR="00EC208C" w:rsidRDefault="00EC208C" w:rsidP="00EC208C">
      <w:r>
        <w:t xml:space="preserve">It </w:t>
      </w:r>
      <w:r w:rsidR="00B34D9F">
        <w:t>then declares</w:t>
      </w:r>
      <w:r>
        <w:t xml:space="preserve"> two external variables</w:t>
      </w:r>
      <w:r w:rsidR="00B34D9F">
        <w:t xml:space="preserve"> (within the namespace)</w:t>
      </w:r>
    </w:p>
    <w:p w14:paraId="68795D72" w14:textId="7B502911" w:rsidR="00EC208C" w:rsidRDefault="00EC208C" w:rsidP="00936165">
      <w:pPr>
        <w:pStyle w:val="Example"/>
      </w:pPr>
      <w:r>
        <w:t xml:space="preserve">    /** </w:t>
      </w:r>
      <w:proofErr w:type="spellStart"/>
      <w:r>
        <w:t>mytask</w:t>
      </w:r>
      <w:proofErr w:type="spellEnd"/>
      <w:r>
        <w:t xml:space="preserve"> version number, </w:t>
      </w:r>
      <w:r w:rsidR="00BE3001" w:rsidRPr="00BE3001">
        <w:t xml:space="preserve">from GIT_REPO_RELEASE macro in </w:t>
      </w:r>
      <w:proofErr w:type="spellStart"/>
      <w:r w:rsidR="00BE3001" w:rsidRPr="00BE3001">
        <w:t>Makefile</w:t>
      </w:r>
      <w:proofErr w:type="spellEnd"/>
      <w:r w:rsidR="00BE3001" w:rsidRPr="00BE3001">
        <w:t xml:space="preserve"> </w:t>
      </w:r>
      <w:r>
        <w:t>*/</w:t>
      </w:r>
    </w:p>
    <w:p w14:paraId="1302BD5B" w14:textId="77777777" w:rsidR="00EC208C" w:rsidRDefault="00EC208C" w:rsidP="00936165">
      <w:pPr>
        <w:pStyle w:val="Example"/>
      </w:pPr>
      <w:r>
        <w:t xml:space="preserve">    extern const char </w:t>
      </w:r>
      <w:proofErr w:type="gramStart"/>
      <w:r>
        <w:t xml:space="preserve">*  </w:t>
      </w:r>
      <w:proofErr w:type="spellStart"/>
      <w:r>
        <w:t>MyTaskVersion</w:t>
      </w:r>
      <w:proofErr w:type="spellEnd"/>
      <w:proofErr w:type="gramEnd"/>
      <w:r>
        <w:t>;</w:t>
      </w:r>
    </w:p>
    <w:p w14:paraId="6B26F57E" w14:textId="77777777" w:rsidR="00EC208C" w:rsidRDefault="00EC208C" w:rsidP="00936165">
      <w:pPr>
        <w:pStyle w:val="Example"/>
      </w:pPr>
      <w:r>
        <w:t xml:space="preserve">    /** </w:t>
      </w:r>
      <w:proofErr w:type="spellStart"/>
      <w:r>
        <w:t>mytask</w:t>
      </w:r>
      <w:proofErr w:type="spellEnd"/>
      <w:r>
        <w:t xml:space="preserve"> build date, from compiler */</w:t>
      </w:r>
    </w:p>
    <w:p w14:paraId="50A4CDC5" w14:textId="77777777" w:rsidR="00EC208C" w:rsidRDefault="00EC208C" w:rsidP="00936165">
      <w:pPr>
        <w:pStyle w:val="Example"/>
      </w:pPr>
      <w:r>
        <w:t xml:space="preserve">    extern const char </w:t>
      </w:r>
      <w:proofErr w:type="gramStart"/>
      <w:r>
        <w:t xml:space="preserve">*  </w:t>
      </w:r>
      <w:proofErr w:type="spellStart"/>
      <w:r>
        <w:t>MyTaskDate</w:t>
      </w:r>
      <w:proofErr w:type="spellEnd"/>
      <w:proofErr w:type="gramEnd"/>
      <w:r>
        <w:t>;</w:t>
      </w:r>
    </w:p>
    <w:p w14:paraId="5D76E717" w14:textId="17BEAF5F" w:rsidR="00EC208C" w:rsidRDefault="00EC208C" w:rsidP="00EC208C">
      <w:r>
        <w:t xml:space="preserve">These are used to store </w:t>
      </w:r>
      <w:r w:rsidR="00BE3001">
        <w:t>a Git repository-based</w:t>
      </w:r>
      <w:r>
        <w:t xml:space="preserve"> Version Number and Build date, which are later put in the </w:t>
      </w:r>
      <w:r w:rsidRPr="00EC208C">
        <w:rPr>
          <w:rFonts w:ascii="Courier New" w:hAnsi="Courier New" w:cs="Courier New"/>
        </w:rPr>
        <w:t>ENQ_VER_NUM</w:t>
      </w:r>
      <w:r>
        <w:t xml:space="preserve"> and </w:t>
      </w:r>
      <w:r w:rsidRPr="00EC208C">
        <w:rPr>
          <w:rFonts w:ascii="Courier New" w:hAnsi="Courier New" w:cs="Courier New"/>
        </w:rPr>
        <w:t>ENQ_VER_DATE</w:t>
      </w:r>
      <w:r>
        <w:t xml:space="preserve"> parameters.  This all happens automatically (given the supplied </w:t>
      </w:r>
      <w:proofErr w:type="spellStart"/>
      <w:r w:rsidRPr="00EC208C">
        <w:rPr>
          <w:rFonts w:ascii="Courier New" w:hAnsi="Courier New" w:cs="Courier New"/>
        </w:rPr>
        <w:t>dmakefile</w:t>
      </w:r>
      <w:proofErr w:type="spellEnd"/>
      <w:r>
        <w:t xml:space="preserve"> and </w:t>
      </w:r>
      <w:r w:rsidRPr="00EC208C">
        <w:rPr>
          <w:rFonts w:ascii="Courier New" w:hAnsi="Courier New" w:cs="Courier New"/>
        </w:rPr>
        <w:t>mytaskversion.cpp</w:t>
      </w:r>
      <w:r>
        <w:t xml:space="preserve"> file), you don’t need to change them, but do leave them be.</w:t>
      </w:r>
      <w:r w:rsidR="00BE3001">
        <w:t xml:space="preserve">  See</w:t>
      </w:r>
      <w:r w:rsidR="004F344A">
        <w:t xml:space="preserve"> section</w:t>
      </w:r>
      <w:r w:rsidR="00BE3001">
        <w:t xml:space="preserve"> </w:t>
      </w:r>
      <w:r w:rsidR="004B0C3B">
        <w:rPr>
          <w:highlight w:val="yellow"/>
        </w:rPr>
        <w:fldChar w:fldCharType="begin"/>
      </w:r>
      <w:r w:rsidR="004B0C3B">
        <w:instrText xml:space="preserve"> REF _Ref102393885 \w \h </w:instrText>
      </w:r>
      <w:r w:rsidR="004B0C3B">
        <w:rPr>
          <w:highlight w:val="yellow"/>
        </w:rPr>
      </w:r>
      <w:r w:rsidR="004B0C3B">
        <w:rPr>
          <w:highlight w:val="yellow"/>
        </w:rPr>
        <w:fldChar w:fldCharType="separate"/>
      </w:r>
      <w:r w:rsidR="004B0C3B">
        <w:t>2.5.1</w:t>
      </w:r>
      <w:r w:rsidR="004B0C3B">
        <w:rPr>
          <w:highlight w:val="yellow"/>
        </w:rPr>
        <w:fldChar w:fldCharType="end"/>
      </w:r>
      <w:r w:rsidR="004B0C3B">
        <w:rPr>
          <w:highlight w:val="yellow"/>
        </w:rPr>
        <w:t xml:space="preserve">, </w:t>
      </w:r>
      <w:r w:rsidR="004B0C3B">
        <w:rPr>
          <w:highlight w:val="yellow"/>
        </w:rPr>
        <w:fldChar w:fldCharType="begin"/>
      </w:r>
      <w:r w:rsidR="004B0C3B">
        <w:rPr>
          <w:highlight w:val="yellow"/>
        </w:rPr>
        <w:instrText xml:space="preserve"> REF _Ref102393885 \p \h </w:instrText>
      </w:r>
      <w:r w:rsidR="004B0C3B">
        <w:rPr>
          <w:highlight w:val="yellow"/>
        </w:rPr>
      </w:r>
      <w:r w:rsidR="004B0C3B">
        <w:rPr>
          <w:highlight w:val="yellow"/>
        </w:rPr>
        <w:fldChar w:fldCharType="separate"/>
      </w:r>
      <w:r w:rsidR="004B0C3B">
        <w:rPr>
          <w:highlight w:val="yellow"/>
        </w:rPr>
        <w:t>below</w:t>
      </w:r>
      <w:r w:rsidR="004B0C3B">
        <w:rPr>
          <w:highlight w:val="yellow"/>
        </w:rPr>
        <w:fldChar w:fldCharType="end"/>
      </w:r>
      <w:r w:rsidR="004B0C3B">
        <w:t xml:space="preserve">, </w:t>
      </w:r>
      <w:r w:rsidR="00BE3001">
        <w:t>on updating this</w:t>
      </w:r>
    </w:p>
    <w:p w14:paraId="358C461B" w14:textId="77777777" w:rsidR="00EC208C" w:rsidRDefault="00EC208C" w:rsidP="00EC208C">
      <w:r>
        <w:t xml:space="preserve">Next the </w:t>
      </w:r>
      <w:proofErr w:type="gramStart"/>
      <w:r>
        <w:t>class</w:t>
      </w:r>
      <w:r w:rsidR="008A3C9B">
        <w:t xml:space="preserve"> </w:t>
      </w:r>
      <w:r>
        <w:t>”</w:t>
      </w:r>
      <w:proofErr w:type="spellStart"/>
      <w:r w:rsidRPr="00EC208C">
        <w:rPr>
          <w:rFonts w:ascii="Courier New" w:hAnsi="Courier New" w:cs="Courier New"/>
        </w:rPr>
        <w:t>MyTaskFitsClass</w:t>
      </w:r>
      <w:proofErr w:type="spellEnd"/>
      <w:proofErr w:type="gramEnd"/>
      <w:r>
        <w:t xml:space="preserve">” is declared.  This is a sub-class of </w:t>
      </w:r>
      <w:proofErr w:type="spellStart"/>
      <w:proofErr w:type="gramStart"/>
      <w:r w:rsidRPr="00EC208C">
        <w:rPr>
          <w:rFonts w:ascii="Courier New" w:hAnsi="Courier New" w:cs="Courier New"/>
        </w:rPr>
        <w:t>drtf</w:t>
      </w:r>
      <w:proofErr w:type="spellEnd"/>
      <w:r w:rsidRPr="00EC208C">
        <w:rPr>
          <w:rFonts w:ascii="Courier New" w:hAnsi="Courier New" w:cs="Courier New"/>
        </w:rPr>
        <w:t>::</w:t>
      </w:r>
      <w:proofErr w:type="spellStart"/>
      <w:proofErr w:type="gramEnd"/>
      <w:r w:rsidRPr="00EC208C">
        <w:rPr>
          <w:rFonts w:ascii="Courier New" w:hAnsi="Courier New" w:cs="Courier New"/>
        </w:rPr>
        <w:t>FitsInterface</w:t>
      </w:r>
      <w:proofErr w:type="spellEnd"/>
      <w:r>
        <w:t xml:space="preserve"> and is used to allow your task to provide FITS header information.   See document ASD82 for details on this.  This class is implemented by </w:t>
      </w:r>
      <w:r w:rsidRPr="00EC208C">
        <w:rPr>
          <w:rFonts w:ascii="Courier New" w:hAnsi="Courier New" w:cs="Courier New"/>
        </w:rPr>
        <w:t>mytaskfits.cpp</w:t>
      </w:r>
      <w:r>
        <w:t>.</w:t>
      </w:r>
    </w:p>
    <w:p w14:paraId="616A5119" w14:textId="77777777" w:rsidR="00EC208C" w:rsidRDefault="00B34D9F" w:rsidP="00EC208C">
      <w:r>
        <w:t xml:space="preserve">Then you have the </w:t>
      </w:r>
      <w:r w:rsidR="003D6CCF">
        <w:t>definition of the “Task” class.  This is the object which implements your DRAMA task.  This is a sub-class of “</w:t>
      </w:r>
      <w:proofErr w:type="gramStart"/>
      <w:r w:rsidR="003D6CCF" w:rsidRPr="003D6CCF">
        <w:rPr>
          <w:rFonts w:ascii="Courier New" w:hAnsi="Courier New" w:cs="Courier New"/>
        </w:rPr>
        <w:t>drama::</w:t>
      </w:r>
      <w:proofErr w:type="gramEnd"/>
      <w:r w:rsidR="003D6CCF" w:rsidRPr="003D6CCF">
        <w:rPr>
          <w:rFonts w:ascii="Courier New" w:hAnsi="Courier New" w:cs="Courier New"/>
        </w:rPr>
        <w:t>git::Task</w:t>
      </w:r>
      <w:r w:rsidR="003D6CCF">
        <w:t>”, which means it is a DRAMA GIT task.  See the DRAMA 2 Book for more details on this class.</w:t>
      </w:r>
    </w:p>
    <w:p w14:paraId="46B61D60" w14:textId="77777777" w:rsidR="003D6CCF" w:rsidRDefault="003D6CCF" w:rsidP="00EC208C">
      <w:r>
        <w:t xml:space="preserve">The class starts declaring its member variables. The first </w:t>
      </w:r>
      <w:r w:rsidR="004A1150">
        <w:t>three</w:t>
      </w:r>
      <w:r>
        <w:t xml:space="preserve"> are:</w:t>
      </w:r>
    </w:p>
    <w:p w14:paraId="5391B7ED" w14:textId="77777777" w:rsidR="003D6CCF" w:rsidRPr="003D6CCF" w:rsidRDefault="003D6CCF" w:rsidP="00936165">
      <w:pPr>
        <w:pStyle w:val="Example"/>
      </w:pPr>
      <w:r w:rsidRPr="003D6CCF">
        <w:t xml:space="preserve">       /* Access to the parameter system */</w:t>
      </w:r>
    </w:p>
    <w:p w14:paraId="1849E6F3" w14:textId="77777777" w:rsidR="003D6CCF" w:rsidRPr="003D6CCF" w:rsidRDefault="003D6CCF" w:rsidP="00936165">
      <w:pPr>
        <w:pStyle w:val="Example"/>
      </w:pPr>
      <w:r w:rsidRPr="003D6CCF">
        <w:t xml:space="preserve">        </w:t>
      </w:r>
      <w:proofErr w:type="gramStart"/>
      <w:r w:rsidRPr="003D6CCF">
        <w:t>drama::</w:t>
      </w:r>
      <w:proofErr w:type="spellStart"/>
      <w:proofErr w:type="gramEnd"/>
      <w:r w:rsidRPr="003D6CCF">
        <w:t>ParSys</w:t>
      </w:r>
      <w:proofErr w:type="spellEnd"/>
      <w:r w:rsidRPr="003D6CCF">
        <w:t xml:space="preserve"> _</w:t>
      </w:r>
      <w:proofErr w:type="spellStart"/>
      <w:r w:rsidRPr="003D6CCF">
        <w:t>parSys</w:t>
      </w:r>
      <w:proofErr w:type="spellEnd"/>
      <w:r w:rsidRPr="003D6CCF">
        <w:t>;</w:t>
      </w:r>
    </w:p>
    <w:p w14:paraId="662DC8AC" w14:textId="77777777" w:rsidR="003D6CCF" w:rsidRPr="003D6CCF" w:rsidRDefault="003D6CCF" w:rsidP="00936165">
      <w:pPr>
        <w:pStyle w:val="Example"/>
      </w:pPr>
      <w:r w:rsidRPr="003D6CCF">
        <w:t xml:space="preserve">        /* FITS header interface */</w:t>
      </w:r>
    </w:p>
    <w:p w14:paraId="05786ADF" w14:textId="77777777" w:rsidR="003D6CCF" w:rsidRDefault="003D6CCF" w:rsidP="00936165">
      <w:pPr>
        <w:pStyle w:val="Example"/>
      </w:pPr>
      <w:r w:rsidRPr="003D6CCF">
        <w:t xml:space="preserve">        </w:t>
      </w:r>
      <w:proofErr w:type="spellStart"/>
      <w:r w:rsidRPr="003D6CCF">
        <w:t>MyTaskFitsClass</w:t>
      </w:r>
      <w:proofErr w:type="spellEnd"/>
      <w:r w:rsidRPr="003D6CCF">
        <w:t xml:space="preserve"> _</w:t>
      </w:r>
      <w:proofErr w:type="spellStart"/>
      <w:proofErr w:type="gramStart"/>
      <w:r w:rsidRPr="003D6CCF">
        <w:t>fitsInterface</w:t>
      </w:r>
      <w:proofErr w:type="spellEnd"/>
      <w:r w:rsidRPr="003D6CCF">
        <w:t>;</w:t>
      </w:r>
      <w:proofErr w:type="gramEnd"/>
    </w:p>
    <w:p w14:paraId="77A88E34" w14:textId="77777777" w:rsidR="003D6CCF" w:rsidRDefault="003D6CCF" w:rsidP="00936165">
      <w:pPr>
        <w:pStyle w:val="Example"/>
      </w:pPr>
      <w:r>
        <w:t xml:space="preserve">        /*</w:t>
      </w:r>
      <w:r w:rsidR="00383F3D">
        <w:t xml:space="preserve"> Are we in simulation mode.?</w:t>
      </w:r>
      <w:r>
        <w:t xml:space="preserve"> */</w:t>
      </w:r>
    </w:p>
    <w:p w14:paraId="18644CA4" w14:textId="77777777" w:rsidR="003D6CCF" w:rsidRPr="003D6CCF" w:rsidRDefault="003D6CCF" w:rsidP="00936165">
      <w:pPr>
        <w:pStyle w:val="Example"/>
      </w:pPr>
      <w:r>
        <w:t xml:space="preserve">        bool _</w:t>
      </w:r>
      <w:proofErr w:type="spellStart"/>
      <w:r>
        <w:t>isSimulating</w:t>
      </w:r>
      <w:proofErr w:type="spellEnd"/>
      <w:r>
        <w:t xml:space="preserve"> = </w:t>
      </w:r>
      <w:proofErr w:type="gramStart"/>
      <w:r>
        <w:t>false;</w:t>
      </w:r>
      <w:proofErr w:type="gramEnd"/>
    </w:p>
    <w:p w14:paraId="5ADCEAD8" w14:textId="77777777" w:rsidR="003D6CCF" w:rsidRDefault="003D6CCF" w:rsidP="003D6CCF">
      <w:r>
        <w:lastRenderedPageBreak/>
        <w:t xml:space="preserve">The </w:t>
      </w:r>
      <w:r w:rsidRPr="004A1150">
        <w:rPr>
          <w:rFonts w:ascii="Courier New" w:hAnsi="Courier New" w:cs="Courier New"/>
        </w:rPr>
        <w:t>_</w:t>
      </w:r>
      <w:proofErr w:type="spellStart"/>
      <w:r w:rsidRPr="004A1150">
        <w:rPr>
          <w:rFonts w:ascii="Courier New" w:hAnsi="Courier New" w:cs="Courier New"/>
        </w:rPr>
        <w:t>parSys</w:t>
      </w:r>
      <w:proofErr w:type="spellEnd"/>
      <w:r>
        <w:t xml:space="preserve"> variable provides acces</w:t>
      </w:r>
      <w:r w:rsidR="004A1150">
        <w:t>s to the task parameters and</w:t>
      </w:r>
      <w:r>
        <w:t xml:space="preserve"> </w:t>
      </w:r>
      <w:r w:rsidR="004A1150" w:rsidRPr="004A1150">
        <w:rPr>
          <w:rFonts w:ascii="Courier New" w:hAnsi="Courier New" w:cs="Courier New"/>
        </w:rPr>
        <w:t>_</w:t>
      </w:r>
      <w:proofErr w:type="spellStart"/>
      <w:r w:rsidR="004A1150" w:rsidRPr="004A1150">
        <w:rPr>
          <w:rFonts w:ascii="Courier New" w:hAnsi="Courier New" w:cs="Courier New"/>
        </w:rPr>
        <w:t>fitsInterface</w:t>
      </w:r>
      <w:proofErr w:type="spellEnd"/>
      <w:r>
        <w:t xml:space="preserve"> implements the FITS header interface.  </w:t>
      </w:r>
      <w:r w:rsidR="00383F3D">
        <w:t xml:space="preserve"> And the _</w:t>
      </w:r>
      <w:proofErr w:type="spellStart"/>
      <w:r w:rsidR="00383F3D" w:rsidRPr="004A1150">
        <w:rPr>
          <w:rFonts w:ascii="Courier New" w:hAnsi="Courier New" w:cs="Courier New"/>
        </w:rPr>
        <w:t>isSimulating</w:t>
      </w:r>
      <w:proofErr w:type="spellEnd"/>
      <w:r w:rsidR="00383F3D" w:rsidRPr="004A1150">
        <w:rPr>
          <w:rFonts w:ascii="Courier New" w:hAnsi="Courier New" w:cs="Courier New"/>
        </w:rPr>
        <w:t xml:space="preserve"> </w:t>
      </w:r>
      <w:r w:rsidR="00383F3D">
        <w:t>variable is used to remember if the task is running in simulation mode (AAO standards require that tasks support simulation).</w:t>
      </w:r>
    </w:p>
    <w:p w14:paraId="682A544E" w14:textId="77777777" w:rsidR="00383F3D" w:rsidRDefault="00383F3D" w:rsidP="003D6CCF">
      <w:r>
        <w:t xml:space="preserve">Two patterns should be noted here as they are encouraged.  Member variables should be clearly </w:t>
      </w:r>
      <w:r w:rsidR="004A1150">
        <w:t xml:space="preserve">differentiated </w:t>
      </w:r>
      <w:r>
        <w:t xml:space="preserve">from </w:t>
      </w:r>
      <w:r w:rsidR="004A1150">
        <w:t>non-member</w:t>
      </w:r>
      <w:r>
        <w:t xml:space="preserve"> variables, here by prefixing with an underscore.  Some people have used a suffix underscore.   Second, simple variables like </w:t>
      </w:r>
      <w:r w:rsidRPr="004A1150">
        <w:rPr>
          <w:rFonts w:ascii="Courier New" w:hAnsi="Courier New" w:cs="Courier New"/>
        </w:rPr>
        <w:t>_</w:t>
      </w:r>
      <w:proofErr w:type="spellStart"/>
      <w:r w:rsidRPr="004A1150">
        <w:rPr>
          <w:rFonts w:ascii="Courier New" w:hAnsi="Courier New" w:cs="Courier New"/>
        </w:rPr>
        <w:t>isSimulated</w:t>
      </w:r>
      <w:proofErr w:type="spellEnd"/>
      <w:r>
        <w:t xml:space="preserve"> should be initialized in the class declaration – to ensure they are done.</w:t>
      </w:r>
    </w:p>
    <w:p w14:paraId="3AF12D7F" w14:textId="77777777" w:rsidR="003D6CCF" w:rsidRDefault="003D6CCF" w:rsidP="003D6CCF">
      <w:r>
        <w:t xml:space="preserve">Then there are a set of example </w:t>
      </w:r>
      <w:r w:rsidR="004A1150">
        <w:t xml:space="preserve">DRAMA task </w:t>
      </w:r>
      <w:r>
        <w:t>parameter declarations:</w:t>
      </w:r>
    </w:p>
    <w:p w14:paraId="516B2FF6" w14:textId="77777777" w:rsidR="003D6CCF" w:rsidRDefault="003D6CCF" w:rsidP="00936165">
      <w:pPr>
        <w:pStyle w:val="Example"/>
      </w:pPr>
      <w:r>
        <w:t xml:space="preserve">        </w:t>
      </w:r>
      <w:proofErr w:type="gramStart"/>
      <w:r>
        <w:t>drama::</w:t>
      </w:r>
      <w:proofErr w:type="gramEnd"/>
      <w:r>
        <w:t>Parameter&lt;std::string&gt;    _</w:t>
      </w:r>
      <w:proofErr w:type="spellStart"/>
      <w:r>
        <w:t>mytaskStringParam</w:t>
      </w:r>
      <w:proofErr w:type="spellEnd"/>
      <w:r>
        <w:t>;</w:t>
      </w:r>
    </w:p>
    <w:p w14:paraId="181BCD81" w14:textId="77777777" w:rsidR="003D6CCF" w:rsidRDefault="003D6CCF" w:rsidP="00936165">
      <w:pPr>
        <w:pStyle w:val="Example"/>
      </w:pPr>
      <w:r>
        <w:t xml:space="preserve">        </w:t>
      </w:r>
      <w:proofErr w:type="gramStart"/>
      <w:r>
        <w:t>drama::</w:t>
      </w:r>
      <w:proofErr w:type="gramEnd"/>
      <w:r>
        <w:t>Parameter&lt;INT32&gt;          _</w:t>
      </w:r>
      <w:proofErr w:type="spellStart"/>
      <w:r>
        <w:t>mytaskIntParam</w:t>
      </w:r>
      <w:proofErr w:type="spellEnd"/>
      <w:r>
        <w:t>;</w:t>
      </w:r>
    </w:p>
    <w:p w14:paraId="7DA79F3B" w14:textId="77777777" w:rsidR="003D6CCF" w:rsidRDefault="003D6CCF" w:rsidP="00936165">
      <w:pPr>
        <w:pStyle w:val="Example"/>
      </w:pPr>
      <w:r>
        <w:t xml:space="preserve">        </w:t>
      </w:r>
      <w:proofErr w:type="gramStart"/>
      <w:r>
        <w:t>drama::</w:t>
      </w:r>
      <w:proofErr w:type="gramEnd"/>
      <w:r>
        <w:t>Parameter&lt;short&gt;          _</w:t>
      </w:r>
      <w:proofErr w:type="spellStart"/>
      <w:r>
        <w:t>mytaskShortParam</w:t>
      </w:r>
      <w:proofErr w:type="spellEnd"/>
      <w:r>
        <w:t>;</w:t>
      </w:r>
    </w:p>
    <w:p w14:paraId="2294A4AE" w14:textId="77777777" w:rsidR="003D6CCF" w:rsidRDefault="003D6CCF" w:rsidP="00936165">
      <w:pPr>
        <w:pStyle w:val="Example"/>
      </w:pPr>
      <w:r>
        <w:t xml:space="preserve">        </w:t>
      </w:r>
      <w:proofErr w:type="gramStart"/>
      <w:r>
        <w:t>drama::</w:t>
      </w:r>
      <w:proofErr w:type="gramEnd"/>
      <w:r>
        <w:t>Parameter&lt;double&gt;         _</w:t>
      </w:r>
      <w:proofErr w:type="spellStart"/>
      <w:r>
        <w:t>mytaskDoubleParam</w:t>
      </w:r>
      <w:proofErr w:type="spellEnd"/>
      <w:r>
        <w:t>;</w:t>
      </w:r>
    </w:p>
    <w:p w14:paraId="3B7E5FA2" w14:textId="77777777" w:rsidR="003D6CCF" w:rsidRDefault="003D6CCF" w:rsidP="00936165">
      <w:pPr>
        <w:pStyle w:val="Example"/>
      </w:pPr>
      <w:r>
        <w:t xml:space="preserve">        </w:t>
      </w:r>
      <w:proofErr w:type="gramStart"/>
      <w:r>
        <w:t>drama::</w:t>
      </w:r>
      <w:proofErr w:type="gramEnd"/>
      <w:r>
        <w:t>Parameter&lt;drama::</w:t>
      </w:r>
      <w:proofErr w:type="spellStart"/>
      <w:r>
        <w:t>sds</w:t>
      </w:r>
      <w:proofErr w:type="spellEnd"/>
      <w:r>
        <w:t>::Id&gt; _</w:t>
      </w:r>
      <w:proofErr w:type="spellStart"/>
      <w:r>
        <w:t>mytaskStructParam</w:t>
      </w:r>
      <w:proofErr w:type="spellEnd"/>
      <w:r>
        <w:t>;</w:t>
      </w:r>
    </w:p>
    <w:p w14:paraId="7A279B12" w14:textId="77777777" w:rsidR="003D6CCF" w:rsidRDefault="003D6CCF" w:rsidP="003D6CCF">
      <w:r>
        <w:t>You should remove all of these and implement your own as required</w:t>
      </w:r>
    </w:p>
    <w:p w14:paraId="5C74FDD8" w14:textId="77777777" w:rsidR="003D6CCF" w:rsidRDefault="00875753" w:rsidP="003D6CCF">
      <w:r>
        <w:t xml:space="preserve">Then there is the </w:t>
      </w:r>
      <w:r w:rsidR="004A1150">
        <w:t xml:space="preserve">declaration </w:t>
      </w:r>
      <w:r>
        <w:t xml:space="preserve">of </w:t>
      </w:r>
      <w:proofErr w:type="spellStart"/>
      <w:proofErr w:type="gramStart"/>
      <w:r w:rsidRPr="005B1C17">
        <w:rPr>
          <w:rFonts w:ascii="Courier New" w:hAnsi="Courier New" w:cs="Courier New"/>
        </w:rPr>
        <w:t>CreateMyStrctureParam</w:t>
      </w:r>
      <w:proofErr w:type="spellEnd"/>
      <w:r w:rsidRPr="005B1C17">
        <w:rPr>
          <w:rFonts w:ascii="Courier New" w:hAnsi="Courier New" w:cs="Courier New"/>
        </w:rPr>
        <w:t>(</w:t>
      </w:r>
      <w:proofErr w:type="gramEnd"/>
      <w:r w:rsidRPr="005B1C17">
        <w:rPr>
          <w:rFonts w:ascii="Courier New" w:hAnsi="Courier New" w:cs="Courier New"/>
        </w:rPr>
        <w:t>)</w:t>
      </w:r>
      <w:r>
        <w:t>, an example of a method which creates a structured parameter.  These must be static members since they a</w:t>
      </w:r>
      <w:r w:rsidR="000739AE">
        <w:t>re invoked from the constructor before anything</w:t>
      </w:r>
      <w:r w:rsidR="006058D5">
        <w:t xml:space="preserve"> else</w:t>
      </w:r>
      <w:r w:rsidR="000739AE">
        <w:t xml:space="preserve"> is constructed.</w:t>
      </w:r>
    </w:p>
    <w:p w14:paraId="0F3B2E80" w14:textId="77777777" w:rsidR="0010480D" w:rsidRDefault="0010480D" w:rsidP="003D6CCF">
      <w:r>
        <w:t xml:space="preserve">Then you will see the declaration of the various action implementation methods. </w:t>
      </w:r>
      <w:proofErr w:type="spellStart"/>
      <w:proofErr w:type="gramStart"/>
      <w:r w:rsidRPr="005B1C17">
        <w:rPr>
          <w:rFonts w:ascii="Courier New" w:hAnsi="Courier New" w:cs="Courier New"/>
        </w:rPr>
        <w:t>InitialiseAction</w:t>
      </w:r>
      <w:proofErr w:type="spellEnd"/>
      <w:r w:rsidRPr="005B1C17">
        <w:rPr>
          <w:rFonts w:ascii="Courier New" w:hAnsi="Courier New" w:cs="Courier New"/>
        </w:rPr>
        <w:t>(</w:t>
      </w:r>
      <w:proofErr w:type="gramEnd"/>
      <w:r w:rsidRPr="005B1C17">
        <w:rPr>
          <w:rFonts w:ascii="Courier New" w:hAnsi="Courier New" w:cs="Courier New"/>
        </w:rPr>
        <w:t>)</w:t>
      </w:r>
      <w:r>
        <w:t xml:space="preserve"> and </w:t>
      </w:r>
      <w:proofErr w:type="spellStart"/>
      <w:r w:rsidRPr="005B1C17">
        <w:rPr>
          <w:rFonts w:ascii="Courier New" w:hAnsi="Courier New" w:cs="Courier New"/>
        </w:rPr>
        <w:t>ExitAction</w:t>
      </w:r>
      <w:proofErr w:type="spellEnd"/>
      <w:r w:rsidRPr="005B1C17">
        <w:rPr>
          <w:rFonts w:ascii="Courier New" w:hAnsi="Courier New" w:cs="Courier New"/>
        </w:rPr>
        <w:t>()</w:t>
      </w:r>
      <w:r>
        <w:t xml:space="preserve"> will implement threaded actions</w:t>
      </w:r>
      <w:r w:rsidR="00D4742E">
        <w:t xml:space="preserve">, whilst </w:t>
      </w:r>
      <w:proofErr w:type="spellStart"/>
      <w:r w:rsidR="00D4742E" w:rsidRPr="005B1C17">
        <w:rPr>
          <w:rFonts w:ascii="Courier New" w:hAnsi="Courier New" w:cs="Courier New"/>
        </w:rPr>
        <w:t>ReportAction</w:t>
      </w:r>
      <w:proofErr w:type="spellEnd"/>
      <w:r w:rsidR="00D4742E" w:rsidRPr="005B1C17">
        <w:rPr>
          <w:rFonts w:ascii="Courier New" w:hAnsi="Courier New" w:cs="Courier New"/>
        </w:rPr>
        <w:t>()</w:t>
      </w:r>
      <w:r w:rsidR="00D4742E">
        <w:t xml:space="preserve"> is not threaded. See the DRAMA 2 book for details on how these are different.</w:t>
      </w:r>
    </w:p>
    <w:p w14:paraId="6C738E9B" w14:textId="77777777" w:rsidR="0010480D" w:rsidRDefault="0010480D" w:rsidP="00936165">
      <w:pPr>
        <w:pStyle w:val="Example"/>
      </w:pPr>
      <w:r>
        <w:t xml:space="preserve">        void </w:t>
      </w:r>
      <w:proofErr w:type="spellStart"/>
      <w:proofErr w:type="gramStart"/>
      <w:r>
        <w:t>InitialiseAction</w:t>
      </w:r>
      <w:proofErr w:type="spellEnd"/>
      <w:r>
        <w:t>(</w:t>
      </w:r>
      <w:proofErr w:type="gramEnd"/>
      <w:r>
        <w:t>drama::thread::</w:t>
      </w:r>
      <w:proofErr w:type="spellStart"/>
      <w:r>
        <w:t>TAction</w:t>
      </w:r>
      <w:proofErr w:type="spellEnd"/>
      <w:r>
        <w:t xml:space="preserve"> *</w:t>
      </w:r>
      <w:proofErr w:type="spellStart"/>
      <w:r>
        <w:t>threadAct</w:t>
      </w:r>
      <w:proofErr w:type="spellEnd"/>
      <w:r>
        <w:t>,</w:t>
      </w:r>
    </w:p>
    <w:p w14:paraId="2832D3A9" w14:textId="77777777" w:rsidR="0010480D" w:rsidRDefault="0010480D" w:rsidP="00936165">
      <w:pPr>
        <w:pStyle w:val="Example"/>
      </w:pPr>
      <w:r>
        <w:t xml:space="preserve">                              const </w:t>
      </w:r>
      <w:proofErr w:type="gramStart"/>
      <w:r>
        <w:t>drama::</w:t>
      </w:r>
      <w:proofErr w:type="spellStart"/>
      <w:proofErr w:type="gramEnd"/>
      <w:r>
        <w:t>sds</w:t>
      </w:r>
      <w:proofErr w:type="spellEnd"/>
      <w:r>
        <w:t>::Id &amp;</w:t>
      </w:r>
      <w:proofErr w:type="spellStart"/>
      <w:r>
        <w:t>obeyArg</w:t>
      </w:r>
      <w:proofErr w:type="spellEnd"/>
      <w:r>
        <w:t>);</w:t>
      </w:r>
    </w:p>
    <w:p w14:paraId="40EEBDE8" w14:textId="77777777" w:rsidR="0010480D" w:rsidRDefault="0010480D" w:rsidP="00936165">
      <w:pPr>
        <w:pStyle w:val="Example"/>
      </w:pPr>
      <w:r>
        <w:t xml:space="preserve">        void </w:t>
      </w:r>
      <w:proofErr w:type="spellStart"/>
      <w:proofErr w:type="gramStart"/>
      <w:r>
        <w:t>ExitAction</w:t>
      </w:r>
      <w:proofErr w:type="spellEnd"/>
      <w:r>
        <w:t>(</w:t>
      </w:r>
      <w:proofErr w:type="gramEnd"/>
      <w:r>
        <w:t>drama::thread::</w:t>
      </w:r>
      <w:proofErr w:type="spellStart"/>
      <w:r>
        <w:t>TAction</w:t>
      </w:r>
      <w:proofErr w:type="spellEnd"/>
      <w:r>
        <w:t xml:space="preserve"> *</w:t>
      </w:r>
      <w:proofErr w:type="spellStart"/>
      <w:r>
        <w:t>threadAct</w:t>
      </w:r>
      <w:proofErr w:type="spellEnd"/>
      <w:r>
        <w:t>,</w:t>
      </w:r>
    </w:p>
    <w:p w14:paraId="21F83A03" w14:textId="77777777" w:rsidR="0010480D" w:rsidRDefault="0010480D" w:rsidP="00936165">
      <w:pPr>
        <w:pStyle w:val="Example"/>
      </w:pPr>
      <w:r>
        <w:t xml:space="preserve">                        const </w:t>
      </w:r>
      <w:proofErr w:type="gramStart"/>
      <w:r>
        <w:t>drama::</w:t>
      </w:r>
      <w:proofErr w:type="spellStart"/>
      <w:proofErr w:type="gramEnd"/>
      <w:r>
        <w:t>sds</w:t>
      </w:r>
      <w:proofErr w:type="spellEnd"/>
      <w:r>
        <w:t>::Id &amp;</w:t>
      </w:r>
      <w:proofErr w:type="spellStart"/>
      <w:r>
        <w:t>obeyArg</w:t>
      </w:r>
      <w:proofErr w:type="spellEnd"/>
      <w:r>
        <w:t>);</w:t>
      </w:r>
    </w:p>
    <w:p w14:paraId="4AD63891" w14:textId="77777777" w:rsidR="0010480D" w:rsidRDefault="0010480D" w:rsidP="00936165">
      <w:pPr>
        <w:pStyle w:val="Example"/>
      </w:pPr>
      <w:r>
        <w:t xml:space="preserve">        </w:t>
      </w:r>
      <w:proofErr w:type="gramStart"/>
      <w:r>
        <w:t>drama::</w:t>
      </w:r>
      <w:proofErr w:type="gramEnd"/>
      <w:r>
        <w:t xml:space="preserve">Request </w:t>
      </w:r>
      <w:proofErr w:type="spellStart"/>
      <w:r>
        <w:t>ReportAction</w:t>
      </w:r>
      <w:proofErr w:type="spellEnd"/>
      <w:r>
        <w:t>(drama::</w:t>
      </w:r>
      <w:proofErr w:type="spellStart"/>
      <w:r>
        <w:t>MessageHandler</w:t>
      </w:r>
      <w:proofErr w:type="spellEnd"/>
      <w:r>
        <w:t xml:space="preserve"> *);</w:t>
      </w:r>
    </w:p>
    <w:p w14:paraId="1744E45A" w14:textId="77777777" w:rsidR="006058D5" w:rsidRPr="00EC208C" w:rsidRDefault="004A1150" w:rsidP="003D6CCF">
      <w:r>
        <w:t>Finally,</w:t>
      </w:r>
      <w:r w:rsidR="00A570E2">
        <w:t xml:space="preserve"> there is the task constructor declaration.</w:t>
      </w:r>
    </w:p>
    <w:p w14:paraId="48F903B9" w14:textId="77777777" w:rsidR="005B38A5" w:rsidRDefault="005B38A5" w:rsidP="005154BC">
      <w:pPr>
        <w:pStyle w:val="Heading2"/>
      </w:pPr>
      <w:bookmarkStart w:id="6" w:name="_Toc74292960"/>
      <w:r>
        <w:t>Main .</w:t>
      </w:r>
      <w:proofErr w:type="spellStart"/>
      <w:r>
        <w:t>cpp</w:t>
      </w:r>
      <w:proofErr w:type="spellEnd"/>
      <w:r>
        <w:t xml:space="preserve"> file</w:t>
      </w:r>
      <w:bookmarkEnd w:id="6"/>
    </w:p>
    <w:p w14:paraId="14109E6F" w14:textId="77777777" w:rsidR="00E33836" w:rsidRDefault="004A1150" w:rsidP="00A570E2">
      <w:r>
        <w:t xml:space="preserve">This is the file that implements </w:t>
      </w:r>
      <w:proofErr w:type="gramStart"/>
      <w:r w:rsidRPr="004A1150">
        <w:rPr>
          <w:rFonts w:ascii="Courier New" w:hAnsi="Courier New" w:cs="Courier New"/>
        </w:rPr>
        <w:t>main(</w:t>
      </w:r>
      <w:proofErr w:type="gramEnd"/>
      <w:r w:rsidRPr="004A1150">
        <w:rPr>
          <w:rFonts w:ascii="Courier New" w:hAnsi="Courier New" w:cs="Courier New"/>
        </w:rPr>
        <w:t>)</w:t>
      </w:r>
      <w:r>
        <w:t xml:space="preserve">.  </w:t>
      </w:r>
      <w:r w:rsidR="00E33836">
        <w:t>In the above example, this is named “</w:t>
      </w:r>
      <w:r w:rsidR="00E33836" w:rsidRPr="004A1150">
        <w:rPr>
          <w:rFonts w:ascii="Courier New" w:hAnsi="Courier New" w:cs="Courier New"/>
        </w:rPr>
        <w:t>mytaskmain.cpp</w:t>
      </w:r>
      <w:r w:rsidR="00E33836">
        <w:t xml:space="preserve">” and is very simple.  </w:t>
      </w:r>
      <w:r>
        <w:t xml:space="preserve">The </w:t>
      </w:r>
      <w:proofErr w:type="gramStart"/>
      <w:r w:rsidRPr="004A1150">
        <w:rPr>
          <w:rFonts w:ascii="Courier New" w:hAnsi="Courier New" w:cs="Courier New"/>
        </w:rPr>
        <w:t>main(</w:t>
      </w:r>
      <w:proofErr w:type="gramEnd"/>
      <w:r w:rsidRPr="004A1150">
        <w:rPr>
          <w:rFonts w:ascii="Courier New" w:hAnsi="Courier New" w:cs="Courier New"/>
        </w:rPr>
        <w:t>)</w:t>
      </w:r>
      <w:r>
        <w:t xml:space="preserve"> function just constructs the task:</w:t>
      </w:r>
    </w:p>
    <w:p w14:paraId="5C9AD413" w14:textId="77777777" w:rsidR="00E33836" w:rsidRPr="00E33836" w:rsidRDefault="00E33836" w:rsidP="00936165">
      <w:pPr>
        <w:pStyle w:val="Example"/>
      </w:pPr>
      <w:r w:rsidRPr="00E33836">
        <w:t xml:space="preserve">    </w:t>
      </w:r>
      <w:proofErr w:type="gramStart"/>
      <w:r w:rsidRPr="00E33836">
        <w:t>drama::</w:t>
      </w:r>
      <w:proofErr w:type="spellStart"/>
      <w:proofErr w:type="gramEnd"/>
      <w:r w:rsidRPr="00E33836">
        <w:t>CreateRunDramaTask</w:t>
      </w:r>
      <w:proofErr w:type="spellEnd"/>
      <w:r w:rsidRPr="00E33836">
        <w:t>&lt;</w:t>
      </w:r>
      <w:proofErr w:type="spellStart"/>
      <w:r w:rsidRPr="00E33836">
        <w:t>mytask</w:t>
      </w:r>
      <w:proofErr w:type="spellEnd"/>
      <w:r w:rsidRPr="00E33836">
        <w:t>::Task&gt;(</w:t>
      </w:r>
    </w:p>
    <w:p w14:paraId="3AC6CF3E" w14:textId="77777777" w:rsidR="00E33836" w:rsidRPr="00E33836" w:rsidRDefault="00E33836" w:rsidP="00936165">
      <w:pPr>
        <w:pStyle w:val="Example"/>
      </w:pPr>
      <w:r w:rsidRPr="00E33836">
        <w:t xml:space="preserve">        "MYTASK", /* Task name */</w:t>
      </w:r>
    </w:p>
    <w:p w14:paraId="78095E67" w14:textId="77777777" w:rsidR="00E33836" w:rsidRPr="00E33836" w:rsidRDefault="00E33836" w:rsidP="00936165">
      <w:pPr>
        <w:pStyle w:val="Example"/>
      </w:pPr>
      <w:r w:rsidRPr="00E33836">
        <w:t xml:space="preserve">        "MYTASK</w:t>
      </w:r>
      <w:proofErr w:type="gramStart"/>
      <w:r w:rsidRPr="00E33836">
        <w:t xml:space="preserve">",   </w:t>
      </w:r>
      <w:proofErr w:type="gramEnd"/>
      <w:r w:rsidRPr="00E33836">
        <w:t xml:space="preserve"> /* Log sys name */</w:t>
      </w:r>
    </w:p>
    <w:p w14:paraId="1A77904E" w14:textId="77777777" w:rsidR="00E33836" w:rsidRPr="00E33836" w:rsidRDefault="00E33836" w:rsidP="00936165">
      <w:pPr>
        <w:pStyle w:val="Example"/>
      </w:pPr>
      <w:r w:rsidRPr="00E33836">
        <w:t xml:space="preserve">        "MYTASK template task"</w:t>
      </w:r>
      <w:proofErr w:type="gramStart"/>
      <w:r w:rsidRPr="00E33836">
        <w:t>);</w:t>
      </w:r>
      <w:proofErr w:type="gramEnd"/>
    </w:p>
    <w:p w14:paraId="77E7AF9D" w14:textId="77777777" w:rsidR="00A570E2" w:rsidRDefault="00E33836" w:rsidP="00E33836">
      <w:r>
        <w:t>The use of “</w:t>
      </w:r>
      <w:proofErr w:type="spellStart"/>
      <w:r w:rsidRPr="00E33836">
        <w:rPr>
          <w:rFonts w:ascii="Courier New" w:hAnsi="Courier New" w:cs="Courier New"/>
        </w:rPr>
        <w:t>CreateRunDramaTask</w:t>
      </w:r>
      <w:proofErr w:type="spellEnd"/>
      <w:r>
        <w:t xml:space="preserve">” ensures that any exceptions are properly reported.  It creates an object of the type </w:t>
      </w:r>
      <w:proofErr w:type="spellStart"/>
      <w:proofErr w:type="gramStart"/>
      <w:r w:rsidRPr="00E33836">
        <w:rPr>
          <w:rFonts w:ascii="Courier New" w:hAnsi="Courier New" w:cs="Courier New"/>
        </w:rPr>
        <w:t>mytask</w:t>
      </w:r>
      <w:proofErr w:type="spellEnd"/>
      <w:r w:rsidRPr="00E33836">
        <w:rPr>
          <w:rFonts w:ascii="Courier New" w:hAnsi="Courier New" w:cs="Courier New"/>
        </w:rPr>
        <w:t>::</w:t>
      </w:r>
      <w:proofErr w:type="gramEnd"/>
      <w:r w:rsidRPr="00E33836">
        <w:rPr>
          <w:rFonts w:ascii="Courier New" w:hAnsi="Courier New" w:cs="Courier New"/>
        </w:rPr>
        <w:t>Task</w:t>
      </w:r>
      <w:r>
        <w:t xml:space="preserve">, which must be a sub-class of drama::Task.  It then invokes that object’s </w:t>
      </w:r>
      <w:proofErr w:type="spellStart"/>
      <w:proofErr w:type="gramStart"/>
      <w:r w:rsidRPr="00E33836">
        <w:rPr>
          <w:rFonts w:ascii="Courier New" w:hAnsi="Courier New" w:cs="Courier New"/>
        </w:rPr>
        <w:t>RunDrama</w:t>
      </w:r>
      <w:proofErr w:type="spellEnd"/>
      <w:r w:rsidRPr="00E33836">
        <w:rPr>
          <w:rFonts w:ascii="Courier New" w:hAnsi="Courier New" w:cs="Courier New"/>
        </w:rPr>
        <w:t>(</w:t>
      </w:r>
      <w:proofErr w:type="gramEnd"/>
      <w:r w:rsidRPr="00E33836">
        <w:rPr>
          <w:rFonts w:ascii="Courier New" w:hAnsi="Courier New" w:cs="Courier New"/>
        </w:rPr>
        <w:t>)</w:t>
      </w:r>
      <w:r>
        <w:t xml:space="preserve"> method (provided by DRAMA), which runs the task.</w:t>
      </w:r>
    </w:p>
    <w:p w14:paraId="0E490B7B" w14:textId="33643501" w:rsidR="00E33836" w:rsidRDefault="00E33836" w:rsidP="00E33836">
      <w:r>
        <w:t xml:space="preserve">If you want to modify the task name, then do so here.  </w:t>
      </w:r>
      <w:r w:rsidR="00C061E8">
        <w:t>You</w:t>
      </w:r>
      <w:r>
        <w:t xml:space="preserve"> would not normally have “TASK” in the task name, since we already know it is a task. But it does make sense in this example.</w:t>
      </w:r>
    </w:p>
    <w:p w14:paraId="234A2176" w14:textId="77777777" w:rsidR="00E33836" w:rsidRDefault="00E33836" w:rsidP="00E33836">
      <w:r>
        <w:lastRenderedPageBreak/>
        <w:t xml:space="preserve">The final item to this constructor is that value that </w:t>
      </w:r>
      <w:r w:rsidR="004A1150">
        <w:t>goes</w:t>
      </w:r>
      <w:r>
        <w:t xml:space="preserve"> in the </w:t>
      </w:r>
      <w:r w:rsidRPr="004A1150">
        <w:rPr>
          <w:rFonts w:ascii="Courier New" w:hAnsi="Courier New" w:cs="Courier New"/>
        </w:rPr>
        <w:t>ENQ_DEV_DESCR</w:t>
      </w:r>
      <w:r>
        <w:t xml:space="preserve"> parameter, so you should change that.</w:t>
      </w:r>
    </w:p>
    <w:p w14:paraId="6DF2730C" w14:textId="77777777" w:rsidR="00570B22" w:rsidRPr="00A570E2" w:rsidRDefault="00570B22" w:rsidP="00E33836">
      <w:r>
        <w:t xml:space="preserve">Otherwise, the normal changes here are often to add command argument handling of some form, </w:t>
      </w:r>
      <w:proofErr w:type="gramStart"/>
      <w:r>
        <w:t>e.g.</w:t>
      </w:r>
      <w:proofErr w:type="gramEnd"/>
      <w:r>
        <w:t xml:space="preserve"> you might want it to be possible specify the task name as an argument.</w:t>
      </w:r>
    </w:p>
    <w:p w14:paraId="093482A2" w14:textId="77777777" w:rsidR="00B94D24" w:rsidRDefault="00B94D24" w:rsidP="005154BC">
      <w:pPr>
        <w:pStyle w:val="Heading2"/>
      </w:pPr>
      <w:bookmarkStart w:id="7" w:name="_Toc74292961"/>
      <w:r>
        <w:t>Implementation .</w:t>
      </w:r>
      <w:proofErr w:type="spellStart"/>
      <w:r>
        <w:t>cpp</w:t>
      </w:r>
      <w:proofErr w:type="spellEnd"/>
      <w:r>
        <w:t xml:space="preserve"> file</w:t>
      </w:r>
      <w:bookmarkEnd w:id="7"/>
    </w:p>
    <w:p w14:paraId="3E842A4A" w14:textId="462B11A8" w:rsidR="00131271" w:rsidRDefault="00131271" w:rsidP="00131271">
      <w:r>
        <w:t xml:space="preserve">This is main implementation file, in this example named </w:t>
      </w:r>
      <w:r w:rsidRPr="00131271">
        <w:rPr>
          <w:rFonts w:ascii="Courier New" w:hAnsi="Courier New" w:cs="Courier New"/>
        </w:rPr>
        <w:t>mytask.cpp</w:t>
      </w:r>
      <w:r>
        <w:t xml:space="preserve">.  It provides the constructor implementation and the action implementations.  You </w:t>
      </w:r>
      <w:r w:rsidR="002D2C9D">
        <w:t>may</w:t>
      </w:r>
      <w:r>
        <w:t xml:space="preserve"> want to break it into multiple files </w:t>
      </w:r>
      <w:r w:rsidR="00C061E8">
        <w:t>as</w:t>
      </w:r>
      <w:r>
        <w:t xml:space="preserve"> your task </w:t>
      </w:r>
      <w:r w:rsidR="00C061E8">
        <w:t>grows</w:t>
      </w:r>
      <w:r>
        <w:t>.</w:t>
      </w:r>
    </w:p>
    <w:p w14:paraId="6F571D84" w14:textId="77777777" w:rsidR="00D117EB" w:rsidRDefault="008A3C9B" w:rsidP="00131271">
      <w:r>
        <w:t xml:space="preserve">My suggestion is to work through this yourself, the comments explain what is going on and what you might like to change.  </w:t>
      </w:r>
    </w:p>
    <w:p w14:paraId="7C14397A" w14:textId="77777777" w:rsidR="00713593" w:rsidRPr="009272AD" w:rsidRDefault="00713593" w:rsidP="00131271">
      <w:r>
        <w:t xml:space="preserve">Do note how logging is done (In </w:t>
      </w:r>
      <w:proofErr w:type="spellStart"/>
      <w:proofErr w:type="gramStart"/>
      <w:r w:rsidRPr="00713593">
        <w:rPr>
          <w:rFonts w:ascii="Courier New" w:hAnsi="Courier New" w:cs="Courier New"/>
        </w:rPr>
        <w:t>InitiaiseAction</w:t>
      </w:r>
      <w:proofErr w:type="spellEnd"/>
      <w:r w:rsidRPr="00713593">
        <w:rPr>
          <w:rFonts w:ascii="Courier New" w:hAnsi="Courier New" w:cs="Courier New"/>
        </w:rPr>
        <w:t>(</w:t>
      </w:r>
      <w:proofErr w:type="gramEnd"/>
      <w:r w:rsidRPr="00713593">
        <w:rPr>
          <w:rFonts w:ascii="Courier New" w:hAnsi="Courier New" w:cs="Courier New"/>
        </w:rPr>
        <w:t>)</w:t>
      </w:r>
      <w:r w:rsidR="00441901">
        <w:t xml:space="preserve">) and how locks are managed (again, in </w:t>
      </w:r>
      <w:proofErr w:type="spellStart"/>
      <w:r w:rsidR="00441901" w:rsidRPr="00713593">
        <w:rPr>
          <w:rFonts w:ascii="Courier New" w:hAnsi="Courier New" w:cs="Courier New"/>
        </w:rPr>
        <w:t>InitiaiseAction</w:t>
      </w:r>
      <w:proofErr w:type="spellEnd"/>
      <w:r w:rsidR="00441901" w:rsidRPr="00713593">
        <w:rPr>
          <w:rFonts w:ascii="Courier New" w:hAnsi="Courier New" w:cs="Courier New"/>
        </w:rPr>
        <w:t>()</w:t>
      </w:r>
      <w:r w:rsidR="00441901">
        <w:t>)</w:t>
      </w:r>
      <w:r w:rsidR="009272AD">
        <w:t xml:space="preserve">. In particular, note that the DRAMA lock is taken by constructing an </w:t>
      </w:r>
      <w:proofErr w:type="gramStart"/>
      <w:r w:rsidR="009272AD" w:rsidRPr="009272AD">
        <w:rPr>
          <w:rFonts w:ascii="Courier New" w:hAnsi="Courier New" w:cs="Courier New"/>
        </w:rPr>
        <w:t>drama::</w:t>
      </w:r>
      <w:proofErr w:type="gramEnd"/>
      <w:r w:rsidR="009272AD" w:rsidRPr="009272AD">
        <w:rPr>
          <w:rFonts w:ascii="Courier New" w:hAnsi="Courier New" w:cs="Courier New"/>
        </w:rPr>
        <w:t>thread::</w:t>
      </w:r>
      <w:proofErr w:type="spellStart"/>
      <w:r w:rsidR="009272AD" w:rsidRPr="009272AD">
        <w:rPr>
          <w:rFonts w:ascii="Courier New" w:hAnsi="Courier New" w:cs="Courier New"/>
        </w:rPr>
        <w:t>AccessDrama</w:t>
      </w:r>
      <w:proofErr w:type="spellEnd"/>
      <w:r w:rsidR="009272AD">
        <w:t xml:space="preserve"> object rather the more general </w:t>
      </w:r>
      <w:r w:rsidR="009272AD" w:rsidRPr="009272AD">
        <w:rPr>
          <w:rFonts w:ascii="Courier New" w:hAnsi="Courier New" w:cs="Courier New"/>
        </w:rPr>
        <w:t>drama::task::</w:t>
      </w:r>
      <w:proofErr w:type="spellStart"/>
      <w:r w:rsidR="009272AD" w:rsidRPr="009272AD">
        <w:rPr>
          <w:rFonts w:ascii="Courier New" w:hAnsi="Courier New" w:cs="Courier New"/>
        </w:rPr>
        <w:t>guardType</w:t>
      </w:r>
      <w:proofErr w:type="spellEnd"/>
      <w:r w:rsidR="009272AD" w:rsidRPr="009272AD">
        <w:t xml:space="preserve">.  </w:t>
      </w:r>
      <w:proofErr w:type="spellStart"/>
      <w:r w:rsidR="009272AD" w:rsidRPr="009272AD">
        <w:rPr>
          <w:rFonts w:ascii="Courier New" w:hAnsi="Courier New" w:cs="Courier New"/>
        </w:rPr>
        <w:t>AccessDrama</w:t>
      </w:r>
      <w:proofErr w:type="spellEnd"/>
      <w:r w:rsidR="009272AD" w:rsidRPr="009272AD">
        <w:t xml:space="preserve"> ensures that the DRAMA action context is set correctly to the threaded action you are running</w:t>
      </w:r>
      <w:r w:rsidR="009272AD">
        <w:t>, ensuring that messages to the user are sent correctly to the task which sent the obey message.</w:t>
      </w:r>
      <w:r w:rsidR="00EF3B78">
        <w:t xml:space="preserve">  Think carefully when reading/writing variables accessed by other </w:t>
      </w:r>
      <w:r w:rsidR="008147D0">
        <w:t xml:space="preserve">threaded </w:t>
      </w:r>
      <w:r w:rsidR="00EF3B78">
        <w:t>actions.</w:t>
      </w:r>
    </w:p>
    <w:p w14:paraId="2EEDE625" w14:textId="77777777" w:rsidR="00264B1D" w:rsidRDefault="00264B1D" w:rsidP="00131271">
      <w:r>
        <w:t>Note the availability of the “</w:t>
      </w:r>
      <w:proofErr w:type="spellStart"/>
      <w:r>
        <w:t>CheckInitialised</w:t>
      </w:r>
      <w:proofErr w:type="spellEnd"/>
      <w:r>
        <w:t>” method.  This should be invoked as the first thing in any action which requires that the task be initialized (</w:t>
      </w:r>
      <w:proofErr w:type="gramStart"/>
      <w:r>
        <w:t>e.g.</w:t>
      </w:r>
      <w:proofErr w:type="gramEnd"/>
      <w:r>
        <w:t xml:space="preserve"> the normal actions of the task other then INITIALISE, RESET and REPORT).</w:t>
      </w:r>
    </w:p>
    <w:p w14:paraId="77A2F7C6" w14:textId="77777777" w:rsidR="004B41AD" w:rsidRDefault="004B41AD" w:rsidP="004B41AD">
      <w:pPr>
        <w:pStyle w:val="Heading3"/>
      </w:pPr>
      <w:bookmarkStart w:id="8" w:name="_Toc74292962"/>
      <w:r>
        <w:t>Polling Support</w:t>
      </w:r>
      <w:bookmarkEnd w:id="8"/>
    </w:p>
    <w:p w14:paraId="42085B12" w14:textId="77777777" w:rsidR="004B41AD" w:rsidRDefault="004B41AD" w:rsidP="004B41AD">
      <w:r>
        <w:t>The example does NOT show any support for polling of hardware status, through it does inherit a default implementation of POLL from the GIT implementation.</w:t>
      </w:r>
    </w:p>
    <w:p w14:paraId="559A89FE" w14:textId="77777777" w:rsidR="004B41AD" w:rsidRDefault="004B41AD" w:rsidP="004B41AD">
      <w:r>
        <w:t>That GIT implementation</w:t>
      </w:r>
      <w:r w:rsidR="00CC45E4">
        <w:t xml:space="preserve"> is</w:t>
      </w:r>
      <w:r>
        <w:t xml:space="preserve"> from </w:t>
      </w:r>
      <w:proofErr w:type="gramStart"/>
      <w:r w:rsidRPr="004B41AD">
        <w:rPr>
          <w:rFonts w:ascii="Courier New" w:hAnsi="Courier New" w:cs="Courier New"/>
        </w:rPr>
        <w:t>drama::</w:t>
      </w:r>
      <w:proofErr w:type="gramEnd"/>
      <w:r w:rsidRPr="004B41AD">
        <w:rPr>
          <w:rFonts w:ascii="Courier New" w:hAnsi="Courier New" w:cs="Courier New"/>
        </w:rPr>
        <w:t>git::Task</w:t>
      </w:r>
      <w:r w:rsidR="00CC45E4">
        <w:t xml:space="preserve"> and provides various ways to quickly implement common requirements.</w:t>
      </w:r>
      <w:r>
        <w:t xml:space="preserve">  You can implement the following methods to override the behavior of the default POLL action as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9"/>
        <w:gridCol w:w="4747"/>
      </w:tblGrid>
      <w:tr w:rsidR="00F31415" w14:paraId="6B605D73" w14:textId="77777777" w:rsidTr="00CD4356">
        <w:tc>
          <w:tcPr>
            <w:tcW w:w="2802" w:type="dxa"/>
            <w:shd w:val="clear" w:color="auto" w:fill="E7E6E6"/>
          </w:tcPr>
          <w:p w14:paraId="24ACC7EA" w14:textId="77777777" w:rsidR="00F31415" w:rsidRPr="00CD4356" w:rsidRDefault="00F31415" w:rsidP="00CD4356">
            <w:pPr>
              <w:jc w:val="center"/>
              <w:rPr>
                <w:b/>
                <w:bCs/>
              </w:rPr>
            </w:pPr>
            <w:r w:rsidRPr="00CD4356">
              <w:rPr>
                <w:b/>
                <w:bCs/>
              </w:rPr>
              <w:t>Method</w:t>
            </w:r>
          </w:p>
        </w:tc>
        <w:tc>
          <w:tcPr>
            <w:tcW w:w="5700" w:type="dxa"/>
            <w:shd w:val="clear" w:color="auto" w:fill="E7E6E6"/>
          </w:tcPr>
          <w:p w14:paraId="137E3267" w14:textId="77777777" w:rsidR="00F31415" w:rsidRPr="00CD4356" w:rsidRDefault="00F31415" w:rsidP="00CD4356">
            <w:pPr>
              <w:jc w:val="center"/>
              <w:rPr>
                <w:b/>
                <w:bCs/>
              </w:rPr>
            </w:pPr>
            <w:r w:rsidRPr="00CD4356">
              <w:rPr>
                <w:b/>
                <w:bCs/>
              </w:rPr>
              <w:t>Description</w:t>
            </w:r>
          </w:p>
        </w:tc>
      </w:tr>
      <w:tr w:rsidR="00F31415" w14:paraId="587BCD6D" w14:textId="77777777" w:rsidTr="00CD4356">
        <w:tc>
          <w:tcPr>
            <w:tcW w:w="2802" w:type="dxa"/>
            <w:shd w:val="clear" w:color="auto" w:fill="auto"/>
          </w:tcPr>
          <w:p w14:paraId="6AEE0248" w14:textId="77777777" w:rsidR="00F31415" w:rsidRPr="00CD4356" w:rsidRDefault="00F31415" w:rsidP="004B41AD">
            <w:pPr>
              <w:rPr>
                <w:rFonts w:ascii="Courier New" w:hAnsi="Courier New" w:cs="Courier New"/>
              </w:rPr>
            </w:pPr>
            <w:proofErr w:type="spellStart"/>
            <w:proofErr w:type="gramStart"/>
            <w:r w:rsidRPr="00CD4356">
              <w:rPr>
                <w:rFonts w:ascii="Courier New" w:hAnsi="Courier New" w:cs="Courier New"/>
              </w:rPr>
              <w:t>PollObeyOverride</w:t>
            </w:r>
            <w:proofErr w:type="spellEnd"/>
            <w:r w:rsidRPr="00CD4356">
              <w:rPr>
                <w:rFonts w:ascii="Courier New" w:hAnsi="Courier New" w:cs="Courier New"/>
              </w:rPr>
              <w:t>(</w:t>
            </w:r>
            <w:proofErr w:type="gramEnd"/>
            <w:r w:rsidRPr="00CD4356">
              <w:rPr>
                <w:rFonts w:ascii="Courier New" w:hAnsi="Courier New" w:cs="Courier New"/>
              </w:rPr>
              <w:t>)</w:t>
            </w:r>
          </w:p>
        </w:tc>
        <w:tc>
          <w:tcPr>
            <w:tcW w:w="5700" w:type="dxa"/>
            <w:shd w:val="clear" w:color="auto" w:fill="auto"/>
          </w:tcPr>
          <w:p w14:paraId="47DA6796" w14:textId="77777777" w:rsidR="00F31415" w:rsidRDefault="00985191" w:rsidP="00985191">
            <w:r>
              <w:t>This method allows the sub-class to override specific poll action operations. The default implementation does nothing and returns false.</w:t>
            </w:r>
          </w:p>
          <w:p w14:paraId="20C4C0D5" w14:textId="77777777" w:rsidR="00985191" w:rsidRDefault="00985191" w:rsidP="00985191">
            <w:r>
              <w:t xml:space="preserve">Return true if the message has been handled and false to indicate the default handling </w:t>
            </w:r>
            <w:proofErr w:type="gramStart"/>
            <w:r>
              <w:t>should  happen</w:t>
            </w:r>
            <w:proofErr w:type="gramEnd"/>
            <w:r>
              <w:t xml:space="preserve">.  This allows the user code to handle only some </w:t>
            </w:r>
            <w:proofErr w:type="gramStart"/>
            <w:r>
              <w:t>messages, and</w:t>
            </w:r>
            <w:proofErr w:type="gramEnd"/>
            <w:r>
              <w:t xml:space="preserve"> leave the rest to the defaults.</w:t>
            </w:r>
          </w:p>
          <w:p w14:paraId="37266EF7" w14:textId="77777777" w:rsidR="00985191" w:rsidRDefault="00985191" w:rsidP="00985191">
            <w:r>
              <w:t xml:space="preserve">See the </w:t>
            </w:r>
            <w:proofErr w:type="gramStart"/>
            <w:r w:rsidRPr="00CD4356">
              <w:rPr>
                <w:rFonts w:ascii="Courier New" w:hAnsi="Courier New" w:cs="Courier New"/>
              </w:rPr>
              <w:t>drama::</w:t>
            </w:r>
            <w:proofErr w:type="gramEnd"/>
            <w:r w:rsidRPr="00CD4356">
              <w:rPr>
                <w:rFonts w:ascii="Courier New" w:hAnsi="Courier New" w:cs="Courier New"/>
              </w:rPr>
              <w:t>git::Task</w:t>
            </w:r>
            <w:r>
              <w:t xml:space="preserve"> documentation for more details.</w:t>
            </w:r>
          </w:p>
        </w:tc>
      </w:tr>
      <w:tr w:rsidR="00F31415" w14:paraId="78C6BCD2" w14:textId="77777777" w:rsidTr="00CD4356">
        <w:tc>
          <w:tcPr>
            <w:tcW w:w="2802" w:type="dxa"/>
            <w:shd w:val="clear" w:color="auto" w:fill="auto"/>
          </w:tcPr>
          <w:p w14:paraId="2084A451" w14:textId="77777777" w:rsidR="00F31415" w:rsidRPr="00CD4356" w:rsidRDefault="00F31415" w:rsidP="004B41AD">
            <w:pPr>
              <w:rPr>
                <w:rFonts w:ascii="Courier New" w:hAnsi="Courier New" w:cs="Courier New"/>
              </w:rPr>
            </w:pPr>
            <w:proofErr w:type="spellStart"/>
            <w:proofErr w:type="gramStart"/>
            <w:r w:rsidRPr="00CD4356">
              <w:rPr>
                <w:rFonts w:ascii="Courier New" w:hAnsi="Courier New" w:cs="Courier New"/>
              </w:rPr>
              <w:t>PollKick</w:t>
            </w:r>
            <w:proofErr w:type="spellEnd"/>
            <w:r w:rsidRPr="00CD4356">
              <w:rPr>
                <w:rFonts w:ascii="Courier New" w:hAnsi="Courier New" w:cs="Courier New"/>
              </w:rPr>
              <w:t>(</w:t>
            </w:r>
            <w:proofErr w:type="gramEnd"/>
            <w:r w:rsidRPr="00CD4356">
              <w:rPr>
                <w:rFonts w:ascii="Courier New" w:hAnsi="Courier New" w:cs="Courier New"/>
              </w:rPr>
              <w:t>)</w:t>
            </w:r>
          </w:p>
        </w:tc>
        <w:tc>
          <w:tcPr>
            <w:tcW w:w="5700" w:type="dxa"/>
            <w:shd w:val="clear" w:color="auto" w:fill="auto"/>
          </w:tcPr>
          <w:p w14:paraId="1BA0897A" w14:textId="77777777" w:rsidR="00F31415" w:rsidRDefault="00A038C8" w:rsidP="00A038C8">
            <w:r>
              <w:t>This method allows the sub-class to override specific poll kick operations. The default implementation does nothing but message the user and returns true, which would cause the POLL action to complete.</w:t>
            </w:r>
            <w:r w:rsidR="00985191">
              <w:t xml:space="preserve">  See the </w:t>
            </w:r>
            <w:proofErr w:type="gramStart"/>
            <w:r w:rsidR="00985191" w:rsidRPr="00CD4356">
              <w:rPr>
                <w:rFonts w:ascii="Courier New" w:hAnsi="Courier New" w:cs="Courier New"/>
              </w:rPr>
              <w:lastRenderedPageBreak/>
              <w:t>drama::</w:t>
            </w:r>
            <w:proofErr w:type="gramEnd"/>
            <w:r w:rsidR="00985191" w:rsidRPr="00CD4356">
              <w:rPr>
                <w:rFonts w:ascii="Courier New" w:hAnsi="Courier New" w:cs="Courier New"/>
              </w:rPr>
              <w:t>git::Task</w:t>
            </w:r>
            <w:r w:rsidR="00985191">
              <w:t xml:space="preserve"> documentation for more details.</w:t>
            </w:r>
          </w:p>
        </w:tc>
      </w:tr>
      <w:tr w:rsidR="00F31415" w14:paraId="4208A4C9" w14:textId="77777777" w:rsidTr="00CD4356">
        <w:tc>
          <w:tcPr>
            <w:tcW w:w="2802" w:type="dxa"/>
            <w:shd w:val="clear" w:color="auto" w:fill="auto"/>
          </w:tcPr>
          <w:p w14:paraId="7B46CAA2" w14:textId="77777777" w:rsidR="00F31415" w:rsidRPr="00CD4356" w:rsidRDefault="00F31415" w:rsidP="004B41AD">
            <w:pPr>
              <w:rPr>
                <w:rFonts w:ascii="Courier New" w:hAnsi="Courier New" w:cs="Courier New"/>
              </w:rPr>
            </w:pPr>
            <w:proofErr w:type="spellStart"/>
            <w:proofErr w:type="gramStart"/>
            <w:r w:rsidRPr="00CD4356">
              <w:rPr>
                <w:rFonts w:ascii="Courier New" w:hAnsi="Courier New" w:cs="Courier New"/>
              </w:rPr>
              <w:lastRenderedPageBreak/>
              <w:t>PollRescheduleEvent</w:t>
            </w:r>
            <w:proofErr w:type="spellEnd"/>
            <w:r w:rsidRPr="00CD4356">
              <w:rPr>
                <w:rFonts w:ascii="Courier New" w:hAnsi="Courier New" w:cs="Courier New"/>
              </w:rPr>
              <w:t>(</w:t>
            </w:r>
            <w:proofErr w:type="gramEnd"/>
            <w:r w:rsidRPr="00CD4356">
              <w:rPr>
                <w:rFonts w:ascii="Courier New" w:hAnsi="Courier New" w:cs="Courier New"/>
              </w:rPr>
              <w:t>)</w:t>
            </w:r>
          </w:p>
        </w:tc>
        <w:tc>
          <w:tcPr>
            <w:tcW w:w="5700" w:type="dxa"/>
            <w:shd w:val="clear" w:color="auto" w:fill="auto"/>
          </w:tcPr>
          <w:p w14:paraId="65D89CEA" w14:textId="77777777" w:rsidR="00F31415" w:rsidRDefault="00A038C8" w:rsidP="00A038C8">
            <w:r>
              <w:t xml:space="preserve">This method is invoked if the POLL action receives a reschedule event, but only if </w:t>
            </w:r>
            <w:proofErr w:type="spellStart"/>
            <w:proofErr w:type="gramStart"/>
            <w:r w:rsidRPr="00CD4356">
              <w:rPr>
                <w:rFonts w:ascii="Courier" w:hAnsi="Courier"/>
              </w:rPr>
              <w:t>PollObeyOverride</w:t>
            </w:r>
            <w:proofErr w:type="spellEnd"/>
            <w:r w:rsidRPr="00CD4356">
              <w:rPr>
                <w:rFonts w:ascii="Courier" w:hAnsi="Courier"/>
              </w:rPr>
              <w:t>(</w:t>
            </w:r>
            <w:proofErr w:type="gramEnd"/>
            <w:r w:rsidRPr="00CD4356">
              <w:rPr>
                <w:rFonts w:ascii="Courier" w:hAnsi="Courier"/>
              </w:rPr>
              <w:t xml:space="preserve">) </w:t>
            </w:r>
            <w:r>
              <w:t>returned false for this event.</w:t>
            </w:r>
          </w:p>
        </w:tc>
      </w:tr>
      <w:tr w:rsidR="00F31415" w14:paraId="3C7EFB8E" w14:textId="77777777" w:rsidTr="00CD4356">
        <w:tc>
          <w:tcPr>
            <w:tcW w:w="2802" w:type="dxa"/>
            <w:shd w:val="clear" w:color="auto" w:fill="auto"/>
          </w:tcPr>
          <w:p w14:paraId="60A67C73" w14:textId="77777777" w:rsidR="00F31415" w:rsidRPr="00CD4356" w:rsidRDefault="00F31415" w:rsidP="004B41AD">
            <w:pPr>
              <w:rPr>
                <w:rFonts w:ascii="Courier New" w:hAnsi="Courier New" w:cs="Courier New"/>
              </w:rPr>
            </w:pPr>
            <w:proofErr w:type="spellStart"/>
            <w:proofErr w:type="gramStart"/>
            <w:r w:rsidRPr="00CD4356">
              <w:rPr>
                <w:rFonts w:ascii="Courier New" w:hAnsi="Courier New" w:cs="Courier New"/>
              </w:rPr>
              <w:t>PollSignalEvent</w:t>
            </w:r>
            <w:proofErr w:type="spellEnd"/>
            <w:r w:rsidRPr="00CD4356">
              <w:rPr>
                <w:rFonts w:ascii="Courier New" w:hAnsi="Courier New" w:cs="Courier New"/>
              </w:rPr>
              <w:t>(</w:t>
            </w:r>
            <w:proofErr w:type="gramEnd"/>
            <w:r w:rsidRPr="00CD4356">
              <w:rPr>
                <w:rFonts w:ascii="Courier New" w:hAnsi="Courier New" w:cs="Courier New"/>
              </w:rPr>
              <w:t>)</w:t>
            </w:r>
          </w:p>
        </w:tc>
        <w:tc>
          <w:tcPr>
            <w:tcW w:w="5700" w:type="dxa"/>
            <w:shd w:val="clear" w:color="auto" w:fill="auto"/>
          </w:tcPr>
          <w:p w14:paraId="6E0121EA" w14:textId="77777777" w:rsidR="00F31415" w:rsidRDefault="00F31415" w:rsidP="00F31415">
            <w:r>
              <w:t xml:space="preserve">This method is invoked if the POLL action receives a signal event, but only if </w:t>
            </w:r>
            <w:proofErr w:type="spellStart"/>
            <w:proofErr w:type="gramStart"/>
            <w:r w:rsidRPr="00CD4356">
              <w:rPr>
                <w:rFonts w:ascii="Courier" w:hAnsi="Courier"/>
              </w:rPr>
              <w:t>PollObeyOverride</w:t>
            </w:r>
            <w:proofErr w:type="spellEnd"/>
            <w:r w:rsidRPr="00CD4356">
              <w:rPr>
                <w:rFonts w:ascii="Courier" w:hAnsi="Courier"/>
              </w:rPr>
              <w:t>(</w:t>
            </w:r>
            <w:proofErr w:type="gramEnd"/>
            <w:r w:rsidRPr="00CD4356">
              <w:rPr>
                <w:rFonts w:ascii="Courier" w:hAnsi="Courier"/>
              </w:rPr>
              <w:t xml:space="preserve">) </w:t>
            </w:r>
            <w:r>
              <w:t>returned false for this event.</w:t>
            </w:r>
          </w:p>
        </w:tc>
      </w:tr>
      <w:tr w:rsidR="00F31415" w14:paraId="2D978419" w14:textId="77777777" w:rsidTr="00CD4356">
        <w:tc>
          <w:tcPr>
            <w:tcW w:w="2802" w:type="dxa"/>
            <w:shd w:val="clear" w:color="auto" w:fill="auto"/>
          </w:tcPr>
          <w:p w14:paraId="6E853FA3" w14:textId="77777777" w:rsidR="00F31415" w:rsidRPr="00CD4356" w:rsidRDefault="00F31415" w:rsidP="004B41AD">
            <w:pPr>
              <w:rPr>
                <w:rFonts w:ascii="Courier New" w:hAnsi="Courier New" w:cs="Courier New"/>
              </w:rPr>
            </w:pPr>
            <w:proofErr w:type="spellStart"/>
            <w:proofErr w:type="gramStart"/>
            <w:r w:rsidRPr="00CD4356">
              <w:rPr>
                <w:rFonts w:ascii="Courier New" w:hAnsi="Courier New" w:cs="Courier New"/>
              </w:rPr>
              <w:t>PollRescheduleRequest</w:t>
            </w:r>
            <w:proofErr w:type="spellEnd"/>
            <w:r w:rsidRPr="00CD4356">
              <w:rPr>
                <w:rFonts w:ascii="Courier New" w:hAnsi="Courier New" w:cs="Courier New"/>
              </w:rPr>
              <w:t>(</w:t>
            </w:r>
            <w:proofErr w:type="gramEnd"/>
            <w:r w:rsidRPr="00CD4356">
              <w:rPr>
                <w:rFonts w:ascii="Courier New" w:hAnsi="Courier New" w:cs="Courier New"/>
              </w:rPr>
              <w:t>)</w:t>
            </w:r>
          </w:p>
        </w:tc>
        <w:tc>
          <w:tcPr>
            <w:tcW w:w="5700" w:type="dxa"/>
            <w:shd w:val="clear" w:color="auto" w:fill="auto"/>
          </w:tcPr>
          <w:p w14:paraId="08E7543E" w14:textId="77777777" w:rsidR="00F31415" w:rsidRDefault="00F31415" w:rsidP="004B41AD">
            <w:r>
              <w:t>Used to change the default rescheduling of the POLL action.</w:t>
            </w:r>
          </w:p>
        </w:tc>
      </w:tr>
    </w:tbl>
    <w:p w14:paraId="28B3880D" w14:textId="77777777" w:rsidR="00F31415" w:rsidRDefault="00985191" w:rsidP="004B41AD">
      <w:r>
        <w:t xml:space="preserve">A sub-class can read/write the class member </w:t>
      </w:r>
      <w:r w:rsidRPr="00985191">
        <w:rPr>
          <w:rFonts w:ascii="Courier" w:hAnsi="Courier"/>
        </w:rPr>
        <w:t>_</w:t>
      </w:r>
      <w:proofErr w:type="spellStart"/>
      <w:r w:rsidRPr="00985191">
        <w:rPr>
          <w:rFonts w:ascii="Courier" w:hAnsi="Courier"/>
        </w:rPr>
        <w:t>pollPar</w:t>
      </w:r>
      <w:proofErr w:type="spellEnd"/>
      <w:r w:rsidRPr="00985191">
        <w:rPr>
          <w:rFonts w:ascii="Courier" w:hAnsi="Courier"/>
        </w:rPr>
        <w:t xml:space="preserve"> </w:t>
      </w:r>
      <w:r>
        <w:t>to access or change the rescheduling interval (</w:t>
      </w:r>
      <w:r w:rsidR="00527970">
        <w:t xml:space="preserve">floating point </w:t>
      </w:r>
      <w:r>
        <w:t>seconds)</w:t>
      </w:r>
      <w:r w:rsidR="00527970">
        <w:t xml:space="preserve">.  This is what determines how often </w:t>
      </w:r>
      <w:proofErr w:type="spellStart"/>
      <w:proofErr w:type="gramStart"/>
      <w:r w:rsidR="00527970" w:rsidRPr="00F31415">
        <w:rPr>
          <w:rFonts w:ascii="Courier New" w:hAnsi="Courier New" w:cs="Courier New"/>
        </w:rPr>
        <w:t>PollRescheduleEvent</w:t>
      </w:r>
      <w:proofErr w:type="spellEnd"/>
      <w:r w:rsidR="00527970" w:rsidRPr="00F31415">
        <w:rPr>
          <w:rFonts w:ascii="Courier New" w:hAnsi="Courier New" w:cs="Courier New"/>
        </w:rPr>
        <w:t>(</w:t>
      </w:r>
      <w:proofErr w:type="gramEnd"/>
      <w:r w:rsidR="00527970" w:rsidRPr="00F31415">
        <w:rPr>
          <w:rFonts w:ascii="Courier New" w:hAnsi="Courier New" w:cs="Courier New"/>
        </w:rPr>
        <w:t>)</w:t>
      </w:r>
      <w:r w:rsidR="00527970">
        <w:rPr>
          <w:rFonts w:ascii="Courier New" w:hAnsi="Courier New" w:cs="Courier New"/>
        </w:rPr>
        <w:t xml:space="preserve"> </w:t>
      </w:r>
      <w:r w:rsidR="00527970" w:rsidRPr="00527970">
        <w:t>is invoked.</w:t>
      </w:r>
    </w:p>
    <w:p w14:paraId="0A7733D1" w14:textId="77777777" w:rsidR="004B41AD" w:rsidRDefault="004B41AD" w:rsidP="004B41AD">
      <w:r>
        <w:t xml:space="preserve">See the documentation for </w:t>
      </w:r>
      <w:proofErr w:type="gramStart"/>
      <w:r w:rsidRPr="004B41AD">
        <w:rPr>
          <w:rFonts w:ascii="Courier New" w:hAnsi="Courier New" w:cs="Courier New"/>
        </w:rPr>
        <w:t>drama::</w:t>
      </w:r>
      <w:proofErr w:type="gramEnd"/>
      <w:r w:rsidRPr="004B41AD">
        <w:rPr>
          <w:rFonts w:ascii="Courier New" w:hAnsi="Courier New" w:cs="Courier New"/>
        </w:rPr>
        <w:t>git::Task</w:t>
      </w:r>
      <w:r>
        <w:t xml:space="preserve"> for more details.</w:t>
      </w:r>
    </w:p>
    <w:p w14:paraId="1A0B8B48" w14:textId="77777777" w:rsidR="004B41AD" w:rsidRPr="004B41AD" w:rsidRDefault="004B41AD" w:rsidP="004B41AD">
      <w:r>
        <w:t>Alternatively, you could just re-implement POLL entirely if you prefer by adding a new action handler for it.</w:t>
      </w:r>
    </w:p>
    <w:p w14:paraId="47EAFF08" w14:textId="77777777" w:rsidR="005B38A5" w:rsidRDefault="005B38A5" w:rsidP="005154BC">
      <w:pPr>
        <w:pStyle w:val="Heading2"/>
      </w:pPr>
      <w:bookmarkStart w:id="9" w:name="_Toc74292963"/>
      <w:r>
        <w:t>Fits Header support .</w:t>
      </w:r>
      <w:proofErr w:type="spellStart"/>
      <w:r>
        <w:t>cpp</w:t>
      </w:r>
      <w:proofErr w:type="spellEnd"/>
      <w:r>
        <w:t xml:space="preserve"> file</w:t>
      </w:r>
      <w:bookmarkEnd w:id="9"/>
    </w:p>
    <w:p w14:paraId="1D46A063" w14:textId="77777777" w:rsidR="008A3C9B" w:rsidRDefault="008A3C9B" w:rsidP="008A3C9B">
      <w:r>
        <w:t>This implements the task’s FITS headers, and in this example is name</w:t>
      </w:r>
      <w:r w:rsidR="00441901">
        <w:t>d</w:t>
      </w:r>
      <w:r>
        <w:t xml:space="preserve"> </w:t>
      </w:r>
      <w:r w:rsidRPr="00441901">
        <w:rPr>
          <w:rFonts w:ascii="Courier New" w:hAnsi="Courier New" w:cs="Courier New"/>
        </w:rPr>
        <w:t>mytaskfits.cpp</w:t>
      </w:r>
      <w:r>
        <w:t xml:space="preserve">.  It does this by implementing the </w:t>
      </w:r>
      <w:proofErr w:type="gramStart"/>
      <w:r>
        <w:t>class ”</w:t>
      </w:r>
      <w:proofErr w:type="spellStart"/>
      <w:r w:rsidRPr="00EC208C">
        <w:rPr>
          <w:rFonts w:ascii="Courier New" w:hAnsi="Courier New" w:cs="Courier New"/>
        </w:rPr>
        <w:t>MyTaskFitsClass</w:t>
      </w:r>
      <w:proofErr w:type="spellEnd"/>
      <w:proofErr w:type="gramEnd"/>
      <w:r>
        <w:t>”, which was declared in the main header.</w:t>
      </w:r>
    </w:p>
    <w:p w14:paraId="3983BE92" w14:textId="77777777" w:rsidR="008A3C9B" w:rsidRDefault="008A3C9B" w:rsidP="008A3C9B">
      <w:r>
        <w:t>See docum</w:t>
      </w:r>
      <w:r w:rsidR="00517F76">
        <w:t xml:space="preserve">ent </w:t>
      </w:r>
      <w:r w:rsidR="00517F76" w:rsidRPr="00441901">
        <w:rPr>
          <w:rFonts w:ascii="Courier New" w:hAnsi="Courier New" w:cs="Courier New"/>
        </w:rPr>
        <w:t>ASD82</w:t>
      </w:r>
      <w:r w:rsidR="00517F76">
        <w:t xml:space="preserve"> for det</w:t>
      </w:r>
      <w:r w:rsidR="00441901">
        <w:t>ails on what is being done here. The class</w:t>
      </w:r>
      <w:r w:rsidR="00517F76">
        <w:t xml:space="preserve"> is a sub-class of the DRTF </w:t>
      </w:r>
      <w:proofErr w:type="spellStart"/>
      <w:r w:rsidR="00517F76" w:rsidRPr="00441901">
        <w:rPr>
          <w:rFonts w:ascii="Courier New" w:hAnsi="Courier New" w:cs="Courier New"/>
        </w:rPr>
        <w:t>FitsInterface</w:t>
      </w:r>
      <w:proofErr w:type="spellEnd"/>
      <w:r w:rsidR="00517F76">
        <w:t xml:space="preserve"> class.  Other than linking keywords to parameters or providing the required information there isn’t </w:t>
      </w:r>
      <w:proofErr w:type="gramStart"/>
      <w:r w:rsidR="00517F76">
        <w:t>really much</w:t>
      </w:r>
      <w:proofErr w:type="gramEnd"/>
      <w:r w:rsidR="00517F76">
        <w:t xml:space="preserve"> for you to do.  </w:t>
      </w:r>
      <w:r w:rsidR="00441901">
        <w:t>It is a bit more difficult if you are implementing say a multiple arm spectrograph.  See the DRTF documentation for more detail on that.</w:t>
      </w:r>
    </w:p>
    <w:p w14:paraId="0E32C142" w14:textId="77777777" w:rsidR="00517F76" w:rsidRDefault="00517F76" w:rsidP="008A3C9B">
      <w:r>
        <w:t>It is strongly recommend</w:t>
      </w:r>
      <w:r w:rsidR="006E5D95">
        <w:t>ed</w:t>
      </w:r>
      <w:r>
        <w:t xml:space="preserve"> that you provide changing FITS header information via parameters which are linked to the keyword in this module.  That </w:t>
      </w:r>
      <w:r w:rsidR="006E5D95">
        <w:t>means that other parts of you task can just update the parameter.</w:t>
      </w:r>
      <w:r w:rsidR="0084090D">
        <w:t xml:space="preserve">  But this does fall apart if keywords are not always present or have complex values or strings.</w:t>
      </w:r>
      <w:r w:rsidR="00441901">
        <w:t xml:space="preserve">  In those cases, you can add them in the </w:t>
      </w:r>
      <w:proofErr w:type="gramStart"/>
      <w:r w:rsidR="00441901" w:rsidRPr="00441901">
        <w:rPr>
          <w:rFonts w:ascii="Courier New" w:hAnsi="Courier New" w:cs="Courier New"/>
        </w:rPr>
        <w:t>Start(</w:t>
      </w:r>
      <w:proofErr w:type="gramEnd"/>
      <w:r w:rsidR="00441901" w:rsidRPr="00441901">
        <w:rPr>
          <w:rFonts w:ascii="Courier New" w:hAnsi="Courier New" w:cs="Courier New"/>
        </w:rPr>
        <w:t>)</w:t>
      </w:r>
      <w:r w:rsidR="00441901">
        <w:t xml:space="preserve"> and </w:t>
      </w:r>
      <w:r w:rsidR="00441901" w:rsidRPr="00441901">
        <w:rPr>
          <w:rFonts w:ascii="Courier New" w:hAnsi="Courier New" w:cs="Courier New"/>
        </w:rPr>
        <w:t xml:space="preserve">End() </w:t>
      </w:r>
      <w:r w:rsidR="00441901">
        <w:t>methods.</w:t>
      </w:r>
    </w:p>
    <w:p w14:paraId="4C2CA8C3" w14:textId="77777777" w:rsidR="0084090D" w:rsidRPr="008A3C9B" w:rsidRDefault="0084090D" w:rsidP="008A3C9B">
      <w:r>
        <w:t>Remember that all keyword names must be 8 characters or less long and must be unique in the FITS file, so you need to check against standard for the system you will be part of.</w:t>
      </w:r>
      <w:r w:rsidR="00BE775D">
        <w:t xml:space="preserve">  </w:t>
      </w:r>
      <w:r w:rsidR="00BE775D" w:rsidRPr="00BE775D">
        <w:rPr>
          <w:i/>
          <w:iCs/>
        </w:rPr>
        <w:t xml:space="preserve">NOTE that the default names for the task version number and date are </w:t>
      </w:r>
      <w:proofErr w:type="gramStart"/>
      <w:r w:rsidR="00BE775D" w:rsidRPr="00BE775D">
        <w:rPr>
          <w:i/>
          <w:iCs/>
        </w:rPr>
        <w:t>probably  longer</w:t>
      </w:r>
      <w:proofErr w:type="gramEnd"/>
      <w:r w:rsidR="00BE775D" w:rsidRPr="00BE775D">
        <w:rPr>
          <w:i/>
          <w:iCs/>
        </w:rPr>
        <w:t xml:space="preserve"> the 8 characters after applying the template to the original code, you will need to modify them appropriately (</w:t>
      </w:r>
      <w:r w:rsidR="00BE775D" w:rsidRPr="00BE775D">
        <w:rPr>
          <w:rFonts w:ascii="Courier New" w:hAnsi="Courier New" w:cs="Courier New"/>
          <w:i/>
          <w:iCs/>
        </w:rPr>
        <w:t>mytaskfits.cpp</w:t>
      </w:r>
      <w:r w:rsidR="00BE775D" w:rsidRPr="00BE775D">
        <w:rPr>
          <w:i/>
          <w:iCs/>
        </w:rPr>
        <w:t xml:space="preserve">, </w:t>
      </w:r>
      <w:r w:rsidR="00BE775D" w:rsidRPr="00BE775D">
        <w:rPr>
          <w:rFonts w:ascii="Courier New" w:hAnsi="Courier New" w:cs="Courier New"/>
          <w:i/>
          <w:iCs/>
        </w:rPr>
        <w:t xml:space="preserve">::Setup() </w:t>
      </w:r>
      <w:r w:rsidR="00BE775D" w:rsidRPr="00BE775D">
        <w:rPr>
          <w:i/>
          <w:iCs/>
        </w:rPr>
        <w:t>method)</w:t>
      </w:r>
      <w:r w:rsidR="00BE775D">
        <w:rPr>
          <w:i/>
          <w:iCs/>
        </w:rPr>
        <w:t>.</w:t>
      </w:r>
    </w:p>
    <w:p w14:paraId="68532BFC" w14:textId="77777777" w:rsidR="005B38A5" w:rsidRDefault="005B38A5" w:rsidP="005154BC">
      <w:pPr>
        <w:pStyle w:val="Heading2"/>
      </w:pPr>
      <w:bookmarkStart w:id="10" w:name="_Toc74292964"/>
      <w:proofErr w:type="spellStart"/>
      <w:r>
        <w:t>dmakefile</w:t>
      </w:r>
      <w:bookmarkEnd w:id="10"/>
      <w:proofErr w:type="spellEnd"/>
    </w:p>
    <w:p w14:paraId="59CB5902" w14:textId="77777777" w:rsidR="002B7546" w:rsidRDefault="003B41E5" w:rsidP="002B7546">
      <w:r>
        <w:t>This file is processed by the “</w:t>
      </w:r>
      <w:proofErr w:type="spellStart"/>
      <w:r w:rsidRPr="00441901">
        <w:rPr>
          <w:rFonts w:ascii="Courier New" w:hAnsi="Courier New" w:cs="Courier New"/>
        </w:rPr>
        <w:t>dmkmf</w:t>
      </w:r>
      <w:proofErr w:type="spellEnd"/>
      <w:r>
        <w:t xml:space="preserve">” command to create a </w:t>
      </w:r>
      <w:proofErr w:type="spellStart"/>
      <w:r w:rsidRPr="00441901">
        <w:rPr>
          <w:rFonts w:ascii="Courier New" w:hAnsi="Courier New" w:cs="Courier New"/>
        </w:rPr>
        <w:t>Makefile</w:t>
      </w:r>
      <w:proofErr w:type="spellEnd"/>
      <w:r>
        <w:t>.  You will need to modify it to add extra files to build, add extra include directories or libraries to link against, and to expand your tests.</w:t>
      </w:r>
    </w:p>
    <w:p w14:paraId="6922823B" w14:textId="77777777" w:rsidR="003B41E5" w:rsidRDefault="003B41E5" w:rsidP="002B7546">
      <w:r>
        <w:lastRenderedPageBreak/>
        <w:t>It presumes you are building a C++11 file.  And if you try to build the sub-system on a DRAMA build that does not support C++11, the build will fail.</w:t>
      </w:r>
    </w:p>
    <w:p w14:paraId="6BEB0FD6" w14:textId="241BEA05" w:rsidR="003B41E5" w:rsidRDefault="00B10C60" w:rsidP="002B7546">
      <w:r>
        <w:t xml:space="preserve">At the beginning of the non-comment part of the code, you will see a section bracketed by </w:t>
      </w:r>
      <w:r w:rsidRPr="00FC11F2">
        <w:rPr>
          <w:rFonts w:ascii="Courier New" w:hAnsi="Courier New" w:cs="Courier New"/>
        </w:rPr>
        <w:t>#Beg</w:t>
      </w:r>
      <w:r w:rsidR="00C061E8">
        <w:rPr>
          <w:rFonts w:ascii="Courier New" w:hAnsi="Courier New" w:cs="Courier New"/>
        </w:rPr>
        <w:t>in</w:t>
      </w:r>
      <w:r w:rsidRPr="00FC11F2">
        <w:rPr>
          <w:rFonts w:ascii="Courier New" w:hAnsi="Courier New" w:cs="Courier New"/>
        </w:rPr>
        <w:t>Config</w:t>
      </w:r>
      <w:r>
        <w:t xml:space="preserve"> and </w:t>
      </w:r>
      <w:r w:rsidRPr="00FC11F2">
        <w:rPr>
          <w:rFonts w:ascii="Courier New" w:hAnsi="Courier New" w:cs="Courier New"/>
        </w:rPr>
        <w:t>#EndConfig</w:t>
      </w:r>
      <w:r>
        <w:t>.  The main thing you might want to change here is the INCLUDES specification.</w:t>
      </w:r>
      <w:r w:rsidR="003C21BA">
        <w:t xml:space="preserve"> The example is</w:t>
      </w:r>
    </w:p>
    <w:p w14:paraId="33CB6EFE" w14:textId="77777777" w:rsidR="003C21BA" w:rsidRDefault="003C21BA" w:rsidP="00936165">
      <w:pPr>
        <w:pStyle w:val="Example"/>
      </w:pPr>
      <w:r w:rsidRPr="003C21BA">
        <w:t xml:space="preserve">INCLUDES </w:t>
      </w:r>
      <w:proofErr w:type="gramStart"/>
      <w:r w:rsidRPr="003C21BA">
        <w:t xml:space="preserve">=  </w:t>
      </w:r>
      <w:proofErr w:type="spellStart"/>
      <w:r w:rsidRPr="003C21BA">
        <w:t>DramaIncl</w:t>
      </w:r>
      <w:proofErr w:type="spellEnd"/>
      <w:proofErr w:type="gramEnd"/>
      <w:r w:rsidRPr="003C21BA">
        <w:t xml:space="preserve"> </w:t>
      </w:r>
      <w:proofErr w:type="spellStart"/>
      <w:r w:rsidRPr="003C21BA">
        <w:t>IDir</w:t>
      </w:r>
      <w:proofErr w:type="spellEnd"/>
      <w:r w:rsidRPr="003C21BA">
        <w:t xml:space="preserve">(DRAMA2_DIR) </w:t>
      </w:r>
      <w:proofErr w:type="spellStart"/>
      <w:r w:rsidRPr="003C21BA">
        <w:t>IDir</w:t>
      </w:r>
      <w:proofErr w:type="spellEnd"/>
      <w:r w:rsidRPr="003C21BA">
        <w:t>(DRTF_DIR)</w:t>
      </w:r>
    </w:p>
    <w:p w14:paraId="1E6DCFA1" w14:textId="77777777" w:rsidR="003C21BA" w:rsidRDefault="003C21BA" w:rsidP="002B7546">
      <w:r>
        <w:t xml:space="preserve">The first value here, </w:t>
      </w:r>
      <w:proofErr w:type="spellStart"/>
      <w:r w:rsidRPr="003C21BA">
        <w:rPr>
          <w:rFonts w:ascii="Courier New" w:hAnsi="Courier New" w:cs="Courier New"/>
        </w:rPr>
        <w:t>DramaIncl</w:t>
      </w:r>
      <w:proofErr w:type="spellEnd"/>
      <w:r>
        <w:t>, says to pick up all the</w:t>
      </w:r>
      <w:r w:rsidR="006F79B0">
        <w:t xml:space="preserve"> standard DRAMA include files. </w:t>
      </w:r>
      <w:r>
        <w:t xml:space="preserve">But since DRAMA2 was added later, that is not included, and the </w:t>
      </w:r>
      <w:proofErr w:type="spellStart"/>
      <w:proofErr w:type="gramStart"/>
      <w:r w:rsidRPr="003C21BA">
        <w:rPr>
          <w:rFonts w:ascii="Courier New" w:hAnsi="Courier New" w:cs="Courier New"/>
        </w:rPr>
        <w:t>IDir</w:t>
      </w:r>
      <w:proofErr w:type="spellEnd"/>
      <w:r w:rsidRPr="003C21BA">
        <w:rPr>
          <w:rFonts w:ascii="Courier New" w:hAnsi="Courier New" w:cs="Courier New"/>
        </w:rPr>
        <w:t>(</w:t>
      </w:r>
      <w:proofErr w:type="gramEnd"/>
      <w:r w:rsidRPr="003C21BA">
        <w:rPr>
          <w:rFonts w:ascii="Courier New" w:hAnsi="Courier New" w:cs="Courier New"/>
        </w:rPr>
        <w:t xml:space="preserve">DRAMA2_DIR) </w:t>
      </w:r>
      <w:r>
        <w:t>specification say</w:t>
      </w:r>
      <w:r w:rsidR="006F79B0">
        <w:t>s</w:t>
      </w:r>
      <w:r>
        <w:t xml:space="preserve"> to pick up DRAMA2.  You can use the </w:t>
      </w:r>
      <w:proofErr w:type="spellStart"/>
      <w:proofErr w:type="gramStart"/>
      <w:r w:rsidRPr="006F79B0">
        <w:rPr>
          <w:rFonts w:ascii="Courier New" w:hAnsi="Courier New" w:cs="Courier New"/>
        </w:rPr>
        <w:t>IDir</w:t>
      </w:r>
      <w:proofErr w:type="spellEnd"/>
      <w:r w:rsidRPr="006F79B0">
        <w:rPr>
          <w:rFonts w:ascii="Courier New" w:hAnsi="Courier New" w:cs="Courier New"/>
        </w:rPr>
        <w:t>(</w:t>
      </w:r>
      <w:proofErr w:type="gramEnd"/>
      <w:r w:rsidRPr="006F79B0">
        <w:rPr>
          <w:rFonts w:ascii="Courier New" w:hAnsi="Courier New" w:cs="Courier New"/>
        </w:rPr>
        <w:t>)</w:t>
      </w:r>
      <w:r>
        <w:t xml:space="preserve"> macro to grab include files from any sub-system released using DRAMA.  In this case, the DRTF library is also being used.</w:t>
      </w:r>
      <w:r w:rsidR="00166FA8">
        <w:t xml:space="preserve">  You can also add normal “-I” specifications </w:t>
      </w:r>
      <w:proofErr w:type="gramStart"/>
      <w:r w:rsidR="00166FA8">
        <w:t>here, but</w:t>
      </w:r>
      <w:proofErr w:type="gramEnd"/>
      <w:r w:rsidR="00166FA8">
        <w:t xml:space="preserve"> be careful that they may make your program less portable.</w:t>
      </w:r>
      <w:r w:rsidR="00940473">
        <w:t xml:space="preserve"> Many commonly used libraries such as CFITSIO and SLA have their own portable include specification macros.</w:t>
      </w:r>
      <w:r w:rsidR="006F79B0">
        <w:t xml:space="preserve">  (Look at some of the code which uses those libraries).</w:t>
      </w:r>
    </w:p>
    <w:p w14:paraId="75C326A8" w14:textId="77777777" w:rsidR="00166FA8" w:rsidRDefault="00166FA8" w:rsidP="002B7546">
      <w:r>
        <w:t>The next bit of interest</w:t>
      </w:r>
      <w:r w:rsidR="00FC11F2">
        <w:t xml:space="preserve">, after </w:t>
      </w:r>
      <w:r w:rsidR="00FC11F2" w:rsidRPr="00FC11F2">
        <w:rPr>
          <w:rFonts w:ascii="Courier New" w:hAnsi="Courier New" w:cs="Courier New"/>
        </w:rPr>
        <w:t>#EndConfig</w:t>
      </w:r>
      <w:r w:rsidR="006F79B0">
        <w:rPr>
          <w:rFonts w:ascii="Courier New" w:hAnsi="Courier New" w:cs="Courier New"/>
        </w:rPr>
        <w:t>,</w:t>
      </w:r>
      <w:r>
        <w:t xml:space="preserve"> is the </w:t>
      </w:r>
      <w:r w:rsidRPr="00FC11F2">
        <w:rPr>
          <w:rFonts w:ascii="Courier New" w:hAnsi="Courier New" w:cs="Courier New"/>
        </w:rPr>
        <w:t>LIBS</w:t>
      </w:r>
      <w:r>
        <w:t xml:space="preserve"> specification.</w:t>
      </w:r>
      <w:r w:rsidR="00FC11F2">
        <w:t xml:space="preserve">  This specifies the libraries to link against.  Order is important – things your library wants to link against must be in libraries listed later.  The example is</w:t>
      </w:r>
    </w:p>
    <w:p w14:paraId="5AAEECB2" w14:textId="77777777" w:rsidR="00FC11F2" w:rsidRPr="00220692" w:rsidRDefault="00220692" w:rsidP="00936165">
      <w:pPr>
        <w:pStyle w:val="Example"/>
      </w:pPr>
      <w:r w:rsidRPr="00220692">
        <w:t>LIBS=</w:t>
      </w:r>
      <w:proofErr w:type="spellStart"/>
      <w:r w:rsidRPr="00220692">
        <w:t>LinkLib</w:t>
      </w:r>
      <w:proofErr w:type="spellEnd"/>
      <w:r w:rsidRPr="00220692">
        <w:t>(</w:t>
      </w:r>
      <w:proofErr w:type="spellStart"/>
      <w:r w:rsidRPr="00220692">
        <w:t>mytask</w:t>
      </w:r>
      <w:proofErr w:type="spellEnd"/>
      <w:r w:rsidRPr="00220692">
        <w:t xml:space="preserve">) </w:t>
      </w:r>
      <w:proofErr w:type="spellStart"/>
      <w:proofErr w:type="gramStart"/>
      <w:r w:rsidRPr="00220692">
        <w:t>LinkLibDir</w:t>
      </w:r>
      <w:proofErr w:type="spellEnd"/>
      <w:r w:rsidRPr="00220692">
        <w:t>(</w:t>
      </w:r>
      <w:proofErr w:type="spellStart"/>
      <w:proofErr w:type="gramEnd"/>
      <w:r w:rsidRPr="00220692">
        <w:t>DRTF_LIB,drtf</w:t>
      </w:r>
      <w:proofErr w:type="spellEnd"/>
      <w:r w:rsidRPr="00220692">
        <w:t xml:space="preserve">) </w:t>
      </w:r>
      <w:proofErr w:type="spellStart"/>
      <w:r w:rsidRPr="00220692">
        <w:t>LinkLibDir</w:t>
      </w:r>
      <w:proofErr w:type="spellEnd"/>
      <w:r w:rsidRPr="00220692">
        <w:t>(DRAMA2_LIB,drama2)</w:t>
      </w:r>
    </w:p>
    <w:p w14:paraId="03BB57A3" w14:textId="77777777" w:rsidR="00543D35" w:rsidRDefault="00220692" w:rsidP="00543D35">
      <w:r>
        <w:t xml:space="preserve">The </w:t>
      </w:r>
      <w:proofErr w:type="spellStart"/>
      <w:r w:rsidRPr="006F79B0">
        <w:rPr>
          <w:rFonts w:ascii="Courier New" w:hAnsi="Courier New" w:cs="Courier New"/>
        </w:rPr>
        <w:t>LinkLib</w:t>
      </w:r>
      <w:proofErr w:type="spellEnd"/>
      <w:r>
        <w:t xml:space="preserve"> macro is how you pick up a library in your current directory.  The </w:t>
      </w:r>
      <w:proofErr w:type="spellStart"/>
      <w:proofErr w:type="gramStart"/>
      <w:r w:rsidRPr="006F79B0">
        <w:rPr>
          <w:rFonts w:ascii="Courier New" w:hAnsi="Courier New" w:cs="Courier New"/>
        </w:rPr>
        <w:t>LinkLibDir</w:t>
      </w:r>
      <w:proofErr w:type="spellEnd"/>
      <w:r w:rsidRPr="006F79B0">
        <w:rPr>
          <w:rFonts w:ascii="Courier New" w:hAnsi="Courier New" w:cs="Courier New"/>
        </w:rPr>
        <w:t>(</w:t>
      </w:r>
      <w:proofErr w:type="gramEnd"/>
      <w:r w:rsidRPr="006F79B0">
        <w:rPr>
          <w:rFonts w:ascii="Courier New" w:hAnsi="Courier New" w:cs="Courier New"/>
        </w:rPr>
        <w:t xml:space="preserve">) </w:t>
      </w:r>
      <w:r>
        <w:t xml:space="preserve">macro is how you pick up other libraries released by DRAMA, DRTF and DRAMA2.  The Core DRAMA and system libraries will be added automatically.  You can add libraries with the -L specification, but against you risk </w:t>
      </w:r>
      <w:r w:rsidR="00940473">
        <w:t>making your program less portable.</w:t>
      </w:r>
      <w:r w:rsidR="00543D35">
        <w:t xml:space="preserve">  Again, many commonly used libraries such as CFITSIO and SLA have their own portable include specification macros.</w:t>
      </w:r>
    </w:p>
    <w:p w14:paraId="451DBC11" w14:textId="77777777" w:rsidR="00537D8D" w:rsidRDefault="00537D8D" w:rsidP="00543D35">
      <w:r>
        <w:t xml:space="preserve">The </w:t>
      </w:r>
      <w:r w:rsidRPr="006F79B0">
        <w:rPr>
          <w:rFonts w:ascii="Courier New" w:hAnsi="Courier New" w:cs="Courier New"/>
        </w:rPr>
        <w:t>OBJECTS_BASE</w:t>
      </w:r>
      <w:r>
        <w:t xml:space="preserve"> specification is where you list the C++ (or C) source which makes your program. In the example, this is</w:t>
      </w:r>
    </w:p>
    <w:p w14:paraId="20C4A654" w14:textId="77777777" w:rsidR="00537D8D" w:rsidRDefault="00537D8D" w:rsidP="00936165">
      <w:pPr>
        <w:pStyle w:val="Example"/>
      </w:pPr>
      <w:r>
        <w:t>OBJECTS_BASE=</w:t>
      </w:r>
      <w:proofErr w:type="spellStart"/>
      <w:r>
        <w:t>mytask</w:t>
      </w:r>
      <w:proofErr w:type="spellEnd"/>
      <w:r>
        <w:t xml:space="preserve"> </w:t>
      </w:r>
      <w:proofErr w:type="spellStart"/>
      <w:r w:rsidRPr="00537D8D">
        <w:t>mytaskfits</w:t>
      </w:r>
      <w:proofErr w:type="spellEnd"/>
    </w:p>
    <w:p w14:paraId="332DA94D" w14:textId="77777777" w:rsidR="00537D8D" w:rsidRDefault="00537D8D" w:rsidP="00543D35">
      <w:r>
        <w:t xml:space="preserve">If, for example, I found my </w:t>
      </w:r>
      <w:proofErr w:type="spellStart"/>
      <w:r>
        <w:t>initialise</w:t>
      </w:r>
      <w:proofErr w:type="spellEnd"/>
      <w:r>
        <w:t xml:space="preserve"> action was getting complex and moved it to another file, I would list that file here.</w:t>
      </w:r>
    </w:p>
    <w:p w14:paraId="79C4BF11" w14:textId="77777777" w:rsidR="00537D8D" w:rsidRDefault="00537D8D" w:rsidP="00543D35">
      <w:r>
        <w:t>The final thing of interest is the test specifications.  In this example, look for this line</w:t>
      </w:r>
    </w:p>
    <w:p w14:paraId="0BE2F60D" w14:textId="77777777" w:rsidR="00537D8D" w:rsidRDefault="00537D8D" w:rsidP="00936165">
      <w:pPr>
        <w:pStyle w:val="Example"/>
      </w:pPr>
      <w:r w:rsidRPr="00537D8D">
        <w:t xml:space="preserve">test </w:t>
      </w:r>
      <w:proofErr w:type="spellStart"/>
      <w:proofErr w:type="gramStart"/>
      <w:r w:rsidRPr="00537D8D">
        <w:t>test.out</w:t>
      </w:r>
      <w:proofErr w:type="spellEnd"/>
      <w:r w:rsidRPr="00537D8D">
        <w:t xml:space="preserve"> :</w:t>
      </w:r>
      <w:proofErr w:type="gramEnd"/>
      <w:r w:rsidRPr="00537D8D">
        <w:t xml:space="preserve"> Lib(</w:t>
      </w:r>
      <w:proofErr w:type="spellStart"/>
      <w:r w:rsidRPr="00537D8D">
        <w:t>mytask</w:t>
      </w:r>
      <w:proofErr w:type="spellEnd"/>
      <w:r w:rsidRPr="00537D8D">
        <w:t xml:space="preserve">) </w:t>
      </w:r>
      <w:proofErr w:type="spellStart"/>
      <w:r w:rsidRPr="00537D8D">
        <w:t>mytask</w:t>
      </w:r>
      <w:proofErr w:type="spellEnd"/>
      <w:r w:rsidRPr="00537D8D">
        <w:t xml:space="preserve"> </w:t>
      </w:r>
      <w:proofErr w:type="spellStart"/>
      <w:r w:rsidRPr="00537D8D">
        <w:t>test.expected</w:t>
      </w:r>
      <w:proofErr w:type="spellEnd"/>
    </w:p>
    <w:p w14:paraId="1D060267" w14:textId="77777777" w:rsidR="00537D8D" w:rsidRDefault="00537D8D" w:rsidP="00543D35">
      <w:r>
        <w:t>The first target, test, is used to ensure “</w:t>
      </w:r>
      <w:r w:rsidRPr="00537D8D">
        <w:rPr>
          <w:rFonts w:ascii="Courier New" w:hAnsi="Courier New" w:cs="Courier New"/>
        </w:rPr>
        <w:t>make test</w:t>
      </w:r>
      <w:r>
        <w:t>” runs the following test. That code generates “</w:t>
      </w:r>
      <w:proofErr w:type="spellStart"/>
      <w:r w:rsidRPr="00537D8D">
        <w:rPr>
          <w:rFonts w:ascii="Courier New" w:hAnsi="Courier New" w:cs="Courier New"/>
        </w:rPr>
        <w:t>test.</w:t>
      </w:r>
      <w:r>
        <w:rPr>
          <w:rFonts w:ascii="Courier New" w:hAnsi="Courier New" w:cs="Courier New"/>
        </w:rPr>
        <w:t>out.tmp</w:t>
      </w:r>
      <w:proofErr w:type="spellEnd"/>
      <w:r>
        <w:t xml:space="preserve">”, which is compared to </w:t>
      </w:r>
      <w:proofErr w:type="spellStart"/>
      <w:proofErr w:type="gramStart"/>
      <w:r w:rsidRPr="00537D8D">
        <w:rPr>
          <w:rFonts w:ascii="Courier New" w:hAnsi="Courier New" w:cs="Courier New"/>
        </w:rPr>
        <w:t>test.expected</w:t>
      </w:r>
      <w:proofErr w:type="spellEnd"/>
      <w:proofErr w:type="gramEnd"/>
      <w:r>
        <w:t xml:space="preserve"> as part of the sequence.  If they differ, make fails.  Otherwise “</w:t>
      </w:r>
      <w:proofErr w:type="spellStart"/>
      <w:r w:rsidRPr="00537D8D">
        <w:rPr>
          <w:rFonts w:ascii="Courier New" w:hAnsi="Courier New" w:cs="Courier New"/>
        </w:rPr>
        <w:t>test.out.tmp</w:t>
      </w:r>
      <w:proofErr w:type="spellEnd"/>
      <w:r>
        <w:t xml:space="preserve">” is </w:t>
      </w:r>
      <w:proofErr w:type="spellStart"/>
      <w:r>
        <w:t>cpied</w:t>
      </w:r>
      <w:proofErr w:type="spellEnd"/>
      <w:r>
        <w:t xml:space="preserve"> to “</w:t>
      </w:r>
      <w:proofErr w:type="spellStart"/>
      <w:r w:rsidRPr="00537D8D">
        <w:rPr>
          <w:rFonts w:ascii="Courier New" w:hAnsi="Courier New" w:cs="Courier New"/>
        </w:rPr>
        <w:t>test.out</w:t>
      </w:r>
      <w:proofErr w:type="spellEnd"/>
      <w:r>
        <w:t>” and a normal “make” command will not run the testing again unless the source has changed.  So as the output of your program changes, this part of the build will fail and you will need to manually copy “</w:t>
      </w:r>
      <w:proofErr w:type="spellStart"/>
      <w:r w:rsidRPr="00537D8D">
        <w:rPr>
          <w:rFonts w:ascii="Courier New" w:hAnsi="Courier New" w:cs="Courier New"/>
        </w:rPr>
        <w:t>test.out.tmp</w:t>
      </w:r>
      <w:proofErr w:type="spellEnd"/>
      <w:r>
        <w:t>” to “</w:t>
      </w:r>
      <w:proofErr w:type="spellStart"/>
      <w:proofErr w:type="gramStart"/>
      <w:r w:rsidRPr="00537D8D">
        <w:rPr>
          <w:rFonts w:ascii="Courier New" w:hAnsi="Courier New" w:cs="Courier New"/>
        </w:rPr>
        <w:t>test.expected</w:t>
      </w:r>
      <w:proofErr w:type="spellEnd"/>
      <w:proofErr w:type="gramEnd"/>
      <w:r>
        <w:t xml:space="preserve">” to continue.  Of course, you would normally only do that </w:t>
      </w:r>
      <w:r w:rsidR="003C55BA">
        <w:t xml:space="preserve">after </w:t>
      </w:r>
      <w:r>
        <w:t>having confirmed the output is correct.</w:t>
      </w:r>
    </w:p>
    <w:p w14:paraId="0A96ED4E" w14:textId="77777777" w:rsidR="00537D8D" w:rsidRDefault="00537D8D" w:rsidP="00543D35">
      <w:r>
        <w:t>If you want to build and release without testing (sometimes, but rarely needed), run “</w:t>
      </w:r>
      <w:proofErr w:type="spellStart"/>
      <w:r w:rsidRPr="00537D8D">
        <w:rPr>
          <w:rFonts w:ascii="Courier New" w:hAnsi="Courier New" w:cs="Courier New"/>
        </w:rPr>
        <w:t>dmkmf</w:t>
      </w:r>
      <w:proofErr w:type="spellEnd"/>
      <w:r>
        <w:t xml:space="preserve">” with the </w:t>
      </w:r>
      <w:r w:rsidRPr="00537D8D">
        <w:rPr>
          <w:rFonts w:ascii="Courier New" w:hAnsi="Courier New" w:cs="Courier New"/>
        </w:rPr>
        <w:t>“-</w:t>
      </w:r>
      <w:proofErr w:type="spellStart"/>
      <w:r w:rsidRPr="00537D8D">
        <w:rPr>
          <w:rFonts w:ascii="Courier New" w:hAnsi="Courier New" w:cs="Courier New"/>
        </w:rPr>
        <w:t>noautotest</w:t>
      </w:r>
      <w:proofErr w:type="spellEnd"/>
      <w:r>
        <w:t>” option.</w:t>
      </w:r>
    </w:p>
    <w:p w14:paraId="5B1A928A" w14:textId="3F147F26" w:rsidR="00537D8D" w:rsidRDefault="003C55BA" w:rsidP="00543D35">
      <w:r>
        <w:lastRenderedPageBreak/>
        <w:t>Note that the testing sequence consists mainly of loading the task and then using “</w:t>
      </w:r>
      <w:proofErr w:type="spellStart"/>
      <w:r w:rsidRPr="003C55BA">
        <w:rPr>
          <w:rFonts w:ascii="Courier New" w:hAnsi="Courier New" w:cs="Courier New"/>
        </w:rPr>
        <w:t>ditscmd</w:t>
      </w:r>
      <w:proofErr w:type="spellEnd"/>
      <w:r>
        <w:t xml:space="preserve">” to send </w:t>
      </w:r>
      <w:proofErr w:type="gramStart"/>
      <w:r>
        <w:t>a number of</w:t>
      </w:r>
      <w:proofErr w:type="gramEnd"/>
      <w:r>
        <w:t xml:space="preserve"> actions.  As you develop your task, you will probably want to send more here to test more features.</w:t>
      </w:r>
    </w:p>
    <w:p w14:paraId="105EA967" w14:textId="1E4A63CE" w:rsidR="00BB57D8" w:rsidRDefault="00BB57D8" w:rsidP="00BB57D8">
      <w:pPr>
        <w:pStyle w:val="Heading3"/>
      </w:pPr>
      <w:bookmarkStart w:id="11" w:name="_Ref102393885"/>
      <w:r>
        <w:t>Release number – GIT_REPO_RELEASE and RELEASE macros.</w:t>
      </w:r>
      <w:bookmarkEnd w:id="11"/>
    </w:p>
    <w:p w14:paraId="26E38E2F" w14:textId="7723D6A0" w:rsidR="00936165" w:rsidRPr="00936165" w:rsidRDefault="00936165" w:rsidP="00936165">
      <w:r>
        <w:t xml:space="preserve">The release number of a DRAMA sub-system locates where the files are written to when you type “make release”.  </w:t>
      </w:r>
      <w:r w:rsidR="00CE61D7">
        <w:t>See DRAMA documentation for more information about, but the basic idea is that every new version of your task should be released in a separately in the DRAMA release directory - you never overwrite working code!  The “</w:t>
      </w:r>
      <w:proofErr w:type="spellStart"/>
      <w:r w:rsidR="00CE61D7" w:rsidRPr="00CE61D7">
        <w:rPr>
          <w:rFonts w:ascii="Courier" w:hAnsi="Courier"/>
        </w:rPr>
        <w:t>dramastart</w:t>
      </w:r>
      <w:proofErr w:type="spellEnd"/>
      <w:r w:rsidR="00CE61D7">
        <w:t xml:space="preserve">” command can specify version files which selects sets of working versions. How all </w:t>
      </w:r>
      <w:r w:rsidR="006279DD">
        <w:t>this</w:t>
      </w:r>
      <w:r w:rsidR="00CE61D7">
        <w:t xml:space="preserve"> works is for elsewhere, but here we need to talk through how you get a new version number.</w:t>
      </w:r>
    </w:p>
    <w:p w14:paraId="17560A55" w14:textId="1B696295" w:rsidR="00BB57D8" w:rsidRDefault="00BB57D8" w:rsidP="00BB57D8">
      <w:r>
        <w:t xml:space="preserve">In the template </w:t>
      </w:r>
      <w:proofErr w:type="spellStart"/>
      <w:r w:rsidRPr="00CE61D7">
        <w:rPr>
          <w:rFonts w:ascii="Courier" w:hAnsi="Courier"/>
        </w:rPr>
        <w:t>dmakefile</w:t>
      </w:r>
      <w:proofErr w:type="spellEnd"/>
      <w:r>
        <w:t xml:space="preserve">, just after the </w:t>
      </w:r>
      <w:r w:rsidRPr="00CE61D7">
        <w:rPr>
          <w:rFonts w:ascii="Courier" w:hAnsi="Courier"/>
        </w:rPr>
        <w:t>“#</w:t>
      </w:r>
      <w:proofErr w:type="spellStart"/>
      <w:r w:rsidRPr="00CE61D7">
        <w:rPr>
          <w:rFonts w:ascii="Courier" w:hAnsi="Courier"/>
        </w:rPr>
        <w:t>BeginConfig</w:t>
      </w:r>
      <w:proofErr w:type="spellEnd"/>
      <w:r>
        <w:t>” line, you will see</w:t>
      </w:r>
    </w:p>
    <w:p w14:paraId="2BE2FE1F" w14:textId="119654D5" w:rsidR="009F7E93" w:rsidRDefault="009F7E93" w:rsidP="00936165">
      <w:pPr>
        <w:pStyle w:val="Example"/>
      </w:pPr>
      <w:r>
        <w:t xml:space="preserve">XCOMM If your </w:t>
      </w:r>
      <w:proofErr w:type="spellStart"/>
      <w:r>
        <w:t>makefile</w:t>
      </w:r>
      <w:proofErr w:type="spellEnd"/>
      <w:r>
        <w:t xml:space="preserve"> fails at the following none-comment line </w:t>
      </w:r>
      <w:r>
        <w:t>…</w:t>
      </w:r>
    </w:p>
    <w:p w14:paraId="3E3BC4CD" w14:textId="5613BC23" w:rsidR="009F7E93" w:rsidRDefault="009F7E93" w:rsidP="00936165">
      <w:pPr>
        <w:pStyle w:val="Example"/>
      </w:pPr>
      <w:r>
        <w:t xml:space="preserve">XCOMM   Add "#define </w:t>
      </w:r>
      <w:proofErr w:type="spellStart"/>
      <w:proofErr w:type="gramStart"/>
      <w:r>
        <w:t>SetGitRepoRelease</w:t>
      </w:r>
      <w:proofErr w:type="spellEnd"/>
      <w:r>
        <w:t>(</w:t>
      </w:r>
      <w:proofErr w:type="gramEnd"/>
      <w:r>
        <w:t xml:space="preserve">) </w:t>
      </w:r>
      <w:r>
        <w:t>…</w:t>
      </w:r>
    </w:p>
    <w:p w14:paraId="15F9C8A3" w14:textId="79817D09" w:rsidR="009F7E93" w:rsidRDefault="009F7E93" w:rsidP="00936165">
      <w:pPr>
        <w:pStyle w:val="Example"/>
      </w:pPr>
      <w:r>
        <w:t xml:space="preserve">XCOMM If instead you have the line starting GIT_REPO_RELEASE </w:t>
      </w:r>
      <w:r>
        <w:t>…</w:t>
      </w:r>
    </w:p>
    <w:p w14:paraId="2A92D8BA" w14:textId="512E3FDA" w:rsidR="009F7E93" w:rsidRDefault="009F7E93" w:rsidP="00936165">
      <w:pPr>
        <w:pStyle w:val="Example"/>
      </w:pPr>
      <w:proofErr w:type="spellStart"/>
      <w:proofErr w:type="gramStart"/>
      <w:r>
        <w:t>SetGitRepoRelease</w:t>
      </w:r>
      <w:proofErr w:type="spellEnd"/>
      <w:r>
        <w:t>(</w:t>
      </w:r>
      <w:proofErr w:type="gramEnd"/>
      <w:r>
        <w:t xml:space="preserve">)   </w:t>
      </w:r>
      <w:r>
        <w:t>/*...*/</w:t>
      </w:r>
    </w:p>
    <w:p w14:paraId="34F7B16A" w14:textId="319C3A8A" w:rsidR="00BB57D8" w:rsidRDefault="009F7E93" w:rsidP="00936165">
      <w:pPr>
        <w:pStyle w:val="Example"/>
      </w:pPr>
      <w:r>
        <w:t>RELEASE=$(GIT_REPO_RELEASE)</w:t>
      </w:r>
    </w:p>
    <w:p w14:paraId="517E8358" w14:textId="5ACF267C" w:rsidR="00936165" w:rsidRDefault="00936165" w:rsidP="00936165">
      <w:r>
        <w:t>First note that in a “</w:t>
      </w:r>
      <w:proofErr w:type="spellStart"/>
      <w:r w:rsidRPr="00CE61D7">
        <w:rPr>
          <w:rFonts w:ascii="Courier" w:hAnsi="Courier"/>
        </w:rPr>
        <w:t>dmakefile</w:t>
      </w:r>
      <w:proofErr w:type="spellEnd"/>
      <w:r>
        <w:t>”, the “</w:t>
      </w:r>
      <w:r w:rsidRPr="00CE61D7">
        <w:rPr>
          <w:rFonts w:ascii="Courier" w:hAnsi="Courier"/>
        </w:rPr>
        <w:t>XCOMM</w:t>
      </w:r>
      <w:r>
        <w:t>” prefix of a line ensures the line is passed through to the “</w:t>
      </w:r>
      <w:proofErr w:type="spellStart"/>
      <w:r w:rsidRPr="00CE61D7">
        <w:rPr>
          <w:rFonts w:ascii="Courier" w:hAnsi="Courier"/>
        </w:rPr>
        <w:t>Makefile</w:t>
      </w:r>
      <w:proofErr w:type="spellEnd"/>
      <w:r>
        <w:t xml:space="preserve">” as a comment.  So those three lines all get passed through to the </w:t>
      </w:r>
      <w:proofErr w:type="spellStart"/>
      <w:r w:rsidRPr="00CE61D7">
        <w:rPr>
          <w:rFonts w:ascii="Courier" w:hAnsi="Courier"/>
        </w:rPr>
        <w:t>Makefile</w:t>
      </w:r>
      <w:proofErr w:type="spellEnd"/>
      <w:r>
        <w:t>.</w:t>
      </w:r>
    </w:p>
    <w:p w14:paraId="58045A8E" w14:textId="0F796780" w:rsidR="00936165" w:rsidRDefault="00936165" w:rsidP="00936165">
      <w:r>
        <w:t xml:space="preserve">If everything works as expected, </w:t>
      </w:r>
      <w:proofErr w:type="spellStart"/>
      <w:r w:rsidRPr="00CE61D7">
        <w:rPr>
          <w:rFonts w:ascii="Courier" w:hAnsi="Courier"/>
        </w:rPr>
        <w:t>dmkmf</w:t>
      </w:r>
      <w:proofErr w:type="spellEnd"/>
      <w:r>
        <w:t xml:space="preserve"> will replace “</w:t>
      </w:r>
      <w:proofErr w:type="spellStart"/>
      <w:proofErr w:type="gramStart"/>
      <w:r w:rsidRPr="00B55FB7">
        <w:rPr>
          <w:rFonts w:ascii="Courier" w:hAnsi="Courier"/>
        </w:rPr>
        <w:t>SetGitRepoRelease</w:t>
      </w:r>
      <w:proofErr w:type="spellEnd"/>
      <w:r w:rsidRPr="00B55FB7">
        <w:rPr>
          <w:rFonts w:ascii="Courier" w:hAnsi="Courier"/>
        </w:rPr>
        <w:t>(</w:t>
      </w:r>
      <w:proofErr w:type="gramEnd"/>
      <w:r w:rsidRPr="00B55FB7">
        <w:rPr>
          <w:rFonts w:ascii="Courier" w:hAnsi="Courier"/>
        </w:rPr>
        <w:t>)</w:t>
      </w:r>
      <w:r>
        <w:t>” by</w:t>
      </w:r>
      <w:r w:rsidR="00CE61D7">
        <w:t>:</w:t>
      </w:r>
    </w:p>
    <w:p w14:paraId="0BA65AFD" w14:textId="23B628DD" w:rsidR="00936165" w:rsidRDefault="00936165" w:rsidP="00936165">
      <w:pPr>
        <w:pStyle w:val="Example"/>
      </w:pPr>
      <w:r w:rsidRPr="00936165">
        <w:t>GIT_REPO_</w:t>
      </w:r>
      <w:proofErr w:type="gramStart"/>
      <w:r w:rsidRPr="00936165">
        <w:t>RELEASE:=</w:t>
      </w:r>
      <w:proofErr w:type="gramEnd"/>
      <w:r w:rsidRPr="00936165">
        <w:t xml:space="preserve">$(shell env -u GIT_DIR git describe </w:t>
      </w:r>
      <w:r>
        <w:t>–</w:t>
      </w:r>
      <w:r w:rsidRPr="00936165">
        <w:t>dirty</w:t>
      </w:r>
      <w:r>
        <w:t>)</w:t>
      </w:r>
    </w:p>
    <w:p w14:paraId="749727E3" w14:textId="1540D00E" w:rsidR="00936165" w:rsidRDefault="009F110B" w:rsidP="00936165">
      <w:r>
        <w:t xml:space="preserve">And that value of this is then used for the </w:t>
      </w:r>
      <w:r w:rsidRPr="009F110B">
        <w:rPr>
          <w:rFonts w:ascii="Courier" w:hAnsi="Courier"/>
        </w:rPr>
        <w:t>RELEASE</w:t>
      </w:r>
      <w:r>
        <w:t xml:space="preserve"> macro value. The use of two macros here is largely historical (</w:t>
      </w:r>
      <w:r w:rsidRPr="009F110B">
        <w:rPr>
          <w:rFonts w:ascii="Courier" w:hAnsi="Courier"/>
        </w:rPr>
        <w:t>RELEASE</w:t>
      </w:r>
      <w:r>
        <w:t xml:space="preserve"> has always been used in DRAMA tasks, </w:t>
      </w:r>
      <w:r w:rsidRPr="009F110B">
        <w:rPr>
          <w:rFonts w:ascii="Courier" w:hAnsi="Courier"/>
        </w:rPr>
        <w:t>GIT_REPO_RELEASE</w:t>
      </w:r>
      <w:r>
        <w:t xml:space="preserve"> is new after AAO moved to GitLab, but is not as portable)</w:t>
      </w:r>
    </w:p>
    <w:p w14:paraId="727A62DA" w14:textId="5AB397B2" w:rsidR="00D47307" w:rsidRDefault="00D47307" w:rsidP="00936165">
      <w:r>
        <w:t xml:space="preserve">Note that in many cases, you will simply want to remove those XCOMM lines, just leaving from </w:t>
      </w:r>
      <w:r>
        <w:t>“</w:t>
      </w:r>
      <w:proofErr w:type="spellStart"/>
      <w:proofErr w:type="gramStart"/>
      <w:r w:rsidRPr="00D47307">
        <w:rPr>
          <w:rFonts w:ascii="Courier" w:hAnsi="Courier"/>
        </w:rPr>
        <w:t>SetGitRepoRelease</w:t>
      </w:r>
      <w:proofErr w:type="spellEnd"/>
      <w:r w:rsidRPr="00D47307">
        <w:rPr>
          <w:rFonts w:ascii="Courier" w:hAnsi="Courier"/>
        </w:rPr>
        <w:t>(</w:t>
      </w:r>
      <w:proofErr w:type="gramEnd"/>
      <w:r w:rsidRPr="00D47307">
        <w:rPr>
          <w:rFonts w:ascii="Courier" w:hAnsi="Courier"/>
        </w:rPr>
        <w:t>)</w:t>
      </w:r>
      <w:r>
        <w:t>”</w:t>
      </w:r>
      <w:r>
        <w:t xml:space="preserve">  but they do help with fault finding.</w:t>
      </w:r>
    </w:p>
    <w:p w14:paraId="60D7F3E2" w14:textId="7ECEF961" w:rsidR="009F110B" w:rsidRDefault="00D973E1" w:rsidP="00DF0925">
      <w:pPr>
        <w:pStyle w:val="Heading4"/>
      </w:pPr>
      <w:r>
        <w:t>Explain</w:t>
      </w:r>
      <w:r w:rsidR="00D245DC">
        <w:t>ing</w:t>
      </w:r>
      <w:r w:rsidR="00DE4F29">
        <w:t xml:space="preserve"> the release number</w:t>
      </w:r>
    </w:p>
    <w:p w14:paraId="456C720F" w14:textId="7C0E0FBF" w:rsidR="00DF0925" w:rsidRDefault="002356D3" w:rsidP="00936165">
      <w:r>
        <w:t>As mentioned above – the release number comes from the “</w:t>
      </w:r>
      <w:r w:rsidRPr="002356D3">
        <w:rPr>
          <w:rFonts w:ascii="Courier" w:hAnsi="Courier"/>
        </w:rPr>
        <w:t xml:space="preserve">git describe </w:t>
      </w:r>
      <w:r>
        <w:rPr>
          <w:rFonts w:ascii="Courier" w:hAnsi="Courier"/>
        </w:rPr>
        <w:t>--</w:t>
      </w:r>
      <w:r w:rsidRPr="002356D3">
        <w:rPr>
          <w:rFonts w:ascii="Courier" w:hAnsi="Courier"/>
        </w:rPr>
        <w:t>dirty</w:t>
      </w:r>
      <w:r>
        <w:t>” command.  This requires that you have set at least one “annotated tag”.  The exact value you get depends on your most recent tag, post tag commits and if your repository is dirty.</w:t>
      </w:r>
      <w:r w:rsidR="00A33825">
        <w:t xml:space="preserve">  The format is as followed:</w:t>
      </w:r>
    </w:p>
    <w:p w14:paraId="1B7036A5" w14:textId="7D9945F3" w:rsidR="00A33825" w:rsidRDefault="00A33825" w:rsidP="00A33825">
      <w:pPr>
        <w:pStyle w:val="Example"/>
      </w:pPr>
      <w:r>
        <w:t>&lt;</w:t>
      </w:r>
      <w:proofErr w:type="spellStart"/>
      <w:r>
        <w:t>lasttag</w:t>
      </w:r>
      <w:proofErr w:type="spellEnd"/>
      <w:r>
        <w:t>&gt;[-&lt;</w:t>
      </w:r>
      <w:proofErr w:type="spellStart"/>
      <w:r>
        <w:t>num_commits</w:t>
      </w:r>
      <w:proofErr w:type="spellEnd"/>
      <w:r>
        <w:t>&gt;-&lt;</w:t>
      </w:r>
      <w:proofErr w:type="spellStart"/>
      <w:r>
        <w:t>last_commit</w:t>
      </w:r>
      <w:proofErr w:type="spellEnd"/>
      <w:proofErr w:type="gramStart"/>
      <w:r>
        <w:t>&gt;][</w:t>
      </w:r>
      <w:proofErr w:type="gramEnd"/>
      <w:r>
        <w:t>-dirty]</w:t>
      </w:r>
    </w:p>
    <w:p w14:paraId="7CF40FF1" w14:textId="245B6E04" w:rsidR="00A33825" w:rsidRDefault="00A33825" w:rsidP="00936165">
      <w:r>
        <w:t>Here:</w:t>
      </w:r>
    </w:p>
    <w:p w14:paraId="6298500A" w14:textId="1F6DB681" w:rsidR="00A33825" w:rsidRDefault="00A33825" w:rsidP="00DA4932">
      <w:pPr>
        <w:pStyle w:val="ListParagraph"/>
        <w:numPr>
          <w:ilvl w:val="0"/>
          <w:numId w:val="7"/>
        </w:numPr>
      </w:pPr>
      <w:proofErr w:type="spellStart"/>
      <w:r w:rsidRPr="00DA4932">
        <w:rPr>
          <w:rFonts w:ascii="Courier" w:hAnsi="Courier"/>
        </w:rPr>
        <w:t>lasttag</w:t>
      </w:r>
      <w:proofErr w:type="spellEnd"/>
      <w:r>
        <w:t xml:space="preserve"> =&gt; is the most recent “annotated” tag name</w:t>
      </w:r>
    </w:p>
    <w:p w14:paraId="64C8F4CB" w14:textId="7EDD6F6B" w:rsidR="00A33825" w:rsidRDefault="00A33825" w:rsidP="00DA4932">
      <w:pPr>
        <w:pStyle w:val="ListParagraph"/>
        <w:numPr>
          <w:ilvl w:val="0"/>
          <w:numId w:val="7"/>
        </w:numPr>
      </w:pPr>
      <w:proofErr w:type="spellStart"/>
      <w:r w:rsidRPr="00DA4932">
        <w:rPr>
          <w:rFonts w:ascii="Courier" w:hAnsi="Courier"/>
        </w:rPr>
        <w:t>num_commits</w:t>
      </w:r>
      <w:proofErr w:type="spellEnd"/>
      <w:r>
        <w:t xml:space="preserve"> =&gt; is the number of commits since that tag</w:t>
      </w:r>
    </w:p>
    <w:p w14:paraId="10084CB7" w14:textId="109998EA" w:rsidR="00A33825" w:rsidRDefault="00A33825" w:rsidP="00DA4932">
      <w:pPr>
        <w:pStyle w:val="ListParagraph"/>
        <w:numPr>
          <w:ilvl w:val="0"/>
          <w:numId w:val="7"/>
        </w:numPr>
      </w:pPr>
      <w:proofErr w:type="spellStart"/>
      <w:r w:rsidRPr="00DA4932">
        <w:rPr>
          <w:rFonts w:ascii="Courier" w:hAnsi="Courier"/>
        </w:rPr>
        <w:t>last_commit</w:t>
      </w:r>
      <w:proofErr w:type="spellEnd"/>
      <w:r>
        <w:t xml:space="preserve"> =&gt; is the smallest most unique hash of the last commit</w:t>
      </w:r>
    </w:p>
    <w:p w14:paraId="6F8BF6B6" w14:textId="4FF2B54C" w:rsidR="00A33825" w:rsidRDefault="00DA4932" w:rsidP="00DA4932">
      <w:pPr>
        <w:pStyle w:val="ListParagraph"/>
        <w:numPr>
          <w:ilvl w:val="0"/>
          <w:numId w:val="7"/>
        </w:numPr>
      </w:pPr>
      <w:r w:rsidRPr="00DA4932">
        <w:t>“</w:t>
      </w:r>
      <w:r w:rsidRPr="00DA4932">
        <w:rPr>
          <w:rFonts w:ascii="Courier" w:hAnsi="Courier"/>
        </w:rPr>
        <w:t>-dirty</w:t>
      </w:r>
      <w:r>
        <w:t xml:space="preserve">” =&gt; will be added if your repository is dirty.  </w:t>
      </w:r>
      <w:proofErr w:type="gramStart"/>
      <w:r>
        <w:t>E.g.</w:t>
      </w:r>
      <w:proofErr w:type="gramEnd"/>
      <w:r>
        <w:t xml:space="preserve"> files have been modified or added with “git add”.</w:t>
      </w:r>
    </w:p>
    <w:p w14:paraId="666B79C5" w14:textId="34FBF75C" w:rsidR="00DA4932" w:rsidRDefault="00DA4932" w:rsidP="00936165">
      <w:r>
        <w:t>This is a real example:</w:t>
      </w:r>
    </w:p>
    <w:p w14:paraId="4825FF6B" w14:textId="736C3298" w:rsidR="00A33825" w:rsidRDefault="00A33825" w:rsidP="00A33825">
      <w:pPr>
        <w:pStyle w:val="Example"/>
      </w:pPr>
      <w:r w:rsidRPr="00A33825">
        <w:t>b2.0.1-4-g6a374ed</w:t>
      </w:r>
    </w:p>
    <w:p w14:paraId="18DDD806" w14:textId="7259AE05" w:rsidR="00DA4932" w:rsidRDefault="00DA4932" w:rsidP="00DA4932">
      <w:r>
        <w:lastRenderedPageBreak/>
        <w:t>Here:</w:t>
      </w:r>
    </w:p>
    <w:p w14:paraId="3C10E507" w14:textId="726D772C" w:rsidR="00DA4932" w:rsidRDefault="00DA4932" w:rsidP="00DA4932">
      <w:pPr>
        <w:pStyle w:val="ListParagraph"/>
        <w:numPr>
          <w:ilvl w:val="0"/>
          <w:numId w:val="7"/>
        </w:numPr>
      </w:pPr>
      <w:r>
        <w:rPr>
          <w:rFonts w:ascii="Courier" w:hAnsi="Courier"/>
        </w:rPr>
        <w:t>“</w:t>
      </w:r>
      <w:r w:rsidRPr="00D010E1">
        <w:rPr>
          <w:rFonts w:ascii="Courier" w:hAnsi="Courier"/>
          <w:b/>
          <w:bCs/>
        </w:rPr>
        <w:t>b2.0.1</w:t>
      </w:r>
      <w:r>
        <w:rPr>
          <w:rFonts w:ascii="Courier" w:hAnsi="Courier"/>
        </w:rPr>
        <w:t>”</w:t>
      </w:r>
      <w:r>
        <w:t xml:space="preserve"> is the most recent “annotated” tag name</w:t>
      </w:r>
      <w:r>
        <w:t xml:space="preserve"> (everything before the </w:t>
      </w:r>
      <w:r w:rsidR="00D010E1">
        <w:t>first dash)</w:t>
      </w:r>
    </w:p>
    <w:p w14:paraId="6F2F1A9A" w14:textId="78BACB0A" w:rsidR="00DA4932" w:rsidRDefault="00D010E1" w:rsidP="00DA4932">
      <w:pPr>
        <w:pStyle w:val="ListParagraph"/>
        <w:numPr>
          <w:ilvl w:val="0"/>
          <w:numId w:val="7"/>
        </w:numPr>
      </w:pPr>
      <w:r>
        <w:t>There have been 4 commits since the tag was created.</w:t>
      </w:r>
    </w:p>
    <w:p w14:paraId="7D1C76B6" w14:textId="654C9775" w:rsidR="00DA4932" w:rsidRDefault="00D010E1" w:rsidP="00DA4932">
      <w:pPr>
        <w:pStyle w:val="ListParagraph"/>
        <w:numPr>
          <w:ilvl w:val="0"/>
          <w:numId w:val="7"/>
        </w:numPr>
      </w:pPr>
      <w:r>
        <w:t>“</w:t>
      </w:r>
      <w:r w:rsidRPr="00D010E1">
        <w:rPr>
          <w:rFonts w:ascii="Courier" w:hAnsi="Courier"/>
          <w:b/>
          <w:bCs/>
        </w:rPr>
        <w:t>g6a374ed</w:t>
      </w:r>
      <w:r>
        <w:t xml:space="preserve">” </w:t>
      </w:r>
      <w:r w:rsidR="00DA4932">
        <w:t>=&gt; is the smallest most unique hash of the last commit</w:t>
      </w:r>
      <w:r>
        <w:t>.</w:t>
      </w:r>
    </w:p>
    <w:p w14:paraId="465B588B" w14:textId="116E0BAB" w:rsidR="00D010E1" w:rsidRDefault="00D010E1" w:rsidP="00DA4932">
      <w:pPr>
        <w:pStyle w:val="ListParagraph"/>
        <w:numPr>
          <w:ilvl w:val="0"/>
          <w:numId w:val="7"/>
        </w:numPr>
      </w:pPr>
      <w:r>
        <w:t>The repository is not dirty – so you can trust the commit has to give you the actual code being used.</w:t>
      </w:r>
    </w:p>
    <w:p w14:paraId="7575F305" w14:textId="5C99DEC1" w:rsidR="00DA4932" w:rsidRDefault="002D1E80" w:rsidP="00DA4932">
      <w:pPr>
        <w:rPr>
          <w:b/>
          <w:bCs/>
          <w:i/>
          <w:iCs/>
          <w:color w:val="FF0000"/>
        </w:rPr>
      </w:pPr>
      <w:r w:rsidRPr="00EE7FA2">
        <w:rPr>
          <w:b/>
          <w:bCs/>
          <w:i/>
          <w:iCs/>
          <w:color w:val="FF0000"/>
        </w:rPr>
        <w:t>You MUST NEVER release outside your own local testing</w:t>
      </w:r>
      <w:r w:rsidR="00EE7FA2" w:rsidRPr="00EE7FA2">
        <w:rPr>
          <w:b/>
          <w:bCs/>
          <w:i/>
          <w:iCs/>
          <w:color w:val="FF0000"/>
        </w:rPr>
        <w:t>, software from a “dirty” repository</w:t>
      </w:r>
      <w:r w:rsidRPr="00EE7FA2">
        <w:rPr>
          <w:b/>
          <w:bCs/>
          <w:i/>
          <w:iCs/>
          <w:color w:val="FF0000"/>
        </w:rPr>
        <w:t xml:space="preserve">, </w:t>
      </w:r>
      <w:r w:rsidR="00C00138">
        <w:rPr>
          <w:b/>
          <w:bCs/>
          <w:i/>
          <w:iCs/>
          <w:color w:val="FF0000"/>
        </w:rPr>
        <w:t>as</w:t>
      </w:r>
      <w:r w:rsidRPr="00EE7FA2">
        <w:rPr>
          <w:b/>
          <w:bCs/>
          <w:i/>
          <w:iCs/>
          <w:color w:val="FF0000"/>
        </w:rPr>
        <w:t xml:space="preserve"> it cannot be traced to source.  </w:t>
      </w:r>
    </w:p>
    <w:p w14:paraId="64877146" w14:textId="74935397" w:rsidR="008A5EEC" w:rsidRDefault="008A5EEC" w:rsidP="008A5EEC">
      <w:pPr>
        <w:pStyle w:val="Heading5"/>
      </w:pPr>
      <w:r>
        <w:t>Not yet updated AAO Sub-systems</w:t>
      </w:r>
    </w:p>
    <w:p w14:paraId="37C3E5A1" w14:textId="21CE4DCD" w:rsidR="008A5EEC" w:rsidRPr="008A5EEC" w:rsidRDefault="008A5EEC" w:rsidP="00DA4932">
      <w:r>
        <w:t xml:space="preserve">If you find yourself working with older AAO sub-systems, you may find </w:t>
      </w:r>
      <w:r w:rsidRPr="00B00C0C">
        <w:rPr>
          <w:rFonts w:ascii="Courier" w:hAnsi="Courier"/>
        </w:rPr>
        <w:t>RELEASE</w:t>
      </w:r>
      <w:r>
        <w:t xml:space="preserve"> has not yet been set to </w:t>
      </w:r>
      <w:r w:rsidRPr="00B00C0C">
        <w:rPr>
          <w:rFonts w:ascii="Courier" w:hAnsi="Courier"/>
        </w:rPr>
        <w:t>$(GIT_REPO_RELEASE</w:t>
      </w:r>
      <w:proofErr w:type="gramStart"/>
      <w:r w:rsidRPr="00B00C0C">
        <w:rPr>
          <w:rFonts w:ascii="Courier" w:hAnsi="Courier"/>
        </w:rPr>
        <w:t>)</w:t>
      </w:r>
      <w:r>
        <w:t>, but</w:t>
      </w:r>
      <w:proofErr w:type="gramEnd"/>
      <w:r>
        <w:t xml:space="preserve"> remains </w:t>
      </w:r>
      <w:r w:rsidR="00B00C0C">
        <w:t xml:space="preserve">set to the value </w:t>
      </w:r>
      <w:r w:rsidR="00B00C0C" w:rsidRPr="00B00C0C">
        <w:rPr>
          <w:rFonts w:ascii="Courier" w:hAnsi="Courier"/>
        </w:rPr>
        <w:t>$(ACMM_RELEASE).</w:t>
      </w:r>
      <w:r>
        <w:t xml:space="preserve">  Please </w:t>
      </w:r>
      <w:r w:rsidR="00B00C0C">
        <w:t xml:space="preserve">add the </w:t>
      </w:r>
      <w:r w:rsidR="00B00C0C">
        <w:t>“</w:t>
      </w:r>
      <w:proofErr w:type="spellStart"/>
      <w:proofErr w:type="gramStart"/>
      <w:r w:rsidR="00B00C0C" w:rsidRPr="00D47307">
        <w:rPr>
          <w:rFonts w:ascii="Courier" w:hAnsi="Courier"/>
        </w:rPr>
        <w:t>SetGitRepoRelease</w:t>
      </w:r>
      <w:proofErr w:type="spellEnd"/>
      <w:r w:rsidR="00B00C0C" w:rsidRPr="00D47307">
        <w:rPr>
          <w:rFonts w:ascii="Courier" w:hAnsi="Courier"/>
        </w:rPr>
        <w:t>(</w:t>
      </w:r>
      <w:proofErr w:type="gramEnd"/>
      <w:r w:rsidR="00B00C0C" w:rsidRPr="00D47307">
        <w:rPr>
          <w:rFonts w:ascii="Courier" w:hAnsi="Courier"/>
        </w:rPr>
        <w:t>)</w:t>
      </w:r>
      <w:r w:rsidR="00B00C0C">
        <w:t xml:space="preserve">”  </w:t>
      </w:r>
      <w:r>
        <w:t xml:space="preserve">update </w:t>
      </w:r>
      <w:r w:rsidR="00B00C0C">
        <w:t xml:space="preserve">the value for </w:t>
      </w:r>
      <w:r w:rsidR="00B00C0C" w:rsidRPr="00B00C0C">
        <w:rPr>
          <w:rFonts w:ascii="Courier" w:hAnsi="Courier"/>
        </w:rPr>
        <w:t>RELEASE</w:t>
      </w:r>
      <w:r w:rsidR="00B00C0C">
        <w:t>.</w:t>
      </w:r>
    </w:p>
    <w:p w14:paraId="627FDBEE" w14:textId="527A122A" w:rsidR="002D1E80" w:rsidRDefault="004D085D" w:rsidP="004D085D">
      <w:pPr>
        <w:pStyle w:val="Heading4"/>
      </w:pPr>
      <w:bookmarkStart w:id="12" w:name="_Ref102393736"/>
      <w:r>
        <w:t>Generating a tag</w:t>
      </w:r>
      <w:bookmarkEnd w:id="12"/>
    </w:p>
    <w:p w14:paraId="3017C547" w14:textId="2CC1897B" w:rsidR="004D085D" w:rsidRDefault="00EE7FA2" w:rsidP="00DA4932">
      <w:r>
        <w:t xml:space="preserve">Tagging is simple but does have some complications.  </w:t>
      </w:r>
      <w:r w:rsidR="001A33CF">
        <w:t>By default, a</w:t>
      </w:r>
      <w:r>
        <w:t xml:space="preserve"> simple tag </w:t>
      </w:r>
      <w:r w:rsidR="001A33CF">
        <w:t xml:space="preserve">is generated, and </w:t>
      </w:r>
      <w:r>
        <w:t>is NOT annotated</w:t>
      </w:r>
      <w:r w:rsidR="00C00138">
        <w:t>.</w:t>
      </w:r>
      <w:r w:rsidR="001A33CF">
        <w:t xml:space="preserve"> </w:t>
      </w:r>
      <w:proofErr w:type="gramStart"/>
      <w:r w:rsidR="001A33CF">
        <w:t>These</w:t>
      </w:r>
      <w:proofErr w:type="gramEnd"/>
      <w:r>
        <w:t xml:space="preserve"> won’t be available to “git describe”.  Additionally, you </w:t>
      </w:r>
      <w:r w:rsidR="00AF727F">
        <w:t>must</w:t>
      </w:r>
      <w:r>
        <w:t xml:space="preserve"> make an extra step to push tags to a remote repository.</w:t>
      </w:r>
    </w:p>
    <w:p w14:paraId="6600363B" w14:textId="28CFAB0E" w:rsidR="00A86E2E" w:rsidRDefault="00A86E2E" w:rsidP="00DA4932">
      <w:r>
        <w:t>To create the above tag (b2.0.1) and push it to the repository, the following commands would have been executed (after a commit of all the required changes)</w:t>
      </w:r>
    </w:p>
    <w:p w14:paraId="4A12872F" w14:textId="52B8F4B4" w:rsidR="00A86E2E" w:rsidRDefault="00A86E2E" w:rsidP="00A86E2E">
      <w:pPr>
        <w:pStyle w:val="Example"/>
      </w:pPr>
      <w:r>
        <w:t>git tag b2.0.1 -m “annotation of the tag”</w:t>
      </w:r>
    </w:p>
    <w:p w14:paraId="1FBA1613" w14:textId="1F01B13A" w:rsidR="00A86E2E" w:rsidRDefault="00A86E2E" w:rsidP="00A86E2E">
      <w:pPr>
        <w:pStyle w:val="Example"/>
      </w:pPr>
      <w:r>
        <w:t>git push origin b2.0.1</w:t>
      </w:r>
    </w:p>
    <w:p w14:paraId="1EF8C973" w14:textId="33C9D0D7" w:rsidR="00A86E2E" w:rsidRDefault="00D973E1" w:rsidP="00D973E1">
      <w:pPr>
        <w:pStyle w:val="Heading4"/>
      </w:pPr>
      <w:r>
        <w:t>GIT_REPO_RELEASE failures</w:t>
      </w:r>
    </w:p>
    <w:p w14:paraId="605DA910" w14:textId="66076962" w:rsidR="00D973E1" w:rsidRDefault="00D973E1" w:rsidP="009D519B">
      <w:pPr>
        <w:pStyle w:val="Heading5"/>
      </w:pPr>
      <w:proofErr w:type="spellStart"/>
      <w:proofErr w:type="gramStart"/>
      <w:r w:rsidRPr="009D519B">
        <w:rPr>
          <w:rFonts w:ascii="Courier" w:hAnsi="Courier"/>
        </w:rPr>
        <w:t>SetGitRepoRelease</w:t>
      </w:r>
      <w:proofErr w:type="spellEnd"/>
      <w:r w:rsidRPr="009D519B">
        <w:rPr>
          <w:rFonts w:ascii="Courier" w:hAnsi="Courier"/>
        </w:rPr>
        <w:t>(</w:t>
      </w:r>
      <w:proofErr w:type="gramEnd"/>
      <w:r w:rsidRPr="009D519B">
        <w:rPr>
          <w:rFonts w:ascii="Courier" w:hAnsi="Courier"/>
        </w:rPr>
        <w:t>)</w:t>
      </w:r>
      <w:r>
        <w:t xml:space="preserve"> macro not available.</w:t>
      </w:r>
    </w:p>
    <w:p w14:paraId="4562C0F3" w14:textId="5A1A8C48" w:rsidR="001A33CF" w:rsidRDefault="001A33CF" w:rsidP="001A33CF">
      <w:r>
        <w:t xml:space="preserve">If your local DRAMA environment is not defining </w:t>
      </w:r>
      <w:proofErr w:type="gramStart"/>
      <w:r>
        <w:t xml:space="preserve">the </w:t>
      </w:r>
      <w:r w:rsidRPr="001A33CF">
        <w:rPr>
          <w:rFonts w:ascii="Courier" w:hAnsi="Courier"/>
        </w:rPr>
        <w:t xml:space="preserve"> </w:t>
      </w:r>
      <w:r>
        <w:rPr>
          <w:rFonts w:ascii="Courier" w:hAnsi="Courier"/>
        </w:rPr>
        <w:t>“</w:t>
      </w:r>
      <w:proofErr w:type="spellStart"/>
      <w:proofErr w:type="gramEnd"/>
      <w:r w:rsidRPr="009D519B">
        <w:rPr>
          <w:rFonts w:ascii="Courier" w:hAnsi="Courier"/>
        </w:rPr>
        <w:t>SetGitRepoRelease</w:t>
      </w:r>
      <w:proofErr w:type="spellEnd"/>
      <w:r w:rsidRPr="009D519B">
        <w:rPr>
          <w:rFonts w:ascii="Courier" w:hAnsi="Courier"/>
        </w:rPr>
        <w:t>()</w:t>
      </w:r>
      <w:r>
        <w:rPr>
          <w:rFonts w:ascii="Courier" w:hAnsi="Courier"/>
        </w:rPr>
        <w:t xml:space="preserve">” </w:t>
      </w:r>
      <w:r w:rsidRPr="001A33CF">
        <w:t>macro</w:t>
      </w:r>
      <w:r>
        <w:t xml:space="preserve">, then the macro won’t be translated when the </w:t>
      </w:r>
      <w:proofErr w:type="spellStart"/>
      <w:r>
        <w:t>Makefile</w:t>
      </w:r>
      <w:proofErr w:type="spellEnd"/>
      <w:r>
        <w:t xml:space="preserve"> is generated.  A typical error when you run make would be</w:t>
      </w:r>
    </w:p>
    <w:p w14:paraId="25937A1C" w14:textId="77777777" w:rsidR="001A33CF" w:rsidRDefault="001A33CF" w:rsidP="001A33CF">
      <w:pPr>
        <w:pStyle w:val="Example"/>
        <w:rPr>
          <w:lang w:val="en-GB" w:eastAsia="en-GB"/>
        </w:rPr>
      </w:pPr>
      <w:r>
        <w:rPr>
          <w:lang w:val="en-GB" w:eastAsia="en-GB"/>
        </w:rPr>
        <w:t>Makefile:6: *** missing separator.  Stop.</w:t>
      </w:r>
    </w:p>
    <w:p w14:paraId="47848E3B" w14:textId="641D329F" w:rsidR="001A33CF" w:rsidRDefault="001A33CF" w:rsidP="001A33CF">
      <w:pPr>
        <w:rPr>
          <w:rFonts w:ascii="Courier" w:hAnsi="Courier"/>
        </w:rPr>
      </w:pPr>
      <w:r>
        <w:t xml:space="preserve">When you then look at the </w:t>
      </w:r>
      <w:proofErr w:type="spellStart"/>
      <w:r w:rsidRPr="001A33CF">
        <w:rPr>
          <w:rFonts w:ascii="Courier" w:hAnsi="Courier"/>
        </w:rPr>
        <w:t>Makefile</w:t>
      </w:r>
      <w:proofErr w:type="spellEnd"/>
      <w:r>
        <w:t xml:space="preserve">, line 6, you would see it still contains </w:t>
      </w:r>
      <w:r>
        <w:rPr>
          <w:rFonts w:ascii="Courier" w:hAnsi="Courier"/>
        </w:rPr>
        <w:t>“</w:t>
      </w:r>
      <w:proofErr w:type="spellStart"/>
      <w:proofErr w:type="gramStart"/>
      <w:r w:rsidRPr="009D519B">
        <w:rPr>
          <w:rFonts w:ascii="Courier" w:hAnsi="Courier"/>
        </w:rPr>
        <w:t>SetGitRepoRelease</w:t>
      </w:r>
      <w:proofErr w:type="spellEnd"/>
      <w:r w:rsidRPr="009D519B">
        <w:rPr>
          <w:rFonts w:ascii="Courier" w:hAnsi="Courier"/>
        </w:rPr>
        <w:t>(</w:t>
      </w:r>
      <w:proofErr w:type="gramEnd"/>
      <w:r w:rsidRPr="009D519B">
        <w:rPr>
          <w:rFonts w:ascii="Courier" w:hAnsi="Courier"/>
        </w:rPr>
        <w:t>)</w:t>
      </w:r>
      <w:r>
        <w:rPr>
          <w:rFonts w:ascii="Courier" w:hAnsi="Courier"/>
        </w:rPr>
        <w:t>”</w:t>
      </w:r>
      <w:r w:rsidRPr="001A33CF">
        <w:t>.</w:t>
      </w:r>
    </w:p>
    <w:p w14:paraId="4F2BE5B0" w14:textId="5AFB0146" w:rsidR="001A33CF" w:rsidRDefault="001A33CF" w:rsidP="001A33CF">
      <w:r>
        <w:t xml:space="preserve">This happens if you don’t have a recent version of DRAMA (DRAMA release </w:t>
      </w:r>
      <w:proofErr w:type="gramStart"/>
      <w:r>
        <w:t>number  2.0</w:t>
      </w:r>
      <w:proofErr w:type="gramEnd"/>
      <w:r>
        <w:t xml:space="preserve"> onwards). </w:t>
      </w:r>
      <w:r w:rsidR="0051573A">
        <w:t xml:space="preserve"> You can resolve this by either </w:t>
      </w:r>
      <w:proofErr w:type="spellStart"/>
      <w:r w:rsidR="0051573A">
        <w:t>updatingRAMA</w:t>
      </w:r>
      <w:proofErr w:type="spellEnd"/>
      <w:r w:rsidR="0051573A">
        <w:t xml:space="preserve">, or just adding the following lines to your </w:t>
      </w:r>
      <w:r w:rsidR="0051573A" w:rsidRPr="0051573A">
        <w:rPr>
          <w:rFonts w:ascii="Courier" w:hAnsi="Courier"/>
        </w:rPr>
        <w:t>$DRAMA_LOCAL/drama_local.cf</w:t>
      </w:r>
      <w:r w:rsidR="0051573A">
        <w:t xml:space="preserve"> file:</w:t>
      </w:r>
    </w:p>
    <w:p w14:paraId="0B516715" w14:textId="77777777" w:rsidR="0051573A" w:rsidRPr="000F6EB5" w:rsidRDefault="0051573A" w:rsidP="0051573A">
      <w:pPr>
        <w:pStyle w:val="Example"/>
        <w:rPr>
          <w:sz w:val="15"/>
          <w:szCs w:val="15"/>
          <w:lang w:val="en-GB" w:eastAsia="en-GB"/>
        </w:rPr>
      </w:pPr>
      <w:r w:rsidRPr="000F6EB5">
        <w:rPr>
          <w:sz w:val="15"/>
          <w:szCs w:val="15"/>
          <w:lang w:val="en-GB" w:eastAsia="en-GB"/>
        </w:rPr>
        <w:t>#</w:t>
      </w:r>
      <w:proofErr w:type="gramStart"/>
      <w:r w:rsidRPr="000F6EB5">
        <w:rPr>
          <w:sz w:val="15"/>
          <w:szCs w:val="15"/>
          <w:lang w:val="en-GB" w:eastAsia="en-GB"/>
        </w:rPr>
        <w:t>ifndef</w:t>
      </w:r>
      <w:proofErr w:type="gramEnd"/>
      <w:r w:rsidRPr="000F6EB5">
        <w:rPr>
          <w:sz w:val="15"/>
          <w:szCs w:val="15"/>
          <w:lang w:val="en-GB" w:eastAsia="en-GB"/>
        </w:rPr>
        <w:t xml:space="preserve"> </w:t>
      </w:r>
      <w:proofErr w:type="spellStart"/>
      <w:r w:rsidRPr="000F6EB5">
        <w:rPr>
          <w:sz w:val="15"/>
          <w:szCs w:val="15"/>
          <w:lang w:val="en-GB" w:eastAsia="en-GB"/>
        </w:rPr>
        <w:t>SetGitRepoRelease</w:t>
      </w:r>
      <w:proofErr w:type="spellEnd"/>
    </w:p>
    <w:p w14:paraId="4CEC40E2" w14:textId="77777777" w:rsidR="0051573A" w:rsidRPr="000F6EB5" w:rsidRDefault="0051573A" w:rsidP="0051573A">
      <w:pPr>
        <w:pStyle w:val="Example"/>
        <w:rPr>
          <w:sz w:val="15"/>
          <w:szCs w:val="15"/>
          <w:lang w:val="en-GB" w:eastAsia="en-GB"/>
        </w:rPr>
      </w:pPr>
      <w:r w:rsidRPr="000F6EB5">
        <w:rPr>
          <w:sz w:val="15"/>
          <w:szCs w:val="15"/>
          <w:lang w:val="en-GB" w:eastAsia="en-GB"/>
        </w:rPr>
        <w:t xml:space="preserve">#define </w:t>
      </w:r>
      <w:proofErr w:type="spellStart"/>
      <w:proofErr w:type="gramStart"/>
      <w:r w:rsidRPr="000F6EB5">
        <w:rPr>
          <w:sz w:val="15"/>
          <w:szCs w:val="15"/>
          <w:lang w:val="en-GB" w:eastAsia="en-GB"/>
        </w:rPr>
        <w:t>SetGitRepoRelease</w:t>
      </w:r>
      <w:proofErr w:type="spellEnd"/>
      <w:r w:rsidRPr="000F6EB5">
        <w:rPr>
          <w:sz w:val="15"/>
          <w:szCs w:val="15"/>
          <w:lang w:val="en-GB" w:eastAsia="en-GB"/>
        </w:rPr>
        <w:t>(</w:t>
      </w:r>
      <w:proofErr w:type="gramEnd"/>
      <w:r w:rsidRPr="000F6EB5">
        <w:rPr>
          <w:sz w:val="15"/>
          <w:szCs w:val="15"/>
          <w:lang w:val="en-GB" w:eastAsia="en-GB"/>
        </w:rPr>
        <w:t>) GIT_REPO_RELEASE:=$(shell env -u GIT_DIR git describe --dirty)</w:t>
      </w:r>
    </w:p>
    <w:p w14:paraId="1E81F70B" w14:textId="77777777" w:rsidR="0051573A" w:rsidRPr="000F6EB5" w:rsidRDefault="0051573A" w:rsidP="0051573A">
      <w:pPr>
        <w:pStyle w:val="Example"/>
        <w:rPr>
          <w:sz w:val="15"/>
          <w:szCs w:val="15"/>
          <w:lang w:val="en-GB" w:eastAsia="en-GB"/>
        </w:rPr>
      </w:pPr>
      <w:r w:rsidRPr="000F6EB5">
        <w:rPr>
          <w:sz w:val="15"/>
          <w:szCs w:val="15"/>
          <w:lang w:val="en-GB" w:eastAsia="en-GB"/>
        </w:rPr>
        <w:t>#</w:t>
      </w:r>
      <w:proofErr w:type="gramStart"/>
      <w:r w:rsidRPr="000F6EB5">
        <w:rPr>
          <w:sz w:val="15"/>
          <w:szCs w:val="15"/>
          <w:lang w:val="en-GB" w:eastAsia="en-GB"/>
        </w:rPr>
        <w:t>endif</w:t>
      </w:r>
      <w:proofErr w:type="gramEnd"/>
    </w:p>
    <w:p w14:paraId="1F42CF67" w14:textId="5BE8BBFD" w:rsidR="00D973E1" w:rsidRDefault="00D973E1" w:rsidP="009D519B">
      <w:pPr>
        <w:pStyle w:val="Heading5"/>
      </w:pPr>
      <w:r>
        <w:t>Repository not tagged.</w:t>
      </w:r>
    </w:p>
    <w:p w14:paraId="0A80B873" w14:textId="41F8F8A7" w:rsidR="00D973E1" w:rsidRDefault="00245497" w:rsidP="00DA4932">
      <w:r>
        <w:t>If you notice this message coming out during your build</w:t>
      </w:r>
    </w:p>
    <w:p w14:paraId="076806E6" w14:textId="19BCCD13" w:rsidR="00245497" w:rsidRDefault="00245497" w:rsidP="00245497">
      <w:pPr>
        <w:pStyle w:val="Example"/>
      </w:pPr>
      <w:r w:rsidRPr="00245497">
        <w:t>"</w:t>
      </w:r>
      <w:proofErr w:type="gramStart"/>
      <w:r w:rsidRPr="00245497">
        <w:t>fatal</w:t>
      </w:r>
      <w:proofErr w:type="gramEnd"/>
      <w:r w:rsidRPr="00245497">
        <w:t>: No names found, cannot describe anything."</w:t>
      </w:r>
    </w:p>
    <w:p w14:paraId="7B1405AD" w14:textId="68B0EF4A" w:rsidR="00245497" w:rsidRPr="00BB57D8" w:rsidRDefault="00245497" w:rsidP="00DA4932">
      <w:r>
        <w:lastRenderedPageBreak/>
        <w:t xml:space="preserve">Or you </w:t>
      </w:r>
      <w:proofErr w:type="gramStart"/>
      <w:r>
        <w:t>notes</w:t>
      </w:r>
      <w:proofErr w:type="gramEnd"/>
      <w:r>
        <w:t xml:space="preserve"> that your release number is not being defined, then it is likely your repository does not have any annotated tags.  Please add them as per section </w:t>
      </w:r>
      <w:r>
        <w:fldChar w:fldCharType="begin"/>
      </w:r>
      <w:r>
        <w:instrText xml:space="preserve"> REF _Ref102393736 \w \h </w:instrText>
      </w:r>
      <w:r>
        <w:fldChar w:fldCharType="separate"/>
      </w:r>
      <w:r>
        <w:t>2.5.1.2</w:t>
      </w:r>
      <w:r>
        <w:fldChar w:fldCharType="end"/>
      </w:r>
      <w:r>
        <w:t xml:space="preserve">, </w:t>
      </w:r>
      <w:r>
        <w:fldChar w:fldCharType="begin"/>
      </w:r>
      <w:r>
        <w:instrText xml:space="preserve"> REF _Ref102393736 \p \h </w:instrText>
      </w:r>
      <w:r>
        <w:fldChar w:fldCharType="separate"/>
      </w:r>
      <w:r>
        <w:t>above</w:t>
      </w:r>
      <w:r>
        <w:fldChar w:fldCharType="end"/>
      </w:r>
      <w:r>
        <w:t>.</w:t>
      </w:r>
    </w:p>
    <w:p w14:paraId="2574A3BB" w14:textId="77777777" w:rsidR="005B38A5" w:rsidRDefault="005B38A5" w:rsidP="005154BC">
      <w:pPr>
        <w:pStyle w:val="Heading2"/>
      </w:pPr>
      <w:bookmarkStart w:id="13" w:name="_Toc74292965"/>
      <w:r>
        <w:t>Error definition file</w:t>
      </w:r>
      <w:bookmarkEnd w:id="13"/>
    </w:p>
    <w:p w14:paraId="06BA107C" w14:textId="77777777" w:rsidR="003D0798" w:rsidRDefault="003D0798" w:rsidP="003D0798">
      <w:r>
        <w:t xml:space="preserve">In this example, this is the, </w:t>
      </w:r>
      <w:r w:rsidR="004E6700" w:rsidRPr="00F22568">
        <w:rPr>
          <w:rFonts w:ascii="Courier New" w:hAnsi="Courier New" w:cs="Courier New"/>
        </w:rPr>
        <w:t>mytask</w:t>
      </w:r>
      <w:r w:rsidRPr="00F22568">
        <w:rPr>
          <w:rFonts w:ascii="Courier New" w:hAnsi="Courier New" w:cs="Courier New"/>
        </w:rPr>
        <w:t>_err.msg</w:t>
      </w:r>
      <w:r>
        <w:t>.  This is used to generate DRAMA compatible error codes.</w:t>
      </w:r>
      <w:r w:rsidR="004E6700">
        <w:t xml:space="preserve">  My non-comment part of this file is</w:t>
      </w:r>
    </w:p>
    <w:p w14:paraId="2B170677" w14:textId="77777777" w:rsidR="004E6700" w:rsidRDefault="004E6700" w:rsidP="00936165">
      <w:pPr>
        <w:pStyle w:val="Example"/>
      </w:pPr>
      <w:proofErr w:type="gramStart"/>
      <w:r>
        <w:t>.TITLE</w:t>
      </w:r>
      <w:proofErr w:type="gramEnd"/>
      <w:r>
        <w:t xml:space="preserve">   MYTASK_ERR  template DRAMA Task </w:t>
      </w:r>
    </w:p>
    <w:p w14:paraId="2D5FDD85" w14:textId="77777777" w:rsidR="004E6700" w:rsidRDefault="004E6700" w:rsidP="00936165">
      <w:pPr>
        <w:pStyle w:val="Example"/>
      </w:pPr>
      <w:proofErr w:type="gramStart"/>
      <w:r>
        <w:t>.FACILITY</w:t>
      </w:r>
      <w:proofErr w:type="gramEnd"/>
      <w:r>
        <w:t xml:space="preserve"> MYTASK,1100/PREFIX=MYTASK__</w:t>
      </w:r>
    </w:p>
    <w:p w14:paraId="51C20C6F" w14:textId="77777777" w:rsidR="004E6700" w:rsidRDefault="004E6700" w:rsidP="00936165">
      <w:pPr>
        <w:pStyle w:val="Example"/>
      </w:pPr>
      <w:proofErr w:type="gramStart"/>
      <w:r>
        <w:t>.SEVERITY</w:t>
      </w:r>
      <w:proofErr w:type="gramEnd"/>
      <w:r>
        <w:t xml:space="preserve"> ERROR</w:t>
      </w:r>
    </w:p>
    <w:p w14:paraId="1C63E55A" w14:textId="77777777" w:rsidR="004E6700" w:rsidRDefault="004E6700" w:rsidP="00936165">
      <w:pPr>
        <w:pStyle w:val="Example"/>
      </w:pPr>
      <w:proofErr w:type="gramStart"/>
      <w:r>
        <w:t>.BASE</w:t>
      </w:r>
      <w:proofErr w:type="gramEnd"/>
      <w:r>
        <w:t xml:space="preserve"> 2</w:t>
      </w:r>
    </w:p>
    <w:p w14:paraId="3F627E2B" w14:textId="77777777" w:rsidR="004E6700" w:rsidRDefault="004E6700" w:rsidP="00936165">
      <w:pPr>
        <w:pStyle w:val="Example"/>
      </w:pPr>
      <w:r>
        <w:t>MALLOCERR "Malloc error"</w:t>
      </w:r>
    </w:p>
    <w:p w14:paraId="408F149B" w14:textId="77777777" w:rsidR="004E6700" w:rsidRDefault="004E6700" w:rsidP="00936165">
      <w:pPr>
        <w:pStyle w:val="Example"/>
      </w:pPr>
      <w:r>
        <w:t xml:space="preserve">NOTINIT "The task has not been </w:t>
      </w:r>
      <w:proofErr w:type="spellStart"/>
      <w:r>
        <w:t>initialised</w:t>
      </w:r>
      <w:proofErr w:type="spellEnd"/>
      <w:r>
        <w:t>"</w:t>
      </w:r>
    </w:p>
    <w:p w14:paraId="4C16681B" w14:textId="77777777" w:rsidR="004E6700" w:rsidRDefault="004E6700" w:rsidP="00936165">
      <w:pPr>
        <w:pStyle w:val="Example"/>
      </w:pPr>
      <w:proofErr w:type="gramStart"/>
      <w:r>
        <w:t>.END</w:t>
      </w:r>
      <w:proofErr w:type="gramEnd"/>
    </w:p>
    <w:p w14:paraId="12A4BFEF" w14:textId="51FDFD94" w:rsidR="004E6700" w:rsidRDefault="004E6700" w:rsidP="004E6700">
      <w:r>
        <w:t xml:space="preserve">The contents of this file </w:t>
      </w:r>
      <w:proofErr w:type="gramStart"/>
      <w:r>
        <w:t>is</w:t>
      </w:r>
      <w:proofErr w:type="gramEnd"/>
      <w:r>
        <w:t xml:space="preserve"> defined by the DRAMA Message code system, see </w:t>
      </w:r>
      <w:hyperlink r:id="rId17" w:history="1">
        <w:r w:rsidR="00EB4ECC" w:rsidRPr="002A2369">
          <w:rPr>
            <w:rStyle w:val="Hyperlink"/>
          </w:rPr>
          <w:t>http://drama.aao.org.au/doc/ps/mess_6.ps</w:t>
        </w:r>
      </w:hyperlink>
      <w:r>
        <w:t>.</w:t>
      </w:r>
    </w:p>
    <w:p w14:paraId="5563EB6C" w14:textId="77777777" w:rsidR="004E6700" w:rsidRDefault="004E6700" w:rsidP="004E6700">
      <w:r>
        <w:t xml:space="preserve">As a result of the processing of this file when you run make, the files </w:t>
      </w:r>
      <w:proofErr w:type="spellStart"/>
      <w:r w:rsidRPr="004E6700">
        <w:rPr>
          <w:rFonts w:ascii="Courier New" w:hAnsi="Courier New" w:cs="Courier New"/>
        </w:rPr>
        <w:t>mytask_err.h</w:t>
      </w:r>
      <w:proofErr w:type="spellEnd"/>
      <w:r>
        <w:t xml:space="preserve"> and </w:t>
      </w:r>
      <w:proofErr w:type="spellStart"/>
      <w:r w:rsidRPr="004E6700">
        <w:rPr>
          <w:rFonts w:ascii="Courier New" w:hAnsi="Courier New" w:cs="Courier New"/>
        </w:rPr>
        <w:t>mytask_err_msgt.h</w:t>
      </w:r>
      <w:proofErr w:type="spellEnd"/>
      <w:r>
        <w:t xml:space="preserve"> are generated.  The former has the status code macros, in this case</w:t>
      </w:r>
    </w:p>
    <w:p w14:paraId="754B5F87" w14:textId="77777777" w:rsidR="004E6700" w:rsidRDefault="004E6700" w:rsidP="00936165">
      <w:pPr>
        <w:pStyle w:val="Example"/>
      </w:pPr>
      <w:r>
        <w:t>/* Facility number */</w:t>
      </w:r>
    </w:p>
    <w:p w14:paraId="679CC151" w14:textId="77777777" w:rsidR="004E6700" w:rsidRDefault="004E6700" w:rsidP="00936165">
      <w:pPr>
        <w:pStyle w:val="Example"/>
      </w:pPr>
      <w:r>
        <w:t>#</w:t>
      </w:r>
      <w:proofErr w:type="gramStart"/>
      <w:r>
        <w:t>define</w:t>
      </w:r>
      <w:proofErr w:type="gramEnd"/>
      <w:r>
        <w:t xml:space="preserve"> MYTASK__FACNUM 1100</w:t>
      </w:r>
    </w:p>
    <w:p w14:paraId="03B12343" w14:textId="77777777" w:rsidR="004E6700" w:rsidRDefault="004E6700" w:rsidP="00936165">
      <w:pPr>
        <w:pStyle w:val="Example"/>
      </w:pPr>
      <w:r>
        <w:t>/* OK Status symbol */</w:t>
      </w:r>
    </w:p>
    <w:p w14:paraId="3DA264DB" w14:textId="77777777" w:rsidR="004E6700" w:rsidRDefault="004E6700" w:rsidP="00936165">
      <w:pPr>
        <w:pStyle w:val="Example"/>
      </w:pPr>
      <w:r>
        <w:t>#</w:t>
      </w:r>
      <w:proofErr w:type="gramStart"/>
      <w:r>
        <w:t>define</w:t>
      </w:r>
      <w:proofErr w:type="gramEnd"/>
      <w:r>
        <w:t xml:space="preserve"> MYTASK__OK 0</w:t>
      </w:r>
    </w:p>
    <w:p w14:paraId="1A040326" w14:textId="77777777" w:rsidR="004E6700" w:rsidRDefault="004E6700" w:rsidP="00936165">
      <w:pPr>
        <w:pStyle w:val="Example"/>
      </w:pPr>
      <w:r>
        <w:t>/* Malloc error */</w:t>
      </w:r>
    </w:p>
    <w:p w14:paraId="26F97743" w14:textId="77777777" w:rsidR="004E6700" w:rsidRDefault="004E6700" w:rsidP="00936165">
      <w:pPr>
        <w:pStyle w:val="Example"/>
      </w:pPr>
      <w:r>
        <w:t>#</w:t>
      </w:r>
      <w:proofErr w:type="gramStart"/>
      <w:r>
        <w:t>define</w:t>
      </w:r>
      <w:proofErr w:type="gramEnd"/>
      <w:r>
        <w:t xml:space="preserve"> MYTASK__MALLOCERR 0xC4C8012</w:t>
      </w:r>
    </w:p>
    <w:p w14:paraId="4B61107E" w14:textId="77777777" w:rsidR="004E6700" w:rsidRDefault="004E6700" w:rsidP="00936165">
      <w:pPr>
        <w:pStyle w:val="Example"/>
      </w:pPr>
      <w:r>
        <w:t xml:space="preserve">/* The task has not been </w:t>
      </w:r>
      <w:proofErr w:type="spellStart"/>
      <w:r>
        <w:t>initialised</w:t>
      </w:r>
      <w:proofErr w:type="spellEnd"/>
      <w:r>
        <w:t xml:space="preserve"> */</w:t>
      </w:r>
    </w:p>
    <w:p w14:paraId="65C292BB" w14:textId="77777777" w:rsidR="004E6700" w:rsidRDefault="004E6700" w:rsidP="00936165">
      <w:pPr>
        <w:pStyle w:val="Example"/>
      </w:pPr>
      <w:r>
        <w:t>#</w:t>
      </w:r>
      <w:proofErr w:type="gramStart"/>
      <w:r>
        <w:t>define</w:t>
      </w:r>
      <w:proofErr w:type="gramEnd"/>
      <w:r>
        <w:t xml:space="preserve"> MYTASK__NOTINIT 0xC4C801A</w:t>
      </w:r>
    </w:p>
    <w:p w14:paraId="7483EB6B" w14:textId="77777777" w:rsidR="00D71358" w:rsidRDefault="00D71358" w:rsidP="004E6700">
      <w:r>
        <w:t xml:space="preserve">You can see that it has defined </w:t>
      </w:r>
      <w:r w:rsidR="008C766C">
        <w:t>two</w:t>
      </w:r>
      <w:r>
        <w:t xml:space="preserve"> codes, </w:t>
      </w:r>
      <w:r w:rsidRPr="00D71358">
        <w:rPr>
          <w:rFonts w:ascii="Courier New" w:hAnsi="Courier New" w:cs="Courier New"/>
        </w:rPr>
        <w:t>MYTASK__MALLOCERR</w:t>
      </w:r>
      <w:r>
        <w:t xml:space="preserve"> and </w:t>
      </w:r>
      <w:r w:rsidRPr="00D71358">
        <w:rPr>
          <w:rFonts w:ascii="Courier New" w:hAnsi="Courier New" w:cs="Courier New"/>
        </w:rPr>
        <w:t>MYTASK__NOTINIT</w:t>
      </w:r>
      <w:r w:rsidRPr="00D71358">
        <w:t xml:space="preserve"> based on the </w:t>
      </w:r>
      <w:r>
        <w:rPr>
          <w:rFonts w:ascii="Courier New" w:hAnsi="Courier New" w:cs="Courier New"/>
        </w:rPr>
        <w:t>MALLOCERR</w:t>
      </w:r>
      <w:r w:rsidRPr="00D71358">
        <w:t xml:space="preserve"> and</w:t>
      </w:r>
      <w:r>
        <w:rPr>
          <w:rFonts w:ascii="Courier New" w:hAnsi="Courier New" w:cs="Courier New"/>
        </w:rPr>
        <w:t xml:space="preserve"> NOTINIT </w:t>
      </w:r>
      <w:r w:rsidRPr="00D71358">
        <w:t>specifications in the</w:t>
      </w:r>
      <w:r>
        <w:rPr>
          <w:rFonts w:ascii="Courier New" w:hAnsi="Courier New" w:cs="Courier New"/>
        </w:rPr>
        <w:t xml:space="preserve"> .msg </w:t>
      </w:r>
      <w:r w:rsidRPr="00D71358">
        <w:t>file.</w:t>
      </w:r>
      <w:r w:rsidR="008C766C">
        <w:t xml:space="preserve">  You would normally use codes like this as your DRAMA status when you throw exceptions.  You can add as many as you like</w:t>
      </w:r>
    </w:p>
    <w:p w14:paraId="03EB5FC3" w14:textId="77777777" w:rsidR="004E6700" w:rsidRDefault="004E6700" w:rsidP="004E6700">
      <w:r>
        <w:t>Not</w:t>
      </w:r>
      <w:r w:rsidR="00D71358">
        <w:t>e</w:t>
      </w:r>
      <w:r>
        <w:t xml:space="preserve"> – don’t bother using the </w:t>
      </w:r>
      <w:r w:rsidRPr="004E6700">
        <w:rPr>
          <w:rFonts w:ascii="Courier New" w:hAnsi="Courier New" w:cs="Courier New"/>
        </w:rPr>
        <w:t>MYTASK__OK</w:t>
      </w:r>
      <w:r>
        <w:t xml:space="preserve"> symbol.  We only ever use </w:t>
      </w:r>
      <w:r w:rsidRPr="004E6700">
        <w:rPr>
          <w:rFonts w:ascii="Courier New" w:hAnsi="Courier New" w:cs="Courier New"/>
        </w:rPr>
        <w:t>STATUS_OK</w:t>
      </w:r>
      <w:r>
        <w:t xml:space="preserve"> in our code now days.</w:t>
      </w:r>
    </w:p>
    <w:p w14:paraId="77C560ED" w14:textId="77777777" w:rsidR="004E6700" w:rsidRDefault="004E6700" w:rsidP="004E6700">
      <w:r>
        <w:t xml:space="preserve">The later provides C code which associated a string with each code, generating the structure used with </w:t>
      </w:r>
      <w:proofErr w:type="spellStart"/>
      <w:proofErr w:type="gramStart"/>
      <w:r w:rsidRPr="004E6700">
        <w:rPr>
          <w:rFonts w:ascii="Courier New" w:hAnsi="Courier New" w:cs="Courier New"/>
        </w:rPr>
        <w:t>MessPutFacility</w:t>
      </w:r>
      <w:proofErr w:type="spellEnd"/>
      <w:r w:rsidRPr="004E6700">
        <w:rPr>
          <w:rFonts w:ascii="Courier New" w:hAnsi="Courier New" w:cs="Courier New"/>
        </w:rPr>
        <w:t>(</w:t>
      </w:r>
      <w:proofErr w:type="gramEnd"/>
      <w:r w:rsidRPr="004E6700">
        <w:rPr>
          <w:rFonts w:ascii="Courier New" w:hAnsi="Courier New" w:cs="Courier New"/>
        </w:rPr>
        <w:t>)</w:t>
      </w:r>
      <w:r>
        <w:t xml:space="preserve"> in your task constructor.</w:t>
      </w:r>
    </w:p>
    <w:p w14:paraId="6A2460ED" w14:textId="77777777" w:rsidR="008C766C" w:rsidRPr="003D0798" w:rsidRDefault="008C766C" w:rsidP="004E6700">
      <w:proofErr w:type="spellStart"/>
      <w:proofErr w:type="gramStart"/>
      <w:r>
        <w:t>WARNING:If</w:t>
      </w:r>
      <w:proofErr w:type="spellEnd"/>
      <w:proofErr w:type="gramEnd"/>
      <w:r>
        <w:t xml:space="preserve"> you copy such a file from another sub-system, say if you are cloning another task to start yo</w:t>
      </w:r>
      <w:r w:rsidR="00F22568">
        <w:t xml:space="preserve">urs, ensure the </w:t>
      </w:r>
      <w:r w:rsidR="00F22568" w:rsidRPr="00F22568">
        <w:rPr>
          <w:rFonts w:ascii="Courier New" w:hAnsi="Courier New" w:cs="Courier New"/>
        </w:rPr>
        <w:t>.TITLE</w:t>
      </w:r>
      <w:r>
        <w:t xml:space="preserve"> and </w:t>
      </w:r>
      <w:r w:rsidRPr="00F22568">
        <w:rPr>
          <w:rFonts w:ascii="Courier New" w:hAnsi="Courier New" w:cs="Courier New"/>
        </w:rPr>
        <w:t>.FACILITY</w:t>
      </w:r>
      <w:r>
        <w:t xml:space="preserve"> lines are the ones you got in the template.  Do NOT </w:t>
      </w:r>
      <w:r w:rsidR="00F22568">
        <w:t>reuse the facility number (1100</w:t>
      </w:r>
      <w:r>
        <w:t xml:space="preserve"> in this case</w:t>
      </w:r>
      <w:r w:rsidR="00F22568">
        <w:t>) from a different sub-system.  They are meant to be unique to the sub-system</w:t>
      </w:r>
      <w:r>
        <w:t xml:space="preserve">.  </w:t>
      </w:r>
    </w:p>
    <w:p w14:paraId="10A7559E" w14:textId="77777777" w:rsidR="00B94D24" w:rsidRDefault="00B94D24" w:rsidP="005154BC">
      <w:pPr>
        <w:pStyle w:val="Heading2"/>
      </w:pPr>
      <w:bookmarkStart w:id="14" w:name="_Toc74292966"/>
      <w:proofErr w:type="spellStart"/>
      <w:proofErr w:type="gramStart"/>
      <w:r>
        <w:t>test.expected</w:t>
      </w:r>
      <w:bookmarkEnd w:id="14"/>
      <w:proofErr w:type="spellEnd"/>
      <w:proofErr w:type="gramEnd"/>
    </w:p>
    <w:p w14:paraId="7E8C48FD" w14:textId="77777777" w:rsidR="00E67B72" w:rsidRPr="00E67B72" w:rsidRDefault="00E67B72" w:rsidP="00E67B72">
      <w:r>
        <w:t xml:space="preserve">This is the expected output of your test run.  If you change the output of your program, then the “make” will fail. You will want to check the contents of </w:t>
      </w:r>
      <w:proofErr w:type="spellStart"/>
      <w:r w:rsidRPr="00E67B72">
        <w:rPr>
          <w:rFonts w:ascii="Courier New" w:hAnsi="Courier New" w:cs="Courier New"/>
        </w:rPr>
        <w:t>test.out.tmp</w:t>
      </w:r>
      <w:proofErr w:type="spellEnd"/>
      <w:r>
        <w:t xml:space="preserve"> are correct and copy it to </w:t>
      </w:r>
      <w:proofErr w:type="spellStart"/>
      <w:proofErr w:type="gramStart"/>
      <w:r w:rsidRPr="00851B3F">
        <w:rPr>
          <w:rFonts w:ascii="Courier New" w:hAnsi="Courier New" w:cs="Courier New"/>
        </w:rPr>
        <w:t>test.expected</w:t>
      </w:r>
      <w:proofErr w:type="spellEnd"/>
      <w:proofErr w:type="gramEnd"/>
      <w:r>
        <w:t>.</w:t>
      </w:r>
    </w:p>
    <w:p w14:paraId="66D913C2" w14:textId="77777777" w:rsidR="005B38A5" w:rsidRDefault="00B94D24" w:rsidP="005154BC">
      <w:pPr>
        <w:pStyle w:val="Heading2"/>
      </w:pPr>
      <w:bookmarkStart w:id="15" w:name="_Toc74292967"/>
      <w:r>
        <w:t>Other files</w:t>
      </w:r>
      <w:bookmarkEnd w:id="15"/>
    </w:p>
    <w:p w14:paraId="30D7F170" w14:textId="1CB3A23C" w:rsidR="00E67B72" w:rsidRDefault="00E67B72" w:rsidP="00E67B72">
      <w:r>
        <w:lastRenderedPageBreak/>
        <w:t xml:space="preserve">The version specification file, in this case, </w:t>
      </w:r>
      <w:r w:rsidRPr="000320F1">
        <w:rPr>
          <w:rFonts w:ascii="Courier New" w:hAnsi="Courier New" w:cs="Courier New"/>
        </w:rPr>
        <w:t>mytaskversion.cpp</w:t>
      </w:r>
      <w:r>
        <w:t xml:space="preserve">, is used to determine the </w:t>
      </w:r>
      <w:r w:rsidR="00A04820">
        <w:t xml:space="preserve">git </w:t>
      </w:r>
      <w:proofErr w:type="gramStart"/>
      <w:r w:rsidR="00A04820">
        <w:t>repository based</w:t>
      </w:r>
      <w:proofErr w:type="gramEnd"/>
      <w:r w:rsidR="00A04820">
        <w:t xml:space="preserve"> version number</w:t>
      </w:r>
      <w:r>
        <w:t xml:space="preserve"> and the build date.  These </w:t>
      </w:r>
      <w:r w:rsidR="000320F1">
        <w:t xml:space="preserve">are both set from the </w:t>
      </w:r>
      <w:proofErr w:type="spellStart"/>
      <w:r w:rsidR="000320F1" w:rsidRPr="00A04820">
        <w:rPr>
          <w:rFonts w:ascii="Courier" w:hAnsi="Courier"/>
        </w:rPr>
        <w:t>dmakefile</w:t>
      </w:r>
      <w:proofErr w:type="spellEnd"/>
      <w:r w:rsidR="000320F1">
        <w:t xml:space="preserve"> when </w:t>
      </w:r>
      <w:r w:rsidR="00A04820" w:rsidRPr="00A04820">
        <w:rPr>
          <w:rFonts w:ascii="Courier" w:hAnsi="Courier"/>
        </w:rPr>
        <w:t>m</w:t>
      </w:r>
      <w:r w:rsidR="000320F1" w:rsidRPr="00A04820">
        <w:rPr>
          <w:rFonts w:ascii="Courier" w:hAnsi="Courier"/>
        </w:rPr>
        <w:t>ake</w:t>
      </w:r>
      <w:r w:rsidR="000320F1">
        <w:t xml:space="preserve"> is run.</w:t>
      </w:r>
    </w:p>
    <w:p w14:paraId="6756281B" w14:textId="77777777" w:rsidR="000320F1" w:rsidRDefault="000320F1" w:rsidP="00E67B72">
      <w:r>
        <w:t xml:space="preserve">The </w:t>
      </w:r>
      <w:r w:rsidRPr="00851B3F">
        <w:rPr>
          <w:rFonts w:ascii="Courier New" w:hAnsi="Courier New" w:cs="Courier New"/>
        </w:rPr>
        <w:t>README.txt</w:t>
      </w:r>
      <w:r>
        <w:t xml:space="preserve"> file is meant to introduce your task. Please provide a few paragraphs of description and any notes about anything special about your program. References to relevant documentation are also good.  (If you have documents say describing how to use the hardware your task is to control, drop this in the ACMM sub-system).</w:t>
      </w:r>
    </w:p>
    <w:p w14:paraId="6F4D8C84" w14:textId="77777777" w:rsidR="000320F1" w:rsidRDefault="000320F1" w:rsidP="00E67B72">
      <w:r>
        <w:t xml:space="preserve">And then there is </w:t>
      </w:r>
      <w:r w:rsidRPr="00851B3F">
        <w:rPr>
          <w:rFonts w:ascii="Courier New" w:hAnsi="Courier New" w:cs="Courier New"/>
        </w:rPr>
        <w:t xml:space="preserve">the </w:t>
      </w:r>
      <w:proofErr w:type="spellStart"/>
      <w:r w:rsidRPr="00851B3F">
        <w:rPr>
          <w:rFonts w:ascii="Courier New" w:hAnsi="Courier New" w:cs="Courier New"/>
        </w:rPr>
        <w:t>ChangeLog</w:t>
      </w:r>
      <w:proofErr w:type="spellEnd"/>
      <w:r>
        <w:t xml:space="preserve"> file.  Summarize changes here and refer to any JIRA tickets you were dealing with.</w:t>
      </w:r>
    </w:p>
    <w:p w14:paraId="0D1495B3" w14:textId="4F5EB006" w:rsidR="00CC2EAA" w:rsidRPr="00E67B72" w:rsidRDefault="00CC2EAA" w:rsidP="00E67B72">
      <w:r>
        <w:t xml:space="preserve">And there is this file.  </w:t>
      </w:r>
      <w:r w:rsidRPr="00851B3F">
        <w:rPr>
          <w:rFonts w:ascii="Courier New" w:hAnsi="Courier New" w:cs="Courier New"/>
        </w:rPr>
        <w:t>Drama2_TemplateTask.doc.</w:t>
      </w:r>
      <w:r>
        <w:t xml:space="preserve">  Feel free to delete it when you are done, or (better) use it to start your </w:t>
      </w:r>
      <w:r w:rsidR="007706C0">
        <w:t xml:space="preserve">overview documentation for your task (which should include </w:t>
      </w:r>
      <w:proofErr w:type="spellStart"/>
      <w:proofErr w:type="gramStart"/>
      <w:r w:rsidR="007706C0">
        <w:t>action,</w:t>
      </w:r>
      <w:r w:rsidR="00EB4ECC">
        <w:t>s</w:t>
      </w:r>
      <w:proofErr w:type="spellEnd"/>
      <w:proofErr w:type="gramEnd"/>
      <w:r w:rsidR="007706C0">
        <w:t xml:space="preserve"> parameter</w:t>
      </w:r>
      <w:r w:rsidR="00EB4ECC">
        <w:t>s</w:t>
      </w:r>
      <w:r w:rsidR="007706C0">
        <w:t xml:space="preserve"> and FITS keyword descriptions)</w:t>
      </w:r>
    </w:p>
    <w:sectPr w:rsidR="00CC2EAA" w:rsidRPr="00E67B72" w:rsidSect="00F36347">
      <w:pgSz w:w="11880" w:h="16820" w:code="9"/>
      <w:pgMar w:top="1440" w:right="1797" w:bottom="1440"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70C24" w14:textId="77777777" w:rsidR="00C60955" w:rsidRDefault="00C60955">
      <w:r>
        <w:separator/>
      </w:r>
    </w:p>
  </w:endnote>
  <w:endnote w:type="continuationSeparator" w:id="0">
    <w:p w14:paraId="35D8DA03" w14:textId="77777777" w:rsidR="00C60955" w:rsidRDefault="00C60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ew York">
    <w:altName w:val="Times New Roman"/>
    <w:panose1 w:val="020B0604020202020204"/>
    <w:charset w:val="00"/>
    <w:family w:val="roman"/>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imes">
    <w:panose1 w:val="00000000000000000000"/>
    <w:charset w:val="00"/>
    <w:family w:val="auto"/>
    <w:pitch w:val="variable"/>
    <w:sig w:usb0="E00002FF" w:usb1="5000205A" w:usb2="00000000" w:usb3="00000000" w:csb0="0000019F" w:csb1="00000000"/>
  </w:font>
  <w:font w:name="Courier">
    <w:panose1 w:val="00000000000000000000"/>
    <w:charset w:val="00"/>
    <w:family w:val="auto"/>
    <w:pitch w:val="variable"/>
    <w:sig w:usb0="00000003"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pple Color Emoji">
    <w:panose1 w:val="00000000000000000000"/>
    <w:charset w:val="00"/>
    <w:family w:val="auto"/>
    <w:pitch w:val="variable"/>
    <w:sig w:usb0="00000003" w:usb1="18000000" w:usb2="14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5DCCB" w14:textId="77777777" w:rsidR="004E6700" w:rsidRDefault="004E6700">
    <w:pPr>
      <w:pStyle w:val="Footer"/>
      <w:rPr>
        <w:sz w:val="16"/>
      </w:rPr>
    </w:pPr>
    <w:r>
      <w:rPr>
        <w:snapToGrid w:val="0"/>
      </w:rPr>
      <w:tab/>
    </w:r>
    <w:r>
      <w:rPr>
        <w:snapToGrid w:val="0"/>
        <w:sz w:val="16"/>
      </w:rPr>
      <w:t xml:space="preserve">Last printed </w:t>
    </w:r>
    <w:r>
      <w:rPr>
        <w:snapToGrid w:val="0"/>
        <w:sz w:val="16"/>
      </w:rPr>
      <w:fldChar w:fldCharType="begin"/>
    </w:r>
    <w:r>
      <w:rPr>
        <w:snapToGrid w:val="0"/>
        <w:sz w:val="16"/>
      </w:rPr>
      <w:instrText xml:space="preserve"> PRINTDATE </w:instrText>
    </w:r>
    <w:r>
      <w:rPr>
        <w:snapToGrid w:val="0"/>
        <w:sz w:val="16"/>
      </w:rPr>
      <w:fldChar w:fldCharType="separate"/>
    </w:r>
    <w:r w:rsidR="002C335E">
      <w:rPr>
        <w:noProof/>
        <w:snapToGrid w:val="0"/>
        <w:sz w:val="16"/>
      </w:rPr>
      <w:t>10/11/18 11:59:00 AM</w:t>
    </w:r>
    <w:r>
      <w:rPr>
        <w:snapToGrid w:val="0"/>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FAA6C" w14:textId="77777777" w:rsidR="004E6700" w:rsidRDefault="004E6700">
    <w:pPr>
      <w:pStyle w:val="Footer"/>
      <w:rPr>
        <w:snapToGrid w:val="0"/>
        <w:sz w:val="16"/>
      </w:rPr>
    </w:pPr>
    <w:r>
      <w:tab/>
    </w:r>
    <w:r>
      <w:rPr>
        <w:snapToGrid w:val="0"/>
        <w:sz w:val="16"/>
      </w:rPr>
      <w:t xml:space="preserve">Last modified by </w:t>
    </w:r>
    <w:r>
      <w:rPr>
        <w:snapToGrid w:val="0"/>
        <w:sz w:val="16"/>
      </w:rPr>
      <w:fldChar w:fldCharType="begin"/>
    </w:r>
    <w:r>
      <w:rPr>
        <w:snapToGrid w:val="0"/>
        <w:sz w:val="16"/>
      </w:rPr>
      <w:instrText xml:space="preserve"> LASTSAVEDBY </w:instrText>
    </w:r>
    <w:r>
      <w:rPr>
        <w:snapToGrid w:val="0"/>
        <w:sz w:val="16"/>
      </w:rPr>
      <w:fldChar w:fldCharType="separate"/>
    </w:r>
    <w:r w:rsidR="002C335E">
      <w:rPr>
        <w:noProof/>
        <w:snapToGrid w:val="0"/>
        <w:sz w:val="16"/>
      </w:rPr>
      <w:t>Tony Farrell</w:t>
    </w:r>
    <w:r>
      <w:rPr>
        <w:snapToGrid w:val="0"/>
        <w:sz w:val="16"/>
      </w:rPr>
      <w:fldChar w:fldCharType="end"/>
    </w:r>
  </w:p>
  <w:p w14:paraId="3DB9D5F0" w14:textId="77777777" w:rsidR="004E6700" w:rsidRDefault="004E6700">
    <w:pPr>
      <w:pStyle w:val="Footer"/>
      <w:rPr>
        <w:sz w:val="16"/>
      </w:rPr>
    </w:pPr>
    <w:r>
      <w:rPr>
        <w:snapToGrid w:val="0"/>
        <w:sz w:val="16"/>
      </w:rPr>
      <w:tab/>
    </w:r>
    <w:r>
      <w:rPr>
        <w:snapToGrid w:val="0"/>
        <w:sz w:val="16"/>
      </w:rPr>
      <w:fldChar w:fldCharType="begin"/>
    </w:r>
    <w:r>
      <w:rPr>
        <w:snapToGrid w:val="0"/>
        <w:sz w:val="16"/>
      </w:rPr>
      <w:instrText xml:space="preserve"> DATE </w:instrText>
    </w:r>
    <w:r>
      <w:rPr>
        <w:snapToGrid w:val="0"/>
        <w:sz w:val="16"/>
      </w:rPr>
      <w:fldChar w:fldCharType="separate"/>
    </w:r>
    <w:r w:rsidR="006C7B2C">
      <w:rPr>
        <w:noProof/>
        <w:snapToGrid w:val="0"/>
        <w:sz w:val="16"/>
      </w:rPr>
      <w:t>5/2/22</w:t>
    </w:r>
    <w:r>
      <w:rPr>
        <w:snapToGrid w:val="0"/>
        <w:sz w:val="16"/>
      </w:rPr>
      <w:fldChar w:fldCharType="end"/>
    </w:r>
    <w:r>
      <w:rPr>
        <w:snapToGrid w:val="0"/>
        <w:sz w:val="16"/>
      </w:rPr>
      <w:t xml:space="preserve"> </w:t>
    </w:r>
    <w:r>
      <w:rPr>
        <w:snapToGrid w:val="0"/>
        <w:sz w:val="16"/>
      </w:rPr>
      <w:fldChar w:fldCharType="begin"/>
    </w:r>
    <w:r>
      <w:rPr>
        <w:snapToGrid w:val="0"/>
        <w:sz w:val="16"/>
      </w:rPr>
      <w:instrText xml:space="preserve"> TIME \@ "hh:mm" </w:instrText>
    </w:r>
    <w:r>
      <w:rPr>
        <w:snapToGrid w:val="0"/>
        <w:sz w:val="16"/>
      </w:rPr>
      <w:fldChar w:fldCharType="separate"/>
    </w:r>
    <w:r w:rsidR="006C7B2C">
      <w:rPr>
        <w:noProof/>
        <w:snapToGrid w:val="0"/>
        <w:sz w:val="16"/>
      </w:rPr>
      <w:t>01:03</w:t>
    </w:r>
    <w:r>
      <w:rPr>
        <w:snapToGrid w:val="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85BBF" w14:textId="77777777" w:rsidR="00C60955" w:rsidRDefault="00C60955">
      <w:r>
        <w:separator/>
      </w:r>
    </w:p>
  </w:footnote>
  <w:footnote w:type="continuationSeparator" w:id="0">
    <w:p w14:paraId="19B5D90B" w14:textId="77777777" w:rsidR="00C60955" w:rsidRDefault="00C609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ED5D6" w14:textId="77777777" w:rsidR="004E6700" w:rsidRDefault="004E6700">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noProof/>
      </w:rPr>
      <w:t>10</w:t>
    </w:r>
    <w:r>
      <w:rPr>
        <w:rStyle w:val="PageNumber"/>
      </w:rPr>
      <w:fldChar w:fldCharType="end"/>
    </w:r>
    <w:r>
      <w:rPr>
        <w:rStyle w:val="PageNumber"/>
      </w:rPr>
      <w:tab/>
    </w:r>
    <w:fldSimple w:instr=" DOCPROPERTY &quot;ASD Abbreviation&quot;  \* MERGEFORMAT ">
      <w:r w:rsidR="002C335E">
        <w:t>DRAMA2_TEMPLATE</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619DB" w14:textId="77777777" w:rsidR="004E6700" w:rsidRDefault="004E6700">
    <w:pPr>
      <w:pStyle w:val="Header"/>
    </w:pPr>
    <w:fldSimple w:instr=" DOCPROPERTY &quot;ASD Abbreviation&quot;  \* MERGEFORMAT ">
      <w:r w:rsidR="002C335E">
        <w:t>DRAMA2_TEMPLATE</w:t>
      </w:r>
    </w:fldSimple>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noProof/>
      </w:rPr>
      <w:t>10</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C96CEC78"/>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6672"/>
        </w:tabs>
        <w:ind w:left="6672"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19C0145B"/>
    <w:multiLevelType w:val="hybridMultilevel"/>
    <w:tmpl w:val="5A607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AE758B"/>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4C2149BA"/>
    <w:multiLevelType w:val="hybridMultilevel"/>
    <w:tmpl w:val="755CB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A1656C5"/>
    <w:multiLevelType w:val="hybridMultilevel"/>
    <w:tmpl w:val="FD50A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DAC52C0"/>
    <w:multiLevelType w:val="hybridMultilevel"/>
    <w:tmpl w:val="98403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4E7A62"/>
    <w:multiLevelType w:val="hybridMultilevel"/>
    <w:tmpl w:val="8F461C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1"/>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3"/>
  <w:printFractionalCharacterWidth/>
  <w:embedSystemFonts/>
  <w:mirrorMargins/>
  <w:bordersDoNotSurroundHeader/>
  <w:bordersDoNotSurroundFooter/>
  <w:activeWritingStyle w:appName="MSWord" w:lang="en-US" w:vendorID="8" w:dllVersion="513" w:checkStyle="1"/>
  <w:activeWritingStyle w:appName="MSWord" w:lang="en-AU"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AD9"/>
    <w:rsid w:val="00001153"/>
    <w:rsid w:val="00001FDF"/>
    <w:rsid w:val="000029AA"/>
    <w:rsid w:val="00024C06"/>
    <w:rsid w:val="00025CD8"/>
    <w:rsid w:val="000271D3"/>
    <w:rsid w:val="000320F1"/>
    <w:rsid w:val="00041B35"/>
    <w:rsid w:val="00050442"/>
    <w:rsid w:val="00050672"/>
    <w:rsid w:val="00066B53"/>
    <w:rsid w:val="000726AB"/>
    <w:rsid w:val="000739AE"/>
    <w:rsid w:val="00074B42"/>
    <w:rsid w:val="00075D3B"/>
    <w:rsid w:val="00082407"/>
    <w:rsid w:val="000833A5"/>
    <w:rsid w:val="00091CC9"/>
    <w:rsid w:val="000A0DFF"/>
    <w:rsid w:val="000B0668"/>
    <w:rsid w:val="000C31D1"/>
    <w:rsid w:val="000D0D8E"/>
    <w:rsid w:val="000D444C"/>
    <w:rsid w:val="000E1A28"/>
    <w:rsid w:val="000F1ABF"/>
    <w:rsid w:val="000F6EB5"/>
    <w:rsid w:val="00100C93"/>
    <w:rsid w:val="0010480D"/>
    <w:rsid w:val="00113DBB"/>
    <w:rsid w:val="001174A1"/>
    <w:rsid w:val="00131271"/>
    <w:rsid w:val="00166FA8"/>
    <w:rsid w:val="00167349"/>
    <w:rsid w:val="001713BF"/>
    <w:rsid w:val="00187ABC"/>
    <w:rsid w:val="001941EE"/>
    <w:rsid w:val="001A33CF"/>
    <w:rsid w:val="001A3CFA"/>
    <w:rsid w:val="001B30FE"/>
    <w:rsid w:val="001C1387"/>
    <w:rsid w:val="001C4BBB"/>
    <w:rsid w:val="001D5124"/>
    <w:rsid w:val="001D722B"/>
    <w:rsid w:val="001E613F"/>
    <w:rsid w:val="0020103F"/>
    <w:rsid w:val="00220692"/>
    <w:rsid w:val="002213F2"/>
    <w:rsid w:val="00227C13"/>
    <w:rsid w:val="0023220A"/>
    <w:rsid w:val="00232998"/>
    <w:rsid w:val="00232CAC"/>
    <w:rsid w:val="00233264"/>
    <w:rsid w:val="002356D3"/>
    <w:rsid w:val="00245497"/>
    <w:rsid w:val="00262978"/>
    <w:rsid w:val="00264B1D"/>
    <w:rsid w:val="0028148E"/>
    <w:rsid w:val="002B4FD4"/>
    <w:rsid w:val="002B5E06"/>
    <w:rsid w:val="002B7546"/>
    <w:rsid w:val="002C335E"/>
    <w:rsid w:val="002C5FAA"/>
    <w:rsid w:val="002D1E80"/>
    <w:rsid w:val="002D2C9D"/>
    <w:rsid w:val="002E58B0"/>
    <w:rsid w:val="002F28D0"/>
    <w:rsid w:val="00346712"/>
    <w:rsid w:val="003700D5"/>
    <w:rsid w:val="00377CBE"/>
    <w:rsid w:val="00380F5B"/>
    <w:rsid w:val="0038327F"/>
    <w:rsid w:val="00383F3D"/>
    <w:rsid w:val="0039792A"/>
    <w:rsid w:val="003B41E5"/>
    <w:rsid w:val="003B66FD"/>
    <w:rsid w:val="003B77E6"/>
    <w:rsid w:val="003B7B53"/>
    <w:rsid w:val="003C21BA"/>
    <w:rsid w:val="003C30A4"/>
    <w:rsid w:val="003C3E18"/>
    <w:rsid w:val="003C55BA"/>
    <w:rsid w:val="003C6E61"/>
    <w:rsid w:val="003D032D"/>
    <w:rsid w:val="003D0798"/>
    <w:rsid w:val="003D6CCF"/>
    <w:rsid w:val="003E2D79"/>
    <w:rsid w:val="003F1E49"/>
    <w:rsid w:val="00404BBE"/>
    <w:rsid w:val="004119AB"/>
    <w:rsid w:val="00422E81"/>
    <w:rsid w:val="0043254D"/>
    <w:rsid w:val="00441901"/>
    <w:rsid w:val="004515DF"/>
    <w:rsid w:val="004534A1"/>
    <w:rsid w:val="00453A38"/>
    <w:rsid w:val="00466F55"/>
    <w:rsid w:val="00474341"/>
    <w:rsid w:val="004751D3"/>
    <w:rsid w:val="00482732"/>
    <w:rsid w:val="004949BA"/>
    <w:rsid w:val="00496B81"/>
    <w:rsid w:val="00497497"/>
    <w:rsid w:val="004A1150"/>
    <w:rsid w:val="004A6A3D"/>
    <w:rsid w:val="004A7392"/>
    <w:rsid w:val="004B0494"/>
    <w:rsid w:val="004B0C3B"/>
    <w:rsid w:val="004B4138"/>
    <w:rsid w:val="004B41AD"/>
    <w:rsid w:val="004C393E"/>
    <w:rsid w:val="004C6374"/>
    <w:rsid w:val="004C725B"/>
    <w:rsid w:val="004D085D"/>
    <w:rsid w:val="004D24DB"/>
    <w:rsid w:val="004D3B33"/>
    <w:rsid w:val="004D7E51"/>
    <w:rsid w:val="004E2E27"/>
    <w:rsid w:val="004E631A"/>
    <w:rsid w:val="004E6700"/>
    <w:rsid w:val="004E7E0D"/>
    <w:rsid w:val="004F1AC7"/>
    <w:rsid w:val="004F344A"/>
    <w:rsid w:val="004F381E"/>
    <w:rsid w:val="00500FEF"/>
    <w:rsid w:val="00510EE0"/>
    <w:rsid w:val="0051354A"/>
    <w:rsid w:val="005154BC"/>
    <w:rsid w:val="0051573A"/>
    <w:rsid w:val="00517F76"/>
    <w:rsid w:val="00523FCE"/>
    <w:rsid w:val="00525FF3"/>
    <w:rsid w:val="00527970"/>
    <w:rsid w:val="00535250"/>
    <w:rsid w:val="00537D8D"/>
    <w:rsid w:val="00543D35"/>
    <w:rsid w:val="00546C37"/>
    <w:rsid w:val="00547EA9"/>
    <w:rsid w:val="00551D12"/>
    <w:rsid w:val="00554E85"/>
    <w:rsid w:val="00570A49"/>
    <w:rsid w:val="00570B22"/>
    <w:rsid w:val="00597A4B"/>
    <w:rsid w:val="005A16C4"/>
    <w:rsid w:val="005A2AE0"/>
    <w:rsid w:val="005A3DAD"/>
    <w:rsid w:val="005B1C17"/>
    <w:rsid w:val="005B38A5"/>
    <w:rsid w:val="005C1C77"/>
    <w:rsid w:val="005C2BF5"/>
    <w:rsid w:val="005E5CEA"/>
    <w:rsid w:val="005F3E99"/>
    <w:rsid w:val="00600F03"/>
    <w:rsid w:val="00605125"/>
    <w:rsid w:val="006058D5"/>
    <w:rsid w:val="00612CCB"/>
    <w:rsid w:val="0061698E"/>
    <w:rsid w:val="006279DD"/>
    <w:rsid w:val="006304D0"/>
    <w:rsid w:val="0063228C"/>
    <w:rsid w:val="006368F2"/>
    <w:rsid w:val="00646C4B"/>
    <w:rsid w:val="00662CBC"/>
    <w:rsid w:val="00666D48"/>
    <w:rsid w:val="00675794"/>
    <w:rsid w:val="00675C81"/>
    <w:rsid w:val="00682DAE"/>
    <w:rsid w:val="006C1FAB"/>
    <w:rsid w:val="006C2DFD"/>
    <w:rsid w:val="006C7B2C"/>
    <w:rsid w:val="006E14C1"/>
    <w:rsid w:val="006E574C"/>
    <w:rsid w:val="006E5D95"/>
    <w:rsid w:val="006F79B0"/>
    <w:rsid w:val="0070042B"/>
    <w:rsid w:val="00700DEE"/>
    <w:rsid w:val="00713593"/>
    <w:rsid w:val="0073291A"/>
    <w:rsid w:val="0073298A"/>
    <w:rsid w:val="00744715"/>
    <w:rsid w:val="007579A2"/>
    <w:rsid w:val="0076539E"/>
    <w:rsid w:val="007706C0"/>
    <w:rsid w:val="00787D7D"/>
    <w:rsid w:val="007918CD"/>
    <w:rsid w:val="00796598"/>
    <w:rsid w:val="007B329E"/>
    <w:rsid w:val="007B4EC5"/>
    <w:rsid w:val="007E0801"/>
    <w:rsid w:val="008147D0"/>
    <w:rsid w:val="00824E49"/>
    <w:rsid w:val="00830A3A"/>
    <w:rsid w:val="0084090D"/>
    <w:rsid w:val="00841886"/>
    <w:rsid w:val="00851B3F"/>
    <w:rsid w:val="008553E0"/>
    <w:rsid w:val="00863F3F"/>
    <w:rsid w:val="00865C63"/>
    <w:rsid w:val="00875753"/>
    <w:rsid w:val="00881811"/>
    <w:rsid w:val="00883EC0"/>
    <w:rsid w:val="0089562B"/>
    <w:rsid w:val="00897B15"/>
    <w:rsid w:val="008A3C9B"/>
    <w:rsid w:val="008A5EEC"/>
    <w:rsid w:val="008A5FE6"/>
    <w:rsid w:val="008B10CD"/>
    <w:rsid w:val="008C766C"/>
    <w:rsid w:val="008D1DE1"/>
    <w:rsid w:val="008D48B4"/>
    <w:rsid w:val="008E609B"/>
    <w:rsid w:val="008F7003"/>
    <w:rsid w:val="00902DFD"/>
    <w:rsid w:val="0091271A"/>
    <w:rsid w:val="00923711"/>
    <w:rsid w:val="009272AD"/>
    <w:rsid w:val="009274E3"/>
    <w:rsid w:val="00931B42"/>
    <w:rsid w:val="00936165"/>
    <w:rsid w:val="00940473"/>
    <w:rsid w:val="0097506F"/>
    <w:rsid w:val="0097697B"/>
    <w:rsid w:val="00985191"/>
    <w:rsid w:val="009868E1"/>
    <w:rsid w:val="00991E5F"/>
    <w:rsid w:val="009B1E54"/>
    <w:rsid w:val="009C122D"/>
    <w:rsid w:val="009C2A74"/>
    <w:rsid w:val="009D519B"/>
    <w:rsid w:val="009D7894"/>
    <w:rsid w:val="009F110B"/>
    <w:rsid w:val="009F2B7A"/>
    <w:rsid w:val="009F7E93"/>
    <w:rsid w:val="00A03334"/>
    <w:rsid w:val="00A038C8"/>
    <w:rsid w:val="00A03EEB"/>
    <w:rsid w:val="00A04820"/>
    <w:rsid w:val="00A14102"/>
    <w:rsid w:val="00A1411F"/>
    <w:rsid w:val="00A16D8C"/>
    <w:rsid w:val="00A16F3B"/>
    <w:rsid w:val="00A21671"/>
    <w:rsid w:val="00A21C9A"/>
    <w:rsid w:val="00A27023"/>
    <w:rsid w:val="00A27F04"/>
    <w:rsid w:val="00A305FA"/>
    <w:rsid w:val="00A33825"/>
    <w:rsid w:val="00A570E2"/>
    <w:rsid w:val="00A67CA1"/>
    <w:rsid w:val="00A767A6"/>
    <w:rsid w:val="00A81BC5"/>
    <w:rsid w:val="00A84B4C"/>
    <w:rsid w:val="00A86E2E"/>
    <w:rsid w:val="00A91863"/>
    <w:rsid w:val="00A977C5"/>
    <w:rsid w:val="00AB0AD2"/>
    <w:rsid w:val="00AB1CF9"/>
    <w:rsid w:val="00AB4149"/>
    <w:rsid w:val="00AB41B2"/>
    <w:rsid w:val="00AC1E48"/>
    <w:rsid w:val="00AC74C0"/>
    <w:rsid w:val="00AD40C3"/>
    <w:rsid w:val="00AD608B"/>
    <w:rsid w:val="00AD675A"/>
    <w:rsid w:val="00AE0D6D"/>
    <w:rsid w:val="00AE4FE9"/>
    <w:rsid w:val="00AE6996"/>
    <w:rsid w:val="00AF225A"/>
    <w:rsid w:val="00AF2FDA"/>
    <w:rsid w:val="00AF727F"/>
    <w:rsid w:val="00B0068D"/>
    <w:rsid w:val="00B00C0C"/>
    <w:rsid w:val="00B0509B"/>
    <w:rsid w:val="00B10C60"/>
    <w:rsid w:val="00B319D8"/>
    <w:rsid w:val="00B34D9F"/>
    <w:rsid w:val="00B40C93"/>
    <w:rsid w:val="00B55FB7"/>
    <w:rsid w:val="00B65F1D"/>
    <w:rsid w:val="00B8074E"/>
    <w:rsid w:val="00B83EA7"/>
    <w:rsid w:val="00B9038A"/>
    <w:rsid w:val="00B94D24"/>
    <w:rsid w:val="00B95491"/>
    <w:rsid w:val="00BA1486"/>
    <w:rsid w:val="00BA25AC"/>
    <w:rsid w:val="00BB57D8"/>
    <w:rsid w:val="00BC2739"/>
    <w:rsid w:val="00BC717D"/>
    <w:rsid w:val="00BD085C"/>
    <w:rsid w:val="00BD3D73"/>
    <w:rsid w:val="00BE0442"/>
    <w:rsid w:val="00BE157C"/>
    <w:rsid w:val="00BE3001"/>
    <w:rsid w:val="00BE775D"/>
    <w:rsid w:val="00BF0056"/>
    <w:rsid w:val="00BF3737"/>
    <w:rsid w:val="00BF4285"/>
    <w:rsid w:val="00BF64E5"/>
    <w:rsid w:val="00C00138"/>
    <w:rsid w:val="00C061E8"/>
    <w:rsid w:val="00C2507E"/>
    <w:rsid w:val="00C41916"/>
    <w:rsid w:val="00C60955"/>
    <w:rsid w:val="00C64CFB"/>
    <w:rsid w:val="00C921F2"/>
    <w:rsid w:val="00C927AB"/>
    <w:rsid w:val="00C95091"/>
    <w:rsid w:val="00CC2EAA"/>
    <w:rsid w:val="00CC45E4"/>
    <w:rsid w:val="00CC6280"/>
    <w:rsid w:val="00CC6554"/>
    <w:rsid w:val="00CC7963"/>
    <w:rsid w:val="00CD0322"/>
    <w:rsid w:val="00CD4356"/>
    <w:rsid w:val="00CE61D7"/>
    <w:rsid w:val="00CE7D34"/>
    <w:rsid w:val="00CF0538"/>
    <w:rsid w:val="00D010E1"/>
    <w:rsid w:val="00D02656"/>
    <w:rsid w:val="00D10EF8"/>
    <w:rsid w:val="00D117EB"/>
    <w:rsid w:val="00D15F80"/>
    <w:rsid w:val="00D245DC"/>
    <w:rsid w:val="00D31986"/>
    <w:rsid w:val="00D359A5"/>
    <w:rsid w:val="00D47307"/>
    <w:rsid w:val="00D4742E"/>
    <w:rsid w:val="00D71358"/>
    <w:rsid w:val="00D76A56"/>
    <w:rsid w:val="00D92AA2"/>
    <w:rsid w:val="00D96676"/>
    <w:rsid w:val="00D973E1"/>
    <w:rsid w:val="00D97774"/>
    <w:rsid w:val="00DA4932"/>
    <w:rsid w:val="00DB1241"/>
    <w:rsid w:val="00DB6C51"/>
    <w:rsid w:val="00DB732E"/>
    <w:rsid w:val="00DC17B4"/>
    <w:rsid w:val="00DD1407"/>
    <w:rsid w:val="00DD1D28"/>
    <w:rsid w:val="00DE3E2C"/>
    <w:rsid w:val="00DE4F29"/>
    <w:rsid w:val="00DF0925"/>
    <w:rsid w:val="00E00689"/>
    <w:rsid w:val="00E02405"/>
    <w:rsid w:val="00E02F4E"/>
    <w:rsid w:val="00E03A46"/>
    <w:rsid w:val="00E33836"/>
    <w:rsid w:val="00E57EAD"/>
    <w:rsid w:val="00E67B72"/>
    <w:rsid w:val="00E73CE6"/>
    <w:rsid w:val="00E74B7F"/>
    <w:rsid w:val="00E80EA8"/>
    <w:rsid w:val="00E8388C"/>
    <w:rsid w:val="00E85405"/>
    <w:rsid w:val="00EA1B21"/>
    <w:rsid w:val="00EA2447"/>
    <w:rsid w:val="00EA27CE"/>
    <w:rsid w:val="00EA5C08"/>
    <w:rsid w:val="00EB4ECC"/>
    <w:rsid w:val="00EC208C"/>
    <w:rsid w:val="00EC3494"/>
    <w:rsid w:val="00EE7FA2"/>
    <w:rsid w:val="00EF0819"/>
    <w:rsid w:val="00EF3B78"/>
    <w:rsid w:val="00F128A0"/>
    <w:rsid w:val="00F13F54"/>
    <w:rsid w:val="00F15F00"/>
    <w:rsid w:val="00F20E01"/>
    <w:rsid w:val="00F22568"/>
    <w:rsid w:val="00F278A6"/>
    <w:rsid w:val="00F31415"/>
    <w:rsid w:val="00F36347"/>
    <w:rsid w:val="00F65C1D"/>
    <w:rsid w:val="00F811EE"/>
    <w:rsid w:val="00F845FB"/>
    <w:rsid w:val="00F85071"/>
    <w:rsid w:val="00F9192B"/>
    <w:rsid w:val="00F94D9B"/>
    <w:rsid w:val="00F97C83"/>
    <w:rsid w:val="00FA1540"/>
    <w:rsid w:val="00FA27DD"/>
    <w:rsid w:val="00FB4702"/>
    <w:rsid w:val="00FC11F2"/>
    <w:rsid w:val="00FC6A0D"/>
    <w:rsid w:val="00FC6E3F"/>
  </w:rsids>
  <m:mathPr>
    <m:mathFont m:val="Cambria Math"/>
    <m:brkBin m:val="before"/>
    <m:brkBinSub m:val="--"/>
    <m:smallFrac m:val="0"/>
    <m:dispDef m:val="0"/>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AB1BAB7"/>
  <w14:defaultImageDpi w14:val="300"/>
  <w15:chartTrackingRefBased/>
  <w15:docId w15:val="{2610692C-B00C-0947-9712-A74C398B6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en-AU"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573A"/>
    <w:pPr>
      <w:tabs>
        <w:tab w:val="right" w:pos="8240"/>
      </w:tabs>
      <w:spacing w:after="120"/>
      <w:jc w:val="both"/>
    </w:pPr>
    <w:rPr>
      <w:rFonts w:ascii="Times New Roman" w:hAnsi="Times New Roman"/>
      <w:sz w:val="24"/>
      <w:lang w:val="en-US" w:eastAsia="en-US"/>
    </w:rPr>
  </w:style>
  <w:style w:type="paragraph" w:styleId="Heading1">
    <w:name w:val="heading 1"/>
    <w:basedOn w:val="Normal"/>
    <w:next w:val="Normal"/>
    <w:qFormat/>
    <w:pPr>
      <w:numPr>
        <w:numId w:val="1"/>
      </w:numPr>
      <w:spacing w:before="240" w:after="240"/>
      <w:ind w:left="431" w:hanging="431"/>
      <w:outlineLvl w:val="0"/>
    </w:pPr>
    <w:rPr>
      <w:rFonts w:ascii="Helvetica" w:hAnsi="Helvetica"/>
      <w:b/>
      <w:sz w:val="28"/>
    </w:rPr>
  </w:style>
  <w:style w:type="paragraph" w:styleId="Heading2">
    <w:name w:val="heading 2"/>
    <w:basedOn w:val="Normal"/>
    <w:next w:val="Normal"/>
    <w:qFormat/>
    <w:rsid w:val="005154BC"/>
    <w:pPr>
      <w:numPr>
        <w:ilvl w:val="1"/>
        <w:numId w:val="1"/>
      </w:numPr>
      <w:tabs>
        <w:tab w:val="clear" w:pos="6672"/>
        <w:tab w:val="num" w:pos="851"/>
      </w:tabs>
      <w:spacing w:before="120"/>
      <w:ind w:left="578" w:hanging="578"/>
      <w:outlineLvl w:val="1"/>
    </w:pPr>
    <w:rPr>
      <w:b/>
    </w:rPr>
  </w:style>
  <w:style w:type="paragraph" w:styleId="Heading3">
    <w:name w:val="heading 3"/>
    <w:basedOn w:val="Normal"/>
    <w:next w:val="Normal"/>
    <w:qFormat/>
    <w:pPr>
      <w:keepNext/>
      <w:numPr>
        <w:ilvl w:val="2"/>
        <w:numId w:val="1"/>
      </w:numPr>
      <w:spacing w:before="240" w:after="60"/>
      <w:outlineLvl w:val="2"/>
    </w:pPr>
    <w:rPr>
      <w:b/>
    </w:rPr>
  </w:style>
  <w:style w:type="paragraph" w:styleId="Heading4">
    <w:name w:val="heading 4"/>
    <w:basedOn w:val="Normal"/>
    <w:next w:val="Normal"/>
    <w:qFormat/>
    <w:pPr>
      <w:keepNext/>
      <w:numPr>
        <w:ilvl w:val="3"/>
        <w:numId w:val="1"/>
      </w:numPr>
      <w:spacing w:before="240" w:after="60"/>
      <w:outlineLvl w:val="3"/>
    </w:pPr>
    <w:rPr>
      <w:b/>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spacing w:before="240" w:after="60"/>
      <w:outlineLvl w:val="5"/>
    </w:pPr>
    <w:rPr>
      <w:rFonts w:ascii="Times" w:hAnsi="Times"/>
      <w:i/>
      <w:sz w:val="22"/>
    </w:rPr>
  </w:style>
  <w:style w:type="paragraph" w:styleId="Heading7">
    <w:name w:val="heading 7"/>
    <w:basedOn w:val="Normal"/>
    <w:next w:val="Normal"/>
    <w:qFormat/>
    <w:pPr>
      <w:numPr>
        <w:ilvl w:val="6"/>
        <w:numId w:val="1"/>
      </w:numPr>
      <w:spacing w:before="240" w:after="60"/>
      <w:outlineLvl w:val="6"/>
    </w:pPr>
    <w:rPr>
      <w:sz w:val="20"/>
    </w:rPr>
  </w:style>
  <w:style w:type="paragraph" w:styleId="Heading8">
    <w:name w:val="heading 8"/>
    <w:basedOn w:val="Normal"/>
    <w:next w:val="Normal"/>
    <w:qFormat/>
    <w:pPr>
      <w:numPr>
        <w:ilvl w:val="7"/>
        <w:numId w:val="1"/>
      </w:numPr>
      <w:spacing w:before="240" w:after="60"/>
      <w:outlineLvl w:val="7"/>
    </w:pPr>
    <w:rPr>
      <w:i/>
      <w:sz w:val="20"/>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style>
  <w:style w:type="table" w:default="1" w:styleId="TableNormal">
    <w:name w:val="Normal Table"/>
    <w:semiHidden/>
    <w:rPr>
      <w:lang w:bidi="ar-SA"/>
    </w:rPr>
    <w:tblPr>
      <w:tblInd w:w="0" w:type="dxa"/>
      <w:tblCellMar>
        <w:top w:w="0" w:type="dxa"/>
        <w:left w:w="108" w:type="dxa"/>
        <w:bottom w:w="0" w:type="dxa"/>
        <w:right w:w="108" w:type="dxa"/>
      </w:tblCellMar>
    </w:tblPr>
  </w:style>
  <w:style w:type="numbering" w:default="1" w:styleId="NoList">
    <w:name w:val="No List"/>
    <w:semiHidden/>
  </w:style>
  <w:style w:type="paragraph" w:styleId="TOC2">
    <w:name w:val="toc 2"/>
    <w:basedOn w:val="Normal"/>
    <w:next w:val="Normal"/>
    <w:uiPriority w:val="39"/>
    <w:rsid w:val="007B4EC5"/>
    <w:pPr>
      <w:tabs>
        <w:tab w:val="clear" w:pos="8240"/>
        <w:tab w:val="left" w:pos="515"/>
        <w:tab w:val="left" w:pos="800"/>
        <w:tab w:val="right" w:pos="8222"/>
      </w:tabs>
      <w:spacing w:after="0"/>
      <w:jc w:val="left"/>
    </w:pPr>
    <w:rPr>
      <w:noProof/>
      <w:sz w:val="22"/>
    </w:rPr>
  </w:style>
  <w:style w:type="paragraph" w:styleId="TOC1">
    <w:name w:val="toc 1"/>
    <w:basedOn w:val="Normal"/>
    <w:next w:val="Normal"/>
    <w:uiPriority w:val="39"/>
    <w:rsid w:val="00FC6A0D"/>
    <w:pPr>
      <w:tabs>
        <w:tab w:val="clear" w:pos="8240"/>
        <w:tab w:val="left" w:pos="482"/>
        <w:tab w:val="right" w:pos="8222"/>
      </w:tabs>
      <w:spacing w:before="120" w:after="0"/>
      <w:jc w:val="left"/>
    </w:pPr>
    <w:rPr>
      <w:b/>
      <w:noProof/>
    </w:rPr>
  </w:style>
  <w:style w:type="paragraph" w:styleId="Footer">
    <w:name w:val="footer"/>
    <w:basedOn w:val="Normal"/>
    <w:pPr>
      <w:tabs>
        <w:tab w:val="clear" w:pos="8240"/>
        <w:tab w:val="center" w:pos="4252"/>
        <w:tab w:val="right" w:pos="8504"/>
      </w:tabs>
    </w:pPr>
  </w:style>
  <w:style w:type="paragraph" w:styleId="Header">
    <w:name w:val="header"/>
    <w:basedOn w:val="Normal"/>
    <w:pPr>
      <w:tabs>
        <w:tab w:val="clear" w:pos="8240"/>
        <w:tab w:val="right" w:pos="8220"/>
      </w:tabs>
    </w:pPr>
  </w:style>
  <w:style w:type="paragraph" w:customStyle="1" w:styleId="itemlistbullet">
    <w:name w:val="item list (bullet)"/>
    <w:basedOn w:val="Normal"/>
    <w:pPr>
      <w:ind w:left="1117" w:hanging="539"/>
      <w:jc w:val="left"/>
    </w:pPr>
  </w:style>
  <w:style w:type="paragraph" w:customStyle="1" w:styleId="itemlistdescription">
    <w:name w:val="item list (description)"/>
    <w:basedOn w:val="Normal"/>
    <w:pPr>
      <w:tabs>
        <w:tab w:val="left" w:pos="2540"/>
      </w:tabs>
      <w:ind w:left="2540" w:hanging="1980"/>
    </w:pPr>
  </w:style>
  <w:style w:type="paragraph" w:customStyle="1" w:styleId="itemlistnumbered">
    <w:name w:val="item list (numbered)"/>
    <w:basedOn w:val="itemlistdescription"/>
    <w:pPr>
      <w:tabs>
        <w:tab w:val="clear" w:pos="2540"/>
        <w:tab w:val="left" w:pos="1120"/>
      </w:tabs>
      <w:ind w:left="1120" w:hanging="560"/>
    </w:pPr>
  </w:style>
  <w:style w:type="paragraph" w:customStyle="1" w:styleId="display">
    <w:name w:val="display"/>
    <w:basedOn w:val="Normal"/>
    <w:pPr>
      <w:tabs>
        <w:tab w:val="left" w:pos="1980"/>
        <w:tab w:val="left" w:pos="2800"/>
        <w:tab w:val="left" w:pos="3960"/>
      </w:tabs>
      <w:ind w:left="1100"/>
      <w:jc w:val="left"/>
    </w:pPr>
    <w:rPr>
      <w:rFonts w:ascii="Courier" w:hAnsi="Courier"/>
      <w:sz w:val="20"/>
    </w:rPr>
  </w:style>
  <w:style w:type="paragraph" w:styleId="TOC3">
    <w:name w:val="toc 3"/>
    <w:basedOn w:val="Normal"/>
    <w:next w:val="Normal"/>
    <w:autoRedefine/>
    <w:uiPriority w:val="39"/>
    <w:rsid w:val="00E73CE6"/>
    <w:pPr>
      <w:tabs>
        <w:tab w:val="clear" w:pos="8240"/>
        <w:tab w:val="left" w:pos="640"/>
        <w:tab w:val="right" w:leader="dot" w:pos="8222"/>
      </w:tabs>
      <w:jc w:val="left"/>
    </w:pPr>
    <w:rPr>
      <w:i/>
      <w:noProof/>
      <w:sz w:val="20"/>
    </w:rPr>
  </w:style>
  <w:style w:type="paragraph" w:styleId="TOC4">
    <w:name w:val="toc 4"/>
    <w:basedOn w:val="Normal"/>
    <w:next w:val="Normal"/>
    <w:autoRedefine/>
    <w:uiPriority w:val="39"/>
    <w:pPr>
      <w:tabs>
        <w:tab w:val="clear" w:pos="8240"/>
        <w:tab w:val="left" w:pos="1418"/>
        <w:tab w:val="right" w:leader="dot" w:pos="8222"/>
      </w:tabs>
      <w:jc w:val="left"/>
    </w:pPr>
    <w:rPr>
      <w:sz w:val="18"/>
      <w:lang w:val="en-AU"/>
    </w:rPr>
  </w:style>
  <w:style w:type="paragraph" w:styleId="TOC5">
    <w:name w:val="toc 5"/>
    <w:basedOn w:val="Normal"/>
    <w:next w:val="Normal"/>
    <w:autoRedefine/>
    <w:uiPriority w:val="39"/>
    <w:pPr>
      <w:tabs>
        <w:tab w:val="clear" w:pos="8240"/>
        <w:tab w:val="left" w:pos="1705"/>
        <w:tab w:val="right" w:leader="dot" w:pos="8222"/>
      </w:tabs>
      <w:jc w:val="left"/>
    </w:pPr>
    <w:rPr>
      <w:i/>
      <w:noProof/>
      <w:sz w:val="18"/>
    </w:rPr>
  </w:style>
  <w:style w:type="paragraph" w:styleId="TOC6">
    <w:name w:val="toc 6"/>
    <w:basedOn w:val="Normal"/>
    <w:next w:val="Normal"/>
    <w:autoRedefine/>
    <w:pPr>
      <w:tabs>
        <w:tab w:val="clear" w:pos="8240"/>
        <w:tab w:val="right" w:leader="dot" w:pos="9504"/>
      </w:tabs>
      <w:ind w:left="800"/>
      <w:jc w:val="left"/>
    </w:pPr>
    <w:rPr>
      <w:sz w:val="20"/>
      <w:lang w:val="en-AU"/>
    </w:rPr>
  </w:style>
  <w:style w:type="paragraph" w:styleId="TOC7">
    <w:name w:val="toc 7"/>
    <w:basedOn w:val="Normal"/>
    <w:next w:val="Normal"/>
    <w:autoRedefine/>
    <w:pPr>
      <w:tabs>
        <w:tab w:val="clear" w:pos="8240"/>
        <w:tab w:val="right" w:leader="dot" w:pos="9504"/>
      </w:tabs>
      <w:ind w:left="1000"/>
      <w:jc w:val="left"/>
    </w:pPr>
    <w:rPr>
      <w:sz w:val="20"/>
      <w:lang w:val="en-AU"/>
    </w:rPr>
  </w:style>
  <w:style w:type="paragraph" w:styleId="TOC8">
    <w:name w:val="toc 8"/>
    <w:basedOn w:val="Normal"/>
    <w:next w:val="Normal"/>
    <w:autoRedefine/>
    <w:pPr>
      <w:tabs>
        <w:tab w:val="clear" w:pos="8240"/>
        <w:tab w:val="right" w:leader="dot" w:pos="9504"/>
      </w:tabs>
      <w:ind w:left="1200"/>
      <w:jc w:val="left"/>
    </w:pPr>
    <w:rPr>
      <w:sz w:val="20"/>
      <w:lang w:val="en-AU"/>
    </w:rPr>
  </w:style>
  <w:style w:type="paragraph" w:styleId="TOC9">
    <w:name w:val="toc 9"/>
    <w:basedOn w:val="Normal"/>
    <w:next w:val="Normal"/>
    <w:autoRedefine/>
    <w:pPr>
      <w:tabs>
        <w:tab w:val="clear" w:pos="8240"/>
        <w:tab w:val="right" w:leader="dot" w:pos="9504"/>
      </w:tabs>
      <w:ind w:left="1400"/>
      <w:jc w:val="left"/>
    </w:pPr>
    <w:rPr>
      <w:sz w:val="20"/>
      <w:lang w:val="en-AU"/>
    </w:rPr>
  </w:style>
  <w:style w:type="character" w:styleId="Hyperlink">
    <w:name w:val="Hyperlink"/>
    <w:rPr>
      <w:color w:val="0000FF"/>
      <w:u w:val="single"/>
    </w:rPr>
  </w:style>
  <w:style w:type="paragraph" w:styleId="PlainText">
    <w:name w:val="Plain Text"/>
    <w:basedOn w:val="Normal"/>
    <w:pPr>
      <w:tabs>
        <w:tab w:val="clear" w:pos="8240"/>
      </w:tabs>
      <w:jc w:val="left"/>
    </w:pPr>
    <w:rPr>
      <w:rFonts w:ascii="Courier New" w:hAnsi="Courier New"/>
      <w:sz w:val="20"/>
    </w:rPr>
  </w:style>
  <w:style w:type="character" w:styleId="PageNumber">
    <w:name w:val="page number"/>
    <w:basedOn w:val="DefaultParagraphFont"/>
  </w:style>
  <w:style w:type="paragraph" w:styleId="Index1">
    <w:name w:val="index 1"/>
    <w:basedOn w:val="Normal"/>
    <w:next w:val="Normal"/>
    <w:autoRedefine/>
    <w:pPr>
      <w:tabs>
        <w:tab w:val="clear" w:pos="8240"/>
      </w:tabs>
      <w:ind w:left="240" w:hanging="240"/>
      <w:jc w:val="left"/>
    </w:pPr>
    <w:rPr>
      <w:sz w:val="18"/>
    </w:rPr>
  </w:style>
  <w:style w:type="paragraph" w:customStyle="1" w:styleId="Examples">
    <w:name w:val="Examples"/>
    <w:basedOn w:val="PlainText"/>
    <w:pPr>
      <w:pBdr>
        <w:top w:val="single" w:sz="8" w:space="4" w:color="auto"/>
        <w:left w:val="single" w:sz="8" w:space="4" w:color="auto"/>
        <w:bottom w:val="single" w:sz="8" w:space="4" w:color="auto"/>
        <w:right w:val="single" w:sz="8" w:space="4" w:color="auto"/>
      </w:pBdr>
      <w:shd w:val="pct5" w:color="auto" w:fill="auto"/>
      <w:ind w:left="720"/>
    </w:pPr>
  </w:style>
  <w:style w:type="paragraph" w:styleId="Index2">
    <w:name w:val="index 2"/>
    <w:basedOn w:val="Normal"/>
    <w:next w:val="Normal"/>
    <w:autoRedefine/>
    <w:pPr>
      <w:tabs>
        <w:tab w:val="clear" w:pos="8240"/>
      </w:tabs>
      <w:ind w:left="480" w:hanging="240"/>
      <w:jc w:val="left"/>
    </w:pPr>
    <w:rPr>
      <w:sz w:val="18"/>
    </w:rPr>
  </w:style>
  <w:style w:type="paragraph" w:styleId="Index3">
    <w:name w:val="index 3"/>
    <w:basedOn w:val="Normal"/>
    <w:next w:val="Normal"/>
    <w:autoRedefine/>
    <w:pPr>
      <w:tabs>
        <w:tab w:val="clear" w:pos="8240"/>
      </w:tabs>
      <w:ind w:left="720" w:hanging="240"/>
      <w:jc w:val="left"/>
    </w:pPr>
    <w:rPr>
      <w:sz w:val="18"/>
    </w:rPr>
  </w:style>
  <w:style w:type="paragraph" w:styleId="Index4">
    <w:name w:val="index 4"/>
    <w:basedOn w:val="Normal"/>
    <w:next w:val="Normal"/>
    <w:autoRedefine/>
    <w:pPr>
      <w:tabs>
        <w:tab w:val="clear" w:pos="8240"/>
      </w:tabs>
      <w:ind w:left="960" w:hanging="240"/>
      <w:jc w:val="left"/>
    </w:pPr>
    <w:rPr>
      <w:sz w:val="18"/>
    </w:rPr>
  </w:style>
  <w:style w:type="paragraph" w:styleId="Index5">
    <w:name w:val="index 5"/>
    <w:basedOn w:val="Normal"/>
    <w:next w:val="Normal"/>
    <w:autoRedefine/>
    <w:pPr>
      <w:tabs>
        <w:tab w:val="clear" w:pos="8240"/>
      </w:tabs>
      <w:ind w:left="1200" w:hanging="240"/>
      <w:jc w:val="left"/>
    </w:pPr>
    <w:rPr>
      <w:sz w:val="18"/>
    </w:rPr>
  </w:style>
  <w:style w:type="paragraph" w:styleId="Index6">
    <w:name w:val="index 6"/>
    <w:basedOn w:val="Normal"/>
    <w:next w:val="Normal"/>
    <w:autoRedefine/>
    <w:pPr>
      <w:tabs>
        <w:tab w:val="clear" w:pos="8240"/>
      </w:tabs>
      <w:ind w:left="1440" w:hanging="240"/>
      <w:jc w:val="left"/>
    </w:pPr>
    <w:rPr>
      <w:sz w:val="18"/>
    </w:rPr>
  </w:style>
  <w:style w:type="paragraph" w:styleId="Index7">
    <w:name w:val="index 7"/>
    <w:basedOn w:val="Normal"/>
    <w:next w:val="Normal"/>
    <w:autoRedefine/>
    <w:pPr>
      <w:tabs>
        <w:tab w:val="clear" w:pos="8240"/>
      </w:tabs>
      <w:ind w:left="1680" w:hanging="240"/>
      <w:jc w:val="left"/>
    </w:pPr>
    <w:rPr>
      <w:sz w:val="18"/>
    </w:rPr>
  </w:style>
  <w:style w:type="paragraph" w:styleId="Index8">
    <w:name w:val="index 8"/>
    <w:basedOn w:val="Normal"/>
    <w:next w:val="Normal"/>
    <w:autoRedefine/>
    <w:pPr>
      <w:tabs>
        <w:tab w:val="clear" w:pos="8240"/>
      </w:tabs>
      <w:ind w:left="1920" w:hanging="240"/>
      <w:jc w:val="left"/>
    </w:pPr>
    <w:rPr>
      <w:sz w:val="18"/>
    </w:rPr>
  </w:style>
  <w:style w:type="paragraph" w:styleId="Index9">
    <w:name w:val="index 9"/>
    <w:basedOn w:val="Normal"/>
    <w:next w:val="Normal"/>
    <w:autoRedefine/>
    <w:pPr>
      <w:tabs>
        <w:tab w:val="clear" w:pos="8240"/>
      </w:tabs>
      <w:ind w:left="2160" w:hanging="240"/>
      <w:jc w:val="left"/>
    </w:pPr>
    <w:rPr>
      <w:sz w:val="18"/>
    </w:rPr>
  </w:style>
  <w:style w:type="paragraph" w:styleId="IndexHeading">
    <w:name w:val="index heading"/>
    <w:basedOn w:val="Normal"/>
    <w:next w:val="Index1"/>
    <w:pPr>
      <w:pBdr>
        <w:top w:val="single" w:sz="12" w:space="0" w:color="auto"/>
      </w:pBdr>
      <w:spacing w:before="360" w:after="240"/>
      <w:jc w:val="left"/>
    </w:pPr>
    <w:rPr>
      <w:b/>
      <w:i/>
      <w:sz w:val="26"/>
    </w:rPr>
  </w:style>
  <w:style w:type="table" w:styleId="TableGrid">
    <w:name w:val="Table Grid"/>
    <w:basedOn w:val="TableNormal"/>
    <w:uiPriority w:val="59"/>
    <w:rsid w:val="00D977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visionList">
    <w:name w:val="RevisionList"/>
    <w:basedOn w:val="Normal"/>
    <w:pPr>
      <w:tabs>
        <w:tab w:val="clear" w:pos="8240"/>
        <w:tab w:val="left" w:pos="1701"/>
      </w:tabs>
      <w:ind w:left="1701" w:hanging="1134"/>
    </w:pPr>
    <w:rPr>
      <w:sz w:val="16"/>
    </w:rPr>
  </w:style>
  <w:style w:type="character" w:customStyle="1" w:styleId="BodyTextChar">
    <w:name w:val="Body Text Char"/>
    <w:rsid w:val="000A0DFF"/>
    <w:rPr>
      <w:noProof w:val="0"/>
      <w:sz w:val="24"/>
      <w:lang w:val="en-GB" w:eastAsia="zh-CN" w:bidi="ar-SA"/>
    </w:rPr>
  </w:style>
  <w:style w:type="paragraph" w:customStyle="1" w:styleId="Description">
    <w:name w:val="Description"/>
    <w:basedOn w:val="Normal"/>
    <w:qFormat/>
    <w:rsid w:val="000A0DFF"/>
    <w:pPr>
      <w:tabs>
        <w:tab w:val="clear" w:pos="8240"/>
        <w:tab w:val="left" w:pos="397"/>
        <w:tab w:val="left" w:pos="794"/>
      </w:tabs>
      <w:spacing w:before="40" w:after="40"/>
      <w:jc w:val="left"/>
    </w:pPr>
    <w:rPr>
      <w:sz w:val="20"/>
      <w:szCs w:val="24"/>
      <w:lang w:val="en-GB"/>
    </w:rPr>
  </w:style>
  <w:style w:type="character" w:styleId="UnresolvedMention">
    <w:name w:val="Unresolved Mention"/>
    <w:uiPriority w:val="99"/>
    <w:semiHidden/>
    <w:unhideWhenUsed/>
    <w:rsid w:val="00500FEF"/>
    <w:rPr>
      <w:color w:val="605E5C"/>
      <w:shd w:val="clear" w:color="auto" w:fill="E1DFDD"/>
    </w:rPr>
  </w:style>
  <w:style w:type="paragraph" w:customStyle="1" w:styleId="Example">
    <w:name w:val="Example"/>
    <w:basedOn w:val="Normal"/>
    <w:autoRedefine/>
    <w:qFormat/>
    <w:rsid w:val="00936165"/>
    <w:pPr>
      <w:pBdr>
        <w:top w:val="single" w:sz="4" w:space="1" w:color="auto"/>
        <w:left w:val="single" w:sz="4" w:space="4" w:color="auto"/>
        <w:bottom w:val="single" w:sz="4" w:space="1" w:color="auto"/>
        <w:right w:val="single" w:sz="4" w:space="4" w:color="auto"/>
      </w:pBdr>
      <w:shd w:val="clear" w:color="auto" w:fill="F2F2F2"/>
      <w:ind w:left="284" w:right="-219"/>
      <w:contextualSpacing/>
      <w:jc w:val="left"/>
    </w:pPr>
    <w:rPr>
      <w:rFonts w:ascii="Courier New" w:hAnsi="Courier New"/>
      <w:sz w:val="20"/>
    </w:rPr>
  </w:style>
  <w:style w:type="character" w:styleId="CommentReference">
    <w:name w:val="annotation reference"/>
    <w:uiPriority w:val="99"/>
    <w:semiHidden/>
    <w:unhideWhenUsed/>
    <w:rsid w:val="00F128A0"/>
    <w:rPr>
      <w:sz w:val="16"/>
      <w:szCs w:val="16"/>
    </w:rPr>
  </w:style>
  <w:style w:type="paragraph" w:styleId="CommentText">
    <w:name w:val="annotation text"/>
    <w:basedOn w:val="Normal"/>
    <w:link w:val="CommentTextChar"/>
    <w:uiPriority w:val="99"/>
    <w:semiHidden/>
    <w:unhideWhenUsed/>
    <w:rsid w:val="00F128A0"/>
    <w:rPr>
      <w:sz w:val="20"/>
    </w:rPr>
  </w:style>
  <w:style w:type="character" w:customStyle="1" w:styleId="CommentTextChar">
    <w:name w:val="Comment Text Char"/>
    <w:link w:val="CommentText"/>
    <w:uiPriority w:val="99"/>
    <w:semiHidden/>
    <w:rsid w:val="00F128A0"/>
    <w:rPr>
      <w:rFonts w:ascii="Times New Roman" w:hAnsi="Times New Roman"/>
      <w:lang w:val="en-US"/>
    </w:rPr>
  </w:style>
  <w:style w:type="paragraph" w:styleId="CommentSubject">
    <w:name w:val="annotation subject"/>
    <w:basedOn w:val="CommentText"/>
    <w:next w:val="CommentText"/>
    <w:link w:val="CommentSubjectChar"/>
    <w:uiPriority w:val="99"/>
    <w:semiHidden/>
    <w:unhideWhenUsed/>
    <w:rsid w:val="00F128A0"/>
    <w:rPr>
      <w:b/>
      <w:bCs/>
    </w:rPr>
  </w:style>
  <w:style w:type="character" w:customStyle="1" w:styleId="CommentSubjectChar">
    <w:name w:val="Comment Subject Char"/>
    <w:link w:val="CommentSubject"/>
    <w:uiPriority w:val="99"/>
    <w:semiHidden/>
    <w:rsid w:val="00F128A0"/>
    <w:rPr>
      <w:rFonts w:ascii="Times New Roman" w:hAnsi="Times New Roman"/>
      <w:b/>
      <w:bCs/>
      <w:lang w:val="en-US"/>
    </w:rPr>
  </w:style>
  <w:style w:type="paragraph" w:styleId="BalloonText">
    <w:name w:val="Balloon Text"/>
    <w:basedOn w:val="Normal"/>
    <w:link w:val="BalloonTextChar"/>
    <w:uiPriority w:val="99"/>
    <w:semiHidden/>
    <w:unhideWhenUsed/>
    <w:rsid w:val="00F128A0"/>
    <w:pPr>
      <w:spacing w:after="0"/>
    </w:pPr>
    <w:rPr>
      <w:sz w:val="18"/>
      <w:szCs w:val="18"/>
    </w:rPr>
  </w:style>
  <w:style w:type="character" w:customStyle="1" w:styleId="BalloonTextChar">
    <w:name w:val="Balloon Text Char"/>
    <w:link w:val="BalloonText"/>
    <w:uiPriority w:val="99"/>
    <w:semiHidden/>
    <w:rsid w:val="00F128A0"/>
    <w:rPr>
      <w:rFonts w:ascii="Times New Roman" w:hAnsi="Times New Roman"/>
      <w:sz w:val="18"/>
      <w:szCs w:val="18"/>
      <w:lang w:val="en-US"/>
    </w:rPr>
  </w:style>
  <w:style w:type="character" w:styleId="FollowedHyperlink">
    <w:name w:val="FollowedHyperlink"/>
    <w:basedOn w:val="DefaultParagraphFont"/>
    <w:uiPriority w:val="99"/>
    <w:semiHidden/>
    <w:unhideWhenUsed/>
    <w:rsid w:val="004A7392"/>
    <w:rPr>
      <w:color w:val="954F72" w:themeColor="followedHyperlink"/>
      <w:u w:val="single"/>
    </w:rPr>
  </w:style>
  <w:style w:type="paragraph" w:styleId="ListParagraph">
    <w:name w:val="List Paragraph"/>
    <w:basedOn w:val="Normal"/>
    <w:uiPriority w:val="72"/>
    <w:qFormat/>
    <w:rsid w:val="00E80E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501746">
      <w:bodyDiv w:val="1"/>
      <w:marLeft w:val="0"/>
      <w:marRight w:val="0"/>
      <w:marTop w:val="0"/>
      <w:marBottom w:val="0"/>
      <w:divBdr>
        <w:top w:val="none" w:sz="0" w:space="0" w:color="auto"/>
        <w:left w:val="none" w:sz="0" w:space="0" w:color="auto"/>
        <w:bottom w:val="none" w:sz="0" w:space="0" w:color="auto"/>
        <w:right w:val="none" w:sz="0" w:space="0" w:color="auto"/>
      </w:divBdr>
    </w:div>
    <w:div w:id="708990344">
      <w:bodyDiv w:val="1"/>
      <w:marLeft w:val="0"/>
      <w:marRight w:val="0"/>
      <w:marTop w:val="0"/>
      <w:marBottom w:val="0"/>
      <w:divBdr>
        <w:top w:val="none" w:sz="0" w:space="0" w:color="auto"/>
        <w:left w:val="none" w:sz="0" w:space="0" w:color="auto"/>
        <w:bottom w:val="none" w:sz="0" w:space="0" w:color="auto"/>
        <w:right w:val="none" w:sz="0" w:space="0" w:color="auto"/>
      </w:divBdr>
    </w:div>
    <w:div w:id="714086715">
      <w:bodyDiv w:val="1"/>
      <w:marLeft w:val="0"/>
      <w:marRight w:val="0"/>
      <w:marTop w:val="0"/>
      <w:marBottom w:val="0"/>
      <w:divBdr>
        <w:top w:val="none" w:sz="0" w:space="0" w:color="auto"/>
        <w:left w:val="none" w:sz="0" w:space="0" w:color="auto"/>
        <w:bottom w:val="none" w:sz="0" w:space="0" w:color="auto"/>
        <w:right w:val="none" w:sz="0" w:space="0" w:color="auto"/>
      </w:divBdr>
    </w:div>
    <w:div w:id="867641639">
      <w:bodyDiv w:val="1"/>
      <w:marLeft w:val="0"/>
      <w:marRight w:val="0"/>
      <w:marTop w:val="0"/>
      <w:marBottom w:val="0"/>
      <w:divBdr>
        <w:top w:val="none" w:sz="0" w:space="0" w:color="auto"/>
        <w:left w:val="none" w:sz="0" w:space="0" w:color="auto"/>
        <w:bottom w:val="none" w:sz="0" w:space="0" w:color="auto"/>
        <w:right w:val="none" w:sz="0" w:space="0" w:color="auto"/>
      </w:divBdr>
    </w:div>
    <w:div w:id="870455655">
      <w:bodyDiv w:val="1"/>
      <w:marLeft w:val="0"/>
      <w:marRight w:val="0"/>
      <w:marTop w:val="0"/>
      <w:marBottom w:val="0"/>
      <w:divBdr>
        <w:top w:val="none" w:sz="0" w:space="0" w:color="auto"/>
        <w:left w:val="none" w:sz="0" w:space="0" w:color="auto"/>
        <w:bottom w:val="none" w:sz="0" w:space="0" w:color="auto"/>
        <w:right w:val="none" w:sz="0" w:space="0" w:color="auto"/>
      </w:divBdr>
    </w:div>
    <w:div w:id="1062368402">
      <w:bodyDiv w:val="1"/>
      <w:marLeft w:val="0"/>
      <w:marRight w:val="0"/>
      <w:marTop w:val="0"/>
      <w:marBottom w:val="0"/>
      <w:divBdr>
        <w:top w:val="none" w:sz="0" w:space="0" w:color="auto"/>
        <w:left w:val="none" w:sz="0" w:space="0" w:color="auto"/>
        <w:bottom w:val="none" w:sz="0" w:space="0" w:color="auto"/>
        <w:right w:val="none" w:sz="0" w:space="0" w:color="auto"/>
      </w:divBdr>
    </w:div>
    <w:div w:id="1152916401">
      <w:bodyDiv w:val="1"/>
      <w:marLeft w:val="0"/>
      <w:marRight w:val="0"/>
      <w:marTop w:val="0"/>
      <w:marBottom w:val="0"/>
      <w:divBdr>
        <w:top w:val="none" w:sz="0" w:space="0" w:color="auto"/>
        <w:left w:val="none" w:sz="0" w:space="0" w:color="auto"/>
        <w:bottom w:val="none" w:sz="0" w:space="0" w:color="auto"/>
        <w:right w:val="none" w:sz="0" w:space="0" w:color="auto"/>
      </w:divBdr>
    </w:div>
    <w:div w:id="1174340695">
      <w:bodyDiv w:val="1"/>
      <w:marLeft w:val="0"/>
      <w:marRight w:val="0"/>
      <w:marTop w:val="0"/>
      <w:marBottom w:val="0"/>
      <w:divBdr>
        <w:top w:val="none" w:sz="0" w:space="0" w:color="auto"/>
        <w:left w:val="none" w:sz="0" w:space="0" w:color="auto"/>
        <w:bottom w:val="none" w:sz="0" w:space="0" w:color="auto"/>
        <w:right w:val="none" w:sz="0" w:space="0" w:color="auto"/>
      </w:divBdr>
    </w:div>
    <w:div w:id="211963678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dev.aao.org.au/rds/drama/drama/-/blob/master/drama_source/Drama2Examples/drama2.doc"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s://dev.aao.org.au/rds/templates/drama-2-template.git" TargetMode="External"/><Relationship Id="rId17" Type="http://schemas.openxmlformats.org/officeDocument/2006/relationships/hyperlink" Target="http://drama.aao.org.au/doc/ps/mess_6.ps" TargetMode="External"/><Relationship Id="rId2" Type="http://schemas.openxmlformats.org/officeDocument/2006/relationships/styles" Target="styles.xml"/><Relationship Id="rId16" Type="http://schemas.openxmlformats.org/officeDocument/2006/relationships/hyperlink" Target="https://dev.aao.org.au/rds/drama/DramaErrorCod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confluence.aao.org.au/display/AAOSOFT/DRAMA"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drama.aao.org.a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2004:Templates:My%20Templates:AS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Macintosh HD:Applications:Microsoft Office 2004:Templates:My Templates:ASD.dot</Template>
  <TotalTime>65</TotalTime>
  <Pages>14</Pages>
  <Words>4857</Words>
  <Characters>27643</Characters>
  <Application>Microsoft Office Word</Application>
  <DocSecurity>0</DocSecurity>
  <Lines>642</Lines>
  <Paragraphs>422</Paragraphs>
  <ScaleCrop>false</ScaleCrop>
  <HeadingPairs>
    <vt:vector size="2" baseType="variant">
      <vt:variant>
        <vt:lpstr>Title</vt:lpstr>
      </vt:variant>
      <vt:variant>
        <vt:i4>1</vt:i4>
      </vt:variant>
    </vt:vector>
  </HeadingPairs>
  <TitlesOfParts>
    <vt:vector size="1" baseType="lpstr">
      <vt:lpstr>Using the DRAMA2 AAO Task Template</vt:lpstr>
    </vt:vector>
  </TitlesOfParts>
  <Manager/>
  <Company>Australian Astronomical Optics, Macquarie University.</Company>
  <LinksUpToDate>false</LinksUpToDate>
  <CharactersWithSpaces>32078</CharactersWithSpaces>
  <SharedDoc>false</SharedDoc>
  <HyperlinkBase/>
  <HLinks>
    <vt:vector size="18" baseType="variant">
      <vt:variant>
        <vt:i4>3211339</vt:i4>
      </vt:variant>
      <vt:variant>
        <vt:i4>63</vt:i4>
      </vt:variant>
      <vt:variant>
        <vt:i4>0</vt:i4>
      </vt:variant>
      <vt:variant>
        <vt:i4>5</vt:i4>
      </vt:variant>
      <vt:variant>
        <vt:lpwstr>http://drama.aao.gov.au/doc/ps/mess_6.ps</vt:lpwstr>
      </vt:variant>
      <vt:variant>
        <vt:lpwstr/>
      </vt:variant>
      <vt:variant>
        <vt:i4>2359392</vt:i4>
      </vt:variant>
      <vt:variant>
        <vt:i4>60</vt:i4>
      </vt:variant>
      <vt:variant>
        <vt:i4>0</vt:i4>
      </vt:variant>
      <vt:variant>
        <vt:i4>5</vt:i4>
      </vt:variant>
      <vt:variant>
        <vt:lpwstr>https://confluence.aao.gov.au/display/AAOSOFT/DRAMA</vt:lpwstr>
      </vt:variant>
      <vt:variant>
        <vt:lpwstr/>
      </vt:variant>
      <vt:variant>
        <vt:i4>1966147</vt:i4>
      </vt:variant>
      <vt:variant>
        <vt:i4>57</vt:i4>
      </vt:variant>
      <vt:variant>
        <vt:i4>0</vt:i4>
      </vt:variant>
      <vt:variant>
        <vt:i4>5</vt:i4>
      </vt:variant>
      <vt:variant>
        <vt:lpwstr>http://drama.aao.gov.au/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Using the DRAMA2 AAO Task Template</dc:title>
  <dc:subject/>
  <dc:creator>Tony Farrell</dc:creator>
  <cp:keywords/>
  <dc:description>Tony Farrell</dc:description>
  <cp:lastModifiedBy>Tony Farrell</cp:lastModifiedBy>
  <cp:revision>37</cp:revision>
  <cp:lastPrinted>2018-10-11T00:59:00Z</cp:lastPrinted>
  <dcterms:created xsi:type="dcterms:W3CDTF">2022-05-02T03:04:00Z</dcterms:created>
  <dcterms:modified xsi:type="dcterms:W3CDTF">2022-05-02T04:24:00Z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SD Abbreviation">
    <vt:lpwstr>DRAMA2_TEMPLATE</vt:lpwstr>
  </property>
  <property fmtid="{D5CDD505-2E9C-101B-9397-08002B2CF9AE}" pid="3" name="Issue Date">
    <vt:filetime>2022-05-02T10:00:00Z</vt:filetime>
  </property>
  <property fmtid="{D5CDD505-2E9C-101B-9397-08002B2CF9AE}" pid="4" name="Issue Version">
    <vt:lpwstr>2.0</vt:lpwstr>
  </property>
</Properties>
</file>